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8DA" w:rsidRPr="002D5E05" w:rsidRDefault="006248DA" w:rsidP="00F63BDD">
      <w:pPr>
        <w:ind w:firstLine="0"/>
        <w:jc w:val="center"/>
        <w:rPr>
          <w:b/>
          <w:color w:val="FF0000"/>
          <w:sz w:val="72"/>
          <w:szCs w:val="72"/>
          <w:lang w:eastAsia="ru-RU"/>
        </w:rPr>
      </w:pPr>
      <w:r w:rsidRPr="002D5E05">
        <w:rPr>
          <w:b/>
          <w:color w:val="FF0000"/>
          <w:sz w:val="72"/>
          <w:szCs w:val="72"/>
          <w:lang w:eastAsia="ru-RU"/>
        </w:rPr>
        <w:t>УВАЖАЕМЫЕ ЖИТЕЛИ</w:t>
      </w:r>
    </w:p>
    <w:p w:rsidR="006248DA" w:rsidRPr="002D5E05" w:rsidRDefault="006248DA" w:rsidP="00F63BDD">
      <w:pPr>
        <w:ind w:firstLine="0"/>
        <w:jc w:val="center"/>
        <w:rPr>
          <w:b/>
          <w:color w:val="FF0000"/>
          <w:sz w:val="72"/>
          <w:szCs w:val="72"/>
          <w:lang w:eastAsia="ru-RU"/>
        </w:rPr>
      </w:pPr>
      <w:r w:rsidRPr="002D5E05">
        <w:rPr>
          <w:b/>
          <w:color w:val="FF0000"/>
          <w:sz w:val="72"/>
          <w:szCs w:val="72"/>
          <w:lang w:eastAsia="ru-RU"/>
        </w:rPr>
        <w:t>СРЕДНЕОЛЬШАНСКОГО СЕЛЬСОВЕТА!</w:t>
      </w:r>
    </w:p>
    <w:p w:rsidR="006248DA" w:rsidRPr="00F63BDD" w:rsidRDefault="006248DA" w:rsidP="00F63BDD">
      <w:pPr>
        <w:ind w:firstLine="0"/>
        <w:jc w:val="center"/>
        <w:rPr>
          <w:b/>
          <w:color w:val="FF0000"/>
          <w:sz w:val="52"/>
          <w:szCs w:val="52"/>
          <w:lang w:eastAsia="ru-RU"/>
        </w:rPr>
      </w:pPr>
    </w:p>
    <w:p w:rsidR="006248DA" w:rsidRPr="00EE4056" w:rsidRDefault="006248DA" w:rsidP="00EE4056">
      <w:pPr>
        <w:ind w:firstLine="851"/>
        <w:rPr>
          <w:sz w:val="80"/>
          <w:szCs w:val="80"/>
          <w:lang w:eastAsia="ru-RU"/>
        </w:rPr>
      </w:pPr>
      <w:r w:rsidRPr="00EE4056">
        <w:rPr>
          <w:sz w:val="80"/>
          <w:szCs w:val="80"/>
          <w:lang w:eastAsia="ru-RU"/>
        </w:rPr>
        <w:t xml:space="preserve">В связи с выполнением работ по ремонту железнодорожного пути, переезд </w:t>
      </w:r>
      <w:smartTag w:uri="urn:schemas-microsoft-com:office:smarttags" w:element="metricconverter">
        <w:smartTagPr>
          <w:attr w:name="ProductID" w:val="612 км"/>
        </w:smartTagPr>
        <w:r w:rsidRPr="00EE4056">
          <w:rPr>
            <w:sz w:val="80"/>
            <w:szCs w:val="80"/>
            <w:lang w:eastAsia="ru-RU"/>
          </w:rPr>
          <w:t>612 км</w:t>
        </w:r>
      </w:smartTag>
      <w:r w:rsidRPr="00EE4056">
        <w:rPr>
          <w:sz w:val="80"/>
          <w:szCs w:val="80"/>
          <w:lang w:eastAsia="ru-RU"/>
        </w:rPr>
        <w:t xml:space="preserve"> пк1 перегон Сараевка – Ржава будет закрыт в период с 10-00 до 16-00 19 февраля </w:t>
      </w:r>
      <w:smartTag w:uri="urn:schemas-microsoft-com:office:smarttags" w:element="metricconverter">
        <w:smartTagPr>
          <w:attr w:name="ProductID" w:val="2021 г"/>
        </w:smartTagPr>
        <w:r w:rsidRPr="00EE4056">
          <w:rPr>
            <w:sz w:val="80"/>
            <w:szCs w:val="80"/>
            <w:lang w:eastAsia="ru-RU"/>
          </w:rPr>
          <w:t>2021 г</w:t>
        </w:r>
      </w:smartTag>
      <w:r w:rsidRPr="00EE4056">
        <w:rPr>
          <w:sz w:val="80"/>
          <w:szCs w:val="80"/>
          <w:lang w:eastAsia="ru-RU"/>
        </w:rPr>
        <w:t xml:space="preserve">. </w:t>
      </w:r>
    </w:p>
    <w:p w:rsidR="006248DA" w:rsidRDefault="006248DA" w:rsidP="00EE4056">
      <w:pPr>
        <w:ind w:firstLine="851"/>
        <w:rPr>
          <w:sz w:val="80"/>
          <w:szCs w:val="80"/>
          <w:lang w:eastAsia="ru-RU"/>
        </w:rPr>
      </w:pPr>
      <w:r w:rsidRPr="00EE4056">
        <w:rPr>
          <w:sz w:val="80"/>
          <w:szCs w:val="80"/>
          <w:lang w:eastAsia="ru-RU"/>
        </w:rPr>
        <w:t xml:space="preserve">Объезд через переезд </w:t>
      </w:r>
      <w:smartTag w:uri="urn:schemas-microsoft-com:office:smarttags" w:element="metricconverter">
        <w:smartTagPr>
          <w:attr w:name="ProductID" w:val="615 км"/>
        </w:smartTagPr>
        <w:r w:rsidRPr="00EE4056">
          <w:rPr>
            <w:sz w:val="80"/>
            <w:szCs w:val="80"/>
            <w:lang w:eastAsia="ru-RU"/>
          </w:rPr>
          <w:t>615 км</w:t>
        </w:r>
      </w:smartTag>
      <w:r w:rsidRPr="00EE4056">
        <w:rPr>
          <w:sz w:val="80"/>
          <w:szCs w:val="80"/>
          <w:lang w:eastAsia="ru-RU"/>
        </w:rPr>
        <w:t xml:space="preserve"> пк8 перегон Ржава – Прохоровка.</w:t>
      </w:r>
    </w:p>
    <w:p w:rsidR="006248DA" w:rsidRPr="00061F46" w:rsidRDefault="006248DA" w:rsidP="00EE4056">
      <w:pPr>
        <w:ind w:firstLine="851"/>
        <w:rPr>
          <w:sz w:val="16"/>
          <w:szCs w:val="16"/>
          <w:lang w:eastAsia="ru-RU"/>
        </w:rPr>
      </w:pPr>
    </w:p>
    <w:p w:rsidR="006248DA" w:rsidRDefault="006248DA" w:rsidP="002D5E05">
      <w:pPr>
        <w:ind w:firstLine="0"/>
        <w:jc w:val="right"/>
        <w:rPr>
          <w:sz w:val="52"/>
          <w:szCs w:val="52"/>
          <w:lang w:eastAsia="ru-RU"/>
        </w:rPr>
      </w:pPr>
      <w:r w:rsidRPr="002D5E05">
        <w:rPr>
          <w:sz w:val="52"/>
          <w:szCs w:val="52"/>
          <w:lang w:eastAsia="ru-RU"/>
        </w:rPr>
        <w:t>Администрация Среднеольшанского сельсовета</w:t>
      </w:r>
    </w:p>
    <w:p w:rsidR="006248DA" w:rsidRDefault="006248DA" w:rsidP="00EE4056">
      <w:pPr>
        <w:ind w:firstLine="0"/>
        <w:rPr>
          <w:lang w:eastAsia="ru-RU"/>
        </w:rPr>
      </w:pPr>
    </w:p>
    <w:sectPr w:rsidR="006248DA" w:rsidSect="002D5E05">
      <w:pgSz w:w="16838" w:h="11906" w:orient="landscape"/>
      <w:pgMar w:top="1134" w:right="1134" w:bottom="992" w:left="1134" w:header="709" w:footer="709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24952"/>
    <w:multiLevelType w:val="multilevel"/>
    <w:tmpl w:val="75E68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3BDD"/>
    <w:rsid w:val="000101C2"/>
    <w:rsid w:val="00026F99"/>
    <w:rsid w:val="00061F46"/>
    <w:rsid w:val="0011296D"/>
    <w:rsid w:val="00124648"/>
    <w:rsid w:val="00150A81"/>
    <w:rsid w:val="001B020D"/>
    <w:rsid w:val="001E16A7"/>
    <w:rsid w:val="00206343"/>
    <w:rsid w:val="00227A29"/>
    <w:rsid w:val="00280CE7"/>
    <w:rsid w:val="002D5E05"/>
    <w:rsid w:val="003324D5"/>
    <w:rsid w:val="0041070B"/>
    <w:rsid w:val="0043654F"/>
    <w:rsid w:val="004C0D5F"/>
    <w:rsid w:val="0050532D"/>
    <w:rsid w:val="00532B65"/>
    <w:rsid w:val="005359CE"/>
    <w:rsid w:val="00566236"/>
    <w:rsid w:val="00583880"/>
    <w:rsid w:val="00585B56"/>
    <w:rsid w:val="005B6F78"/>
    <w:rsid w:val="005E7EE9"/>
    <w:rsid w:val="005F1173"/>
    <w:rsid w:val="006248DA"/>
    <w:rsid w:val="00661088"/>
    <w:rsid w:val="007635E6"/>
    <w:rsid w:val="00815BF4"/>
    <w:rsid w:val="00822E8E"/>
    <w:rsid w:val="00910895"/>
    <w:rsid w:val="009345F9"/>
    <w:rsid w:val="00A02EA1"/>
    <w:rsid w:val="00A617C6"/>
    <w:rsid w:val="00AC527E"/>
    <w:rsid w:val="00B745AA"/>
    <w:rsid w:val="00BC3367"/>
    <w:rsid w:val="00C02A54"/>
    <w:rsid w:val="00C0446C"/>
    <w:rsid w:val="00C312CF"/>
    <w:rsid w:val="00C82D7E"/>
    <w:rsid w:val="00CA057F"/>
    <w:rsid w:val="00CB6A6C"/>
    <w:rsid w:val="00D25A86"/>
    <w:rsid w:val="00D623DD"/>
    <w:rsid w:val="00DB06BD"/>
    <w:rsid w:val="00E054BE"/>
    <w:rsid w:val="00E13CFE"/>
    <w:rsid w:val="00E24AA3"/>
    <w:rsid w:val="00E47475"/>
    <w:rsid w:val="00E874B1"/>
    <w:rsid w:val="00E94A1D"/>
    <w:rsid w:val="00EA3841"/>
    <w:rsid w:val="00EA7448"/>
    <w:rsid w:val="00EE4056"/>
    <w:rsid w:val="00F63BDD"/>
    <w:rsid w:val="00FE314A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6EB"/>
    <w:pPr>
      <w:ind w:firstLine="539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F63BDD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Hyperlink">
    <w:name w:val="Hyperlink"/>
    <w:basedOn w:val="DefaultParagraphFont"/>
    <w:uiPriority w:val="99"/>
    <w:semiHidden/>
    <w:rsid w:val="00F63B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662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3841"/>
    <w:rPr>
      <w:rFonts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47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47</Words>
  <Characters>271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ЖИТЕЛИ</dc:title>
  <dc:subject/>
  <dc:creator>User</dc:creator>
  <cp:keywords/>
  <dc:description/>
  <cp:lastModifiedBy>user</cp:lastModifiedBy>
  <cp:revision>6</cp:revision>
  <cp:lastPrinted>2020-03-27T12:24:00Z</cp:lastPrinted>
  <dcterms:created xsi:type="dcterms:W3CDTF">2021-02-10T10:02:00Z</dcterms:created>
  <dcterms:modified xsi:type="dcterms:W3CDTF">2021-02-17T11:26:00Z</dcterms:modified>
</cp:coreProperties>
</file>