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F0" w:rsidRDefault="00C81DF0" w:rsidP="00AE4BA6">
      <w:pPr>
        <w:pStyle w:val="21"/>
        <w:shd w:val="clear" w:color="auto" w:fill="auto"/>
        <w:ind w:left="60"/>
        <w:rPr>
          <w:rStyle w:val="20"/>
          <w:b/>
        </w:rPr>
      </w:pPr>
      <w:r>
        <w:rPr>
          <w:rStyle w:val="20"/>
          <w:b/>
        </w:rPr>
        <w:t xml:space="preserve">Информация о проведении общероссийского дня приема граждан </w:t>
      </w:r>
    </w:p>
    <w:p w:rsidR="00C81DF0" w:rsidRDefault="00C81DF0" w:rsidP="00AE4BA6">
      <w:pPr>
        <w:pStyle w:val="21"/>
        <w:shd w:val="clear" w:color="auto" w:fill="auto"/>
        <w:ind w:left="60"/>
        <w:rPr>
          <w:rStyle w:val="20"/>
          <w:b/>
        </w:rPr>
      </w:pPr>
      <w:r>
        <w:rPr>
          <w:rStyle w:val="20"/>
          <w:b/>
        </w:rPr>
        <w:t>14 декабря 2020 года</w:t>
      </w:r>
    </w:p>
    <w:p w:rsidR="00C81DF0" w:rsidRDefault="00C81DF0" w:rsidP="00AE4BA6">
      <w:pPr>
        <w:pStyle w:val="21"/>
        <w:shd w:val="clear" w:color="auto" w:fill="auto"/>
        <w:ind w:left="60"/>
      </w:pPr>
    </w:p>
    <w:p w:rsidR="00C81DF0" w:rsidRDefault="00C81DF0" w:rsidP="00AE4BA6">
      <w:pPr>
        <w:pStyle w:val="BodyText"/>
        <w:shd w:val="clear" w:color="auto" w:fill="auto"/>
        <w:ind w:left="20" w:right="80"/>
      </w:pPr>
      <w:r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с 12 часов 00 минут до 20 часов 00 минут по местному времени в Приемной 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субъектов Российской Федерации (далее -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органах государственной власти субъектов Российской Федерации (далее - государственные органы) и в органах местного самоуправления.</w:t>
      </w:r>
    </w:p>
    <w:p w:rsidR="00C81DF0" w:rsidRDefault="00C81DF0" w:rsidP="00AE4BA6">
      <w:pPr>
        <w:pStyle w:val="BodyText"/>
        <w:shd w:val="clear" w:color="auto" w:fill="auto"/>
        <w:ind w:left="20" w:right="80"/>
      </w:pPr>
      <w:r>
        <w:t>14 декабря 2020 года с</w:t>
      </w:r>
      <w:bookmarkStart w:id="0" w:name="_GoBack"/>
      <w:bookmarkEnd w:id="0"/>
      <w:r>
        <w:t xml:space="preserve"> 12 часов 00 минут до 20 часов 00 минут по местному времени проводят личный прием заявителей, пришедших в соответствующие приемные Президента Российской Федерации, государственные органы или органы местного самоуправления, уполномоченные лица данных органов и обеспечивают с согласия заявителей личное обращение в режиме видео- конференц-связи, видеосвязи, аудиосвязи или иных видов связи к уполномоченным лицам иных органов, в компетенцию которых входит решение поставленных в устных обращениях вопросов. </w:t>
      </w:r>
    </w:p>
    <w:p w:rsidR="00C81DF0" w:rsidRDefault="00C81DF0" w:rsidP="00EA145E">
      <w:pPr>
        <w:pStyle w:val="BodyText"/>
        <w:shd w:val="clear" w:color="auto" w:fill="auto"/>
        <w:ind w:left="20" w:right="80"/>
      </w:pPr>
      <w:r>
        <w:t>Личный прием проводится:</w:t>
      </w:r>
    </w:p>
    <w:p w:rsidR="00C81DF0" w:rsidRDefault="00C81DF0" w:rsidP="00EA145E">
      <w:pPr>
        <w:pStyle w:val="BodyText"/>
        <w:shd w:val="clear" w:color="auto" w:fill="auto"/>
        <w:ind w:left="20" w:right="80"/>
      </w:pPr>
      <w:r>
        <w:t xml:space="preserve">по предварительной записи </w:t>
      </w:r>
      <w:r w:rsidRPr="00EA145E">
        <w:t>с 1 декабря 2020 года по 7 декабря 2020 года по телефону 8(471</w:t>
      </w:r>
      <w:r>
        <w:t>34</w:t>
      </w:r>
      <w:r w:rsidRPr="00EA145E">
        <w:t>)</w:t>
      </w:r>
      <w:r>
        <w:t>2-26-56;</w:t>
      </w:r>
    </w:p>
    <w:p w:rsidR="00C81DF0" w:rsidRDefault="00C81DF0" w:rsidP="00EA145E">
      <w:pPr>
        <w:pStyle w:val="BodyText"/>
        <w:shd w:val="clear" w:color="auto" w:fill="auto"/>
        <w:ind w:left="20" w:right="80"/>
      </w:pPr>
      <w:r>
        <w:t>граждан не находящихся на карантине и не обязанных находится на самоизоляции;</w:t>
      </w:r>
    </w:p>
    <w:p w:rsidR="00C81DF0" w:rsidRDefault="00C81DF0" w:rsidP="00AE4BA6">
      <w:pPr>
        <w:pStyle w:val="BodyText"/>
        <w:shd w:val="clear" w:color="auto" w:fill="auto"/>
        <w:ind w:left="20" w:right="80"/>
      </w:pPr>
      <w:r>
        <w:t>при предоставлении документа, удостоверяющего личность (паспорта).</w:t>
      </w:r>
    </w:p>
    <w:p w:rsidR="00C81DF0" w:rsidRDefault="00C81DF0" w:rsidP="00AE4BA6">
      <w:pPr>
        <w:pStyle w:val="BodyText"/>
        <w:shd w:val="clear" w:color="auto" w:fill="auto"/>
        <w:ind w:left="20" w:right="80"/>
      </w:pPr>
      <w:r>
        <w:t xml:space="preserve">С учетом рекомендаций Федеральной службы по надзору в сфере защиты прав потребителей и благополучия человека в условиях осложненной эпидимеологической  ситуации в помещениях Администрации Среднеольшанского сельсовета Пристенского района Курской области будет осуществляться прием заранее подготовленных письменных обращений (возможность подготовки письменных обращений в помещениях для приема граждан будет отсутствовать). </w:t>
      </w:r>
    </w:p>
    <w:p w:rsidR="00C81DF0" w:rsidRPr="00032369" w:rsidRDefault="00C81DF0" w:rsidP="00AE4BA6">
      <w:pPr>
        <w:pStyle w:val="BodyText"/>
        <w:shd w:val="clear" w:color="auto" w:fill="auto"/>
        <w:ind w:left="20" w:right="80"/>
      </w:pPr>
      <w:r>
        <w:t xml:space="preserve">Информация об адресах проведения 14 декабря 2020 года приема заявителей размещена на официальном сайте Президента Российской Федерации в сети Интернет на странице «Личный прием» раздела «Обращения» </w:t>
      </w:r>
      <w:r w:rsidRPr="00A157F3">
        <w:rPr>
          <w:color w:val="000080"/>
        </w:rPr>
        <w:t>(</w:t>
      </w:r>
      <w:hyperlink r:id="rId4" w:history="1">
        <w:r w:rsidRPr="00A157F3">
          <w:rPr>
            <w:rStyle w:val="Hyperlink"/>
            <w:color w:val="000080"/>
            <w:u w:val="none"/>
            <w:lang w:val="en-US"/>
          </w:rPr>
          <w:t>http</w:t>
        </w:r>
        <w:r w:rsidRPr="00A157F3">
          <w:rPr>
            <w:rStyle w:val="Hyperlink"/>
            <w:color w:val="000080"/>
            <w:u w:val="none"/>
          </w:rPr>
          <w:t>://</w:t>
        </w:r>
        <w:r w:rsidRPr="00A157F3">
          <w:rPr>
            <w:rStyle w:val="Hyperlink"/>
            <w:color w:val="000080"/>
            <w:u w:val="none"/>
            <w:lang w:val="en-US"/>
          </w:rPr>
          <w:t>letters</w:t>
        </w:r>
        <w:r w:rsidRPr="00A157F3">
          <w:rPr>
            <w:rStyle w:val="Hyperlink"/>
            <w:color w:val="000080"/>
            <w:u w:val="none"/>
          </w:rPr>
          <w:t>.</w:t>
        </w:r>
        <w:r w:rsidRPr="00A157F3">
          <w:rPr>
            <w:rStyle w:val="Hyperlink"/>
            <w:color w:val="000080"/>
            <w:u w:val="none"/>
            <w:lang w:val="en-US"/>
          </w:rPr>
          <w:t>kremlin</w:t>
        </w:r>
        <w:r w:rsidRPr="00A157F3">
          <w:rPr>
            <w:rStyle w:val="Hyperlink"/>
            <w:color w:val="000080"/>
            <w:u w:val="none"/>
          </w:rPr>
          <w:t>.</w:t>
        </w:r>
        <w:r w:rsidRPr="00A157F3">
          <w:rPr>
            <w:rStyle w:val="Hyperlink"/>
            <w:color w:val="000080"/>
            <w:u w:val="none"/>
            <w:lang w:val="en-US"/>
          </w:rPr>
          <w:t>ru</w:t>
        </w:r>
        <w:r w:rsidRPr="00A157F3">
          <w:rPr>
            <w:rStyle w:val="Hyperlink"/>
            <w:color w:val="000080"/>
            <w:u w:val="none"/>
          </w:rPr>
          <w:t>/</w:t>
        </w:r>
        <w:r w:rsidRPr="00A157F3">
          <w:rPr>
            <w:rStyle w:val="Hyperlink"/>
            <w:color w:val="000080"/>
            <w:u w:val="none"/>
            <w:lang w:val="en-US"/>
          </w:rPr>
          <w:t>receptions</w:t>
        </w:r>
      </w:hyperlink>
      <w:r w:rsidRPr="00A157F3">
        <w:rPr>
          <w:color w:val="000080"/>
        </w:rPr>
        <w:t>),</w:t>
      </w:r>
      <w:r w:rsidRPr="0054712C">
        <w:t xml:space="preserve"> </w:t>
      </w:r>
      <w:r>
        <w:t>а также на официальном сайте Администрации Среднеольшанского сельсовета Пристенского района Курской области в сети Интернет по адресу: http://srolshanka.rkursk.ru.</w:t>
      </w:r>
    </w:p>
    <w:p w:rsidR="00C81DF0" w:rsidRDefault="00C81DF0"/>
    <w:sectPr w:rsidR="00C81DF0" w:rsidSect="00A157F3">
      <w:pgSz w:w="11905" w:h="16837"/>
      <w:pgMar w:top="1438" w:right="1285" w:bottom="1614" w:left="148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BA6"/>
    <w:rsid w:val="00032369"/>
    <w:rsid w:val="00077537"/>
    <w:rsid w:val="00180CD6"/>
    <w:rsid w:val="002208C4"/>
    <w:rsid w:val="00265AA5"/>
    <w:rsid w:val="00267307"/>
    <w:rsid w:val="00272257"/>
    <w:rsid w:val="002C105D"/>
    <w:rsid w:val="003E1EE7"/>
    <w:rsid w:val="00445417"/>
    <w:rsid w:val="00462A73"/>
    <w:rsid w:val="00532C95"/>
    <w:rsid w:val="0054712C"/>
    <w:rsid w:val="00664476"/>
    <w:rsid w:val="00685905"/>
    <w:rsid w:val="00714761"/>
    <w:rsid w:val="00774BFC"/>
    <w:rsid w:val="009711EF"/>
    <w:rsid w:val="009753E5"/>
    <w:rsid w:val="009816DD"/>
    <w:rsid w:val="00A157F3"/>
    <w:rsid w:val="00A65F65"/>
    <w:rsid w:val="00AE4BA6"/>
    <w:rsid w:val="00B373E5"/>
    <w:rsid w:val="00B66BF8"/>
    <w:rsid w:val="00B83802"/>
    <w:rsid w:val="00C736B2"/>
    <w:rsid w:val="00C81DF0"/>
    <w:rsid w:val="00EA145E"/>
    <w:rsid w:val="00F1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EE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E4BA6"/>
    <w:rPr>
      <w:rFonts w:cs="Times New Roman"/>
      <w:color w:val="648BCB"/>
      <w:u w:val="single"/>
    </w:rPr>
  </w:style>
  <w:style w:type="character" w:customStyle="1" w:styleId="2">
    <w:name w:val="Основной текст (2)_"/>
    <w:link w:val="21"/>
    <w:uiPriority w:val="99"/>
    <w:locked/>
    <w:rsid w:val="00AE4BA6"/>
    <w:rPr>
      <w:rFonts w:ascii="Times New Roman" w:hAnsi="Times New Roman"/>
      <w:b/>
      <w:sz w:val="23"/>
      <w:shd w:val="clear" w:color="auto" w:fill="FFFFFF"/>
    </w:rPr>
  </w:style>
  <w:style w:type="character" w:customStyle="1" w:styleId="20">
    <w:name w:val="Основной текст (2)"/>
    <w:uiPriority w:val="99"/>
    <w:rsid w:val="00AE4BA6"/>
    <w:rPr>
      <w:rFonts w:ascii="Times New Roman" w:hAnsi="Times New Roman"/>
      <w:b/>
      <w:spacing w:val="0"/>
      <w:sz w:val="23"/>
      <w:u w:val="single"/>
    </w:rPr>
  </w:style>
  <w:style w:type="character" w:customStyle="1" w:styleId="BodyTextChar">
    <w:name w:val="Body Text Char"/>
    <w:link w:val="BodyText"/>
    <w:uiPriority w:val="99"/>
    <w:locked/>
    <w:rsid w:val="00AE4BA6"/>
    <w:rPr>
      <w:rFonts w:ascii="Times New Roman" w:hAnsi="Times New Roman"/>
      <w:sz w:val="24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AE4BA6"/>
    <w:pPr>
      <w:shd w:val="clear" w:color="auto" w:fill="FFFFFF"/>
      <w:spacing w:after="0" w:line="312" w:lineRule="exact"/>
      <w:jc w:val="center"/>
    </w:pPr>
    <w:rPr>
      <w:rFonts w:ascii="Times New Roman" w:hAnsi="Times New Roman"/>
      <w:b/>
      <w:sz w:val="23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E4BA6"/>
    <w:pPr>
      <w:shd w:val="clear" w:color="auto" w:fill="FFFFFF"/>
      <w:spacing w:after="0" w:line="307" w:lineRule="exact"/>
      <w:ind w:firstLine="620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65AA5"/>
    <w:rPr>
      <w:rFonts w:cs="Times New Roman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AE4B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77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7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tters.kremlin.ru/recep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385</Words>
  <Characters>2198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2020-12-01T09:10:00Z</cp:lastPrinted>
  <dcterms:created xsi:type="dcterms:W3CDTF">2020-11-30T13:45:00Z</dcterms:created>
  <dcterms:modified xsi:type="dcterms:W3CDTF">2020-12-01T10:51:00Z</dcterms:modified>
</cp:coreProperties>
</file>