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88" w:rsidRPr="00D62AEA" w:rsidRDefault="00943F88" w:rsidP="00D62AEA">
      <w:pPr>
        <w:pStyle w:val="ConsPlusNormal"/>
        <w:widowControl/>
        <w:ind w:left="-284" w:hanging="14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2AEA">
        <w:rPr>
          <w:rFonts w:ascii="Times New Roman" w:hAnsi="Times New Roman" w:cs="Times New Roman"/>
          <w:b/>
          <w:bCs/>
          <w:sz w:val="32"/>
          <w:szCs w:val="32"/>
        </w:rPr>
        <w:t xml:space="preserve"> СОБРАНИЕ ДЕПУТАТОВ</w:t>
      </w:r>
    </w:p>
    <w:p w:rsidR="00943F88" w:rsidRPr="00D62AEA" w:rsidRDefault="00943F88" w:rsidP="00D62AEA">
      <w:pPr>
        <w:pStyle w:val="ConsPlusNormal"/>
        <w:widowControl/>
        <w:ind w:left="-284" w:hanging="14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2AEA">
        <w:rPr>
          <w:rFonts w:ascii="Times New Roman" w:hAnsi="Times New Roman" w:cs="Times New Roman"/>
          <w:b/>
          <w:bCs/>
          <w:sz w:val="32"/>
          <w:szCs w:val="32"/>
        </w:rPr>
        <w:t>СРЕДНЕОЛЬШАНСКОГО СЕЛЬСОВЕТА</w:t>
      </w:r>
    </w:p>
    <w:p w:rsidR="00943F88" w:rsidRPr="00D62AEA" w:rsidRDefault="00943F88" w:rsidP="00D62AEA">
      <w:pPr>
        <w:pStyle w:val="ConsPlusNormal"/>
        <w:widowControl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62AEA">
        <w:rPr>
          <w:rFonts w:ascii="Times New Roman" w:hAnsi="Times New Roman" w:cs="Times New Roman"/>
          <w:b/>
          <w:bCs/>
          <w:sz w:val="32"/>
          <w:szCs w:val="32"/>
        </w:rPr>
        <w:t>ПРИСТЕНСКОГО РАЙОНА КУРСКОЙ ОБЛАСТИ</w:t>
      </w:r>
    </w:p>
    <w:p w:rsidR="00943F88" w:rsidRDefault="00943F88" w:rsidP="00D62AEA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943F88" w:rsidRPr="00D62AEA" w:rsidRDefault="00943F88" w:rsidP="00D62AEA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D62AEA">
        <w:rPr>
          <w:rFonts w:ascii="Times New Roman" w:hAnsi="Times New Roman"/>
          <w:b/>
          <w:sz w:val="32"/>
          <w:szCs w:val="32"/>
        </w:rPr>
        <w:t>РЕШЕНИЕ</w:t>
      </w:r>
    </w:p>
    <w:p w:rsidR="00943F88" w:rsidRPr="00D25BCC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BCC">
        <w:rPr>
          <w:rFonts w:ascii="Times New Roman" w:hAnsi="Times New Roman"/>
          <w:b/>
          <w:sz w:val="28"/>
          <w:szCs w:val="28"/>
        </w:rPr>
        <w:t>от 20 февраля 2019г. № 8</w:t>
      </w:r>
    </w:p>
    <w:p w:rsidR="00943F88" w:rsidRPr="0026447C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943F88" w:rsidRPr="0026447C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6447C">
        <w:rPr>
          <w:rFonts w:ascii="Times New Roman" w:hAnsi="Times New Roman"/>
          <w:b/>
          <w:bCs/>
          <w:sz w:val="28"/>
          <w:szCs w:val="28"/>
        </w:rPr>
        <w:t>Об</w:t>
      </w:r>
      <w:r>
        <w:rPr>
          <w:rFonts w:ascii="Times New Roman" w:hAnsi="Times New Roman"/>
          <w:b/>
          <w:bCs/>
          <w:sz w:val="28"/>
          <w:szCs w:val="28"/>
        </w:rPr>
        <w:t xml:space="preserve"> установлении размера и условий</w:t>
      </w:r>
      <w:r w:rsidRPr="0026447C">
        <w:rPr>
          <w:rFonts w:ascii="Times New Roman" w:hAnsi="Times New Roman"/>
          <w:b/>
          <w:bCs/>
          <w:sz w:val="28"/>
          <w:szCs w:val="28"/>
        </w:rPr>
        <w:t xml:space="preserve"> выплаты</w:t>
      </w:r>
    </w:p>
    <w:p w:rsidR="00943F88" w:rsidRPr="0026447C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6447C">
        <w:rPr>
          <w:rFonts w:ascii="Times New Roman" w:hAnsi="Times New Roman"/>
          <w:b/>
          <w:bCs/>
          <w:sz w:val="28"/>
          <w:szCs w:val="28"/>
        </w:rPr>
        <w:t>ежемесячного денежного вознаграждения Главе</w:t>
      </w:r>
    </w:p>
    <w:p w:rsidR="00943F88" w:rsidRPr="0026447C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6447C">
        <w:rPr>
          <w:rFonts w:ascii="Times New Roman" w:hAnsi="Times New Roman"/>
          <w:b/>
          <w:bCs/>
          <w:sz w:val="28"/>
          <w:szCs w:val="28"/>
        </w:rPr>
        <w:t>Среднеольшанского сельсовета Пристенского района</w:t>
      </w:r>
    </w:p>
    <w:p w:rsidR="00943F88" w:rsidRPr="0026447C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6447C">
        <w:rPr>
          <w:rFonts w:ascii="Times New Roman" w:hAnsi="Times New Roman"/>
          <w:b/>
          <w:bCs/>
          <w:sz w:val="28"/>
          <w:szCs w:val="28"/>
        </w:rPr>
        <w:t>Курской области, осуществляющего полномочия</w:t>
      </w:r>
    </w:p>
    <w:p w:rsidR="00943F88" w:rsidRPr="0026447C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6447C">
        <w:rPr>
          <w:rFonts w:ascii="Times New Roman" w:hAnsi="Times New Roman"/>
          <w:b/>
          <w:bCs/>
          <w:sz w:val="28"/>
          <w:szCs w:val="28"/>
        </w:rPr>
        <w:t xml:space="preserve">выборного должностного лица местного </w:t>
      </w:r>
    </w:p>
    <w:p w:rsidR="00943F88" w:rsidRPr="0026447C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6447C">
        <w:rPr>
          <w:rFonts w:ascii="Times New Roman" w:hAnsi="Times New Roman"/>
          <w:b/>
          <w:bCs/>
          <w:sz w:val="28"/>
          <w:szCs w:val="28"/>
        </w:rPr>
        <w:t>самоуправления на постоянной основе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 октября 2003 года №131-ФЗ</w:t>
      </w:r>
      <w:r w:rsidRPr="00FF28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7" w:history="1">
        <w:r w:rsidRPr="006E7DBD">
          <w:rPr>
            <w:rFonts w:ascii="Times New Roman" w:hAnsi="Times New Roman"/>
            <w:sz w:val="28"/>
            <w:szCs w:val="28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Курской области от 11 декабря </w:t>
      </w:r>
      <w:r w:rsidRPr="006E7DBD">
        <w:rPr>
          <w:rFonts w:ascii="Times New Roman" w:hAnsi="Times New Roman"/>
          <w:sz w:val="28"/>
          <w:szCs w:val="28"/>
        </w:rPr>
        <w:t>1998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6E7DBD">
        <w:rPr>
          <w:rFonts w:ascii="Times New Roman" w:hAnsi="Times New Roman"/>
          <w:sz w:val="28"/>
          <w:szCs w:val="28"/>
        </w:rPr>
        <w:t xml:space="preserve">N 35-ЗКО "О гарантиях осуществления главами муниципальных образований полномочий выборных должностных лиц местного самоуправления на постоянной основе", </w:t>
      </w:r>
      <w:r>
        <w:rPr>
          <w:rFonts w:ascii="Times New Roman" w:hAnsi="Times New Roman"/>
          <w:sz w:val="28"/>
          <w:szCs w:val="28"/>
        </w:rPr>
        <w:t xml:space="preserve"> пунктом 4 статьи 86, пунктом 2 статьи 136 Бюджетного Кодекса Российской Федерации, нормативами формирования расходов на содержание органов местного самоуправления муниципальных образований Курской области на 2019 год, утвержденными постановлением Администрации Курской области от 04.12.2018 №970-па, руководствуясь </w:t>
      </w:r>
      <w:hyperlink r:id="rId8" w:history="1">
        <w:r w:rsidRPr="006E7DBD">
          <w:rPr>
            <w:rFonts w:ascii="Times New Roman" w:hAnsi="Times New Roman"/>
            <w:sz w:val="28"/>
            <w:szCs w:val="28"/>
          </w:rPr>
          <w:t>Уставом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«Среднеольшанский сельсовет» Пристенского района Курской области, СОБРАНИЕ ДЕПУТАТОВ СРЕДНЕОЛЬШАНСКОГО СЕЛЬСОВЕТА ПРИСТЕНСКОГО РАЙОНА КУРСКОЙ ОБЛАСТИ </w:t>
      </w:r>
      <w:r w:rsidRPr="00627528">
        <w:rPr>
          <w:rFonts w:ascii="Times New Roman" w:hAnsi="Times New Roman"/>
          <w:b/>
          <w:sz w:val="28"/>
          <w:szCs w:val="28"/>
        </w:rPr>
        <w:t>РЕШИЛО: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D18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Установить Главе Среднеольшанского сельсовета Пристенского района Курской области, осуществляющего полномочия выборного должностного лица местного самоуправления на постоянной основе (далее – Глава Среднеольшанского сельсовета) ежемесячное денежное вознаграждение в размере 29392 (Двадцать девять тысяч триста девяносто два) рубля.</w:t>
      </w:r>
    </w:p>
    <w:p w:rsidR="00943F88" w:rsidRDefault="00943F88" w:rsidP="001224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Определить, что ежемесячное денежное вознаграждение Главы Среднеольшанского сельсовета, установленное пунктом 1 настоящего решения, включает в себя все виды выплат, причитающиеся Главе Среднеольшанского сельсовета за исполнение полномочий, предусмотренных Уставом муниципального образования «Среднеольшанский сельсовет» Пристенского района Курской области.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Увеличение (индексация) ежемесячного денежного вознаграждения Главы Среднеольшанского сельсовета производится по решению Собрания депутатов Среднеольшанского сельсовета Пристенского района Курской области.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Администрации Среднеольшанского сельсовета Пристенского района Курской области при формировании проекта бюджета муниципального образования «Среднеольшанский сельсовет» Пристенского района Курской области на очередной финансовый год и последующие годы в полном объеме предусматривать средства на выплату ежемесячного денежного вознаграждения Главе Среднеольшанского сельсовета.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Финансирование расходов, связанных с реализацией настоящего решения, осуществлять в пределах средств, предусмотренных в бюджете муниципального образования «Среднеольшанский сельсовет» Пристенского района Курской области.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Иные условия выплаты ежемесячного денежного вознаграждения Главе Среднеольшанского сельсовета, помимо определенных настоящим решением, не применяются.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Признать утратившими силу, решения Собрания депутатов Среднеольшанского сельсовета Пристенского района Курской области: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22 декабря 2017 года №66 «О принятии положения о размере и условиях оплаты труда и гарантиях Главы Среднеольшанского сельсовета Пристенского района Курской области»;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-от 22 декабря 2017 года №68 «О внесении изменений и дополнений в решение Собрания депутатов Среднеольшанского сельсовета Пристенского района Курской области №66 от 22.12.2017г. «О принятии положения о размере и условиях оплаты труда и гарантиях Главы Среднеольшанского сельсовета Пристенского района Курской области»;</w:t>
      </w:r>
    </w:p>
    <w:p w:rsidR="00943F88" w:rsidRPr="0026447C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-от 14 декабря 2018 года №50 «О внесении изменений и дополнений в решение Собрания депутатов Среднеольшанского сельсовета Пристенского района Курской области №66 от 22.10.2017г. «О принятии положения о размере и условиях оплаты труда и гарантиях Главы Среднеольшанского сельсовета Пристенского района Курской области» (в ред. от 22.12.2017г. </w:t>
      </w:r>
      <w:r w:rsidRPr="0026447C">
        <w:rPr>
          <w:rFonts w:ascii="Times New Roman" w:hAnsi="Times New Roman"/>
          <w:sz w:val="28"/>
          <w:szCs w:val="28"/>
        </w:rPr>
        <w:t>№68)»;</w:t>
      </w:r>
    </w:p>
    <w:p w:rsidR="00943F88" w:rsidRPr="0026447C" w:rsidRDefault="00943F88" w:rsidP="003A29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D25BCC">
        <w:rPr>
          <w:rFonts w:ascii="Times New Roman" w:hAnsi="Times New Roman"/>
          <w:sz w:val="28"/>
          <w:szCs w:val="28"/>
        </w:rPr>
        <w:t>- от</w:t>
      </w:r>
      <w:r w:rsidRPr="001224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Pr="00122440">
        <w:rPr>
          <w:rFonts w:ascii="Times New Roman" w:hAnsi="Times New Roman"/>
          <w:sz w:val="28"/>
          <w:szCs w:val="28"/>
        </w:rPr>
        <w:t xml:space="preserve"> ф</w:t>
      </w:r>
      <w:r>
        <w:rPr>
          <w:rFonts w:ascii="Times New Roman" w:hAnsi="Times New Roman"/>
          <w:sz w:val="28"/>
          <w:szCs w:val="28"/>
        </w:rPr>
        <w:t>евраля 2019 года № 7 «</w:t>
      </w:r>
      <w:r w:rsidRPr="0026447C">
        <w:rPr>
          <w:rFonts w:ascii="Times New Roman" w:hAnsi="Times New Roman"/>
          <w:bCs/>
          <w:sz w:val="28"/>
          <w:szCs w:val="28"/>
        </w:rPr>
        <w:t>О внесении изменений в решение Собрания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447C">
        <w:rPr>
          <w:rFonts w:ascii="Times New Roman" w:hAnsi="Times New Roman"/>
          <w:bCs/>
          <w:sz w:val="28"/>
          <w:szCs w:val="28"/>
        </w:rPr>
        <w:t>депутатов Среднеольшанского сельсовета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447C">
        <w:rPr>
          <w:rFonts w:ascii="Times New Roman" w:hAnsi="Times New Roman"/>
          <w:bCs/>
          <w:sz w:val="28"/>
          <w:szCs w:val="28"/>
        </w:rPr>
        <w:t>Пристенского района Курской области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447C">
        <w:rPr>
          <w:rFonts w:ascii="Times New Roman" w:hAnsi="Times New Roman"/>
          <w:bCs/>
          <w:sz w:val="28"/>
          <w:szCs w:val="28"/>
        </w:rPr>
        <w:t>от 22.12.2017 г. №66 «О принятии положения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447C">
        <w:rPr>
          <w:rFonts w:ascii="Times New Roman" w:hAnsi="Times New Roman"/>
          <w:bCs/>
          <w:sz w:val="28"/>
          <w:szCs w:val="28"/>
        </w:rPr>
        <w:t>о размере и ус</w:t>
      </w:r>
      <w:r>
        <w:rPr>
          <w:rFonts w:ascii="Times New Roman" w:hAnsi="Times New Roman"/>
          <w:bCs/>
          <w:sz w:val="28"/>
          <w:szCs w:val="28"/>
        </w:rPr>
        <w:t>ловиях оплаты труда и гарантиях</w:t>
      </w:r>
      <w:r w:rsidRPr="0026447C">
        <w:rPr>
          <w:rFonts w:ascii="Times New Roman" w:hAnsi="Times New Roman"/>
          <w:bCs/>
          <w:sz w:val="28"/>
          <w:szCs w:val="28"/>
        </w:rPr>
        <w:t xml:space="preserve"> Главы Среднеольшанского сельсовета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447C">
        <w:rPr>
          <w:rFonts w:ascii="Times New Roman" w:hAnsi="Times New Roman"/>
          <w:bCs/>
          <w:sz w:val="28"/>
          <w:szCs w:val="28"/>
        </w:rPr>
        <w:t>Пристенского района Курской области»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Настоящее решение вступает в силу со дня его официального опубликования (обнародования).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3F88" w:rsidRPr="00E5146A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45A3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Среднеольшанского сельсовета</w:t>
      </w:r>
    </w:p>
    <w:p w:rsidR="00943F88" w:rsidRPr="008C13A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45A3">
        <w:rPr>
          <w:rFonts w:ascii="Times New Roman" w:hAnsi="Times New Roman"/>
          <w:b/>
          <w:sz w:val="28"/>
          <w:szCs w:val="28"/>
        </w:rPr>
        <w:t>Пристенского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445A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Л.А.Малыхина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43F88" w:rsidRPr="0012009F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</w:t>
      </w:r>
      <w:r w:rsidRPr="0012009F">
        <w:rPr>
          <w:rFonts w:ascii="Times New Roman" w:hAnsi="Times New Roman"/>
          <w:b/>
          <w:sz w:val="28"/>
          <w:szCs w:val="28"/>
        </w:rPr>
        <w:t xml:space="preserve"> Собрания</w:t>
      </w:r>
      <w:r>
        <w:rPr>
          <w:rFonts w:ascii="Times New Roman" w:hAnsi="Times New Roman"/>
          <w:b/>
          <w:sz w:val="28"/>
          <w:szCs w:val="28"/>
        </w:rPr>
        <w:t xml:space="preserve"> депутатов</w:t>
      </w:r>
    </w:p>
    <w:p w:rsidR="00943F8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Среднеольшанского сельсовета</w:t>
      </w:r>
    </w:p>
    <w:p w:rsidR="00943F88" w:rsidRPr="008C13A8" w:rsidRDefault="00943F88" w:rsidP="00D62A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2009F">
        <w:rPr>
          <w:rFonts w:ascii="Times New Roman" w:hAnsi="Times New Roman"/>
          <w:b/>
          <w:sz w:val="28"/>
          <w:szCs w:val="28"/>
        </w:rPr>
        <w:t xml:space="preserve">Пристенского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А.И.Жиров</w:t>
      </w:r>
    </w:p>
    <w:sectPr w:rsidR="00943F88" w:rsidRPr="008C13A8" w:rsidSect="00FD36E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F88" w:rsidRDefault="00943F88" w:rsidP="00D84A8D">
      <w:pPr>
        <w:spacing w:after="0" w:line="240" w:lineRule="auto"/>
      </w:pPr>
      <w:r>
        <w:separator/>
      </w:r>
    </w:p>
  </w:endnote>
  <w:endnote w:type="continuationSeparator" w:id="0">
    <w:p w:rsidR="00943F88" w:rsidRDefault="00943F88" w:rsidP="00D8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F88" w:rsidRDefault="00943F88" w:rsidP="00D84A8D">
      <w:pPr>
        <w:spacing w:after="0" w:line="240" w:lineRule="auto"/>
      </w:pPr>
      <w:r>
        <w:separator/>
      </w:r>
    </w:p>
  </w:footnote>
  <w:footnote w:type="continuationSeparator" w:id="0">
    <w:p w:rsidR="00943F88" w:rsidRDefault="00943F88" w:rsidP="00D84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F88" w:rsidRPr="00FD36E2" w:rsidRDefault="00943F88" w:rsidP="00FD36E2">
    <w:pPr>
      <w:pStyle w:val="Header"/>
      <w:jc w:val="center"/>
      <w:rPr>
        <w:rFonts w:ascii="Times New Roman" w:hAnsi="Times New Roman"/>
        <w:sz w:val="28"/>
      </w:rPr>
    </w:pPr>
    <w:r w:rsidRPr="00FD36E2">
      <w:rPr>
        <w:rFonts w:ascii="Times New Roman" w:hAnsi="Times New Roman"/>
        <w:sz w:val="28"/>
      </w:rPr>
      <w:fldChar w:fldCharType="begin"/>
    </w:r>
    <w:r w:rsidRPr="00FD36E2">
      <w:rPr>
        <w:rFonts w:ascii="Times New Roman" w:hAnsi="Times New Roman"/>
        <w:sz w:val="28"/>
      </w:rPr>
      <w:instrText xml:space="preserve"> PAGE   \* MERGEFORMAT </w:instrText>
    </w:r>
    <w:r w:rsidRPr="00FD36E2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D36E2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C6DE5"/>
    <w:multiLevelType w:val="hybridMultilevel"/>
    <w:tmpl w:val="DB5CEFA0"/>
    <w:lvl w:ilvl="0" w:tplc="68EED8F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5E6525D"/>
    <w:multiLevelType w:val="hybridMultilevel"/>
    <w:tmpl w:val="C1962EF0"/>
    <w:lvl w:ilvl="0" w:tplc="95D80778">
      <w:start w:val="1"/>
      <w:numFmt w:val="decimal"/>
      <w:lvlText w:val="%1)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">
    <w:nsid w:val="29D05B7A"/>
    <w:multiLevelType w:val="hybridMultilevel"/>
    <w:tmpl w:val="842E44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B375F7"/>
    <w:multiLevelType w:val="hybridMultilevel"/>
    <w:tmpl w:val="8BFA98E8"/>
    <w:lvl w:ilvl="0" w:tplc="CCC8C0EA">
      <w:start w:val="2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F6C74B1"/>
    <w:multiLevelType w:val="hybridMultilevel"/>
    <w:tmpl w:val="461E5BD0"/>
    <w:lvl w:ilvl="0" w:tplc="D89A329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3767236F"/>
    <w:multiLevelType w:val="hybridMultilevel"/>
    <w:tmpl w:val="B3B239EA"/>
    <w:lvl w:ilvl="0" w:tplc="6FA21BB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0979A4"/>
    <w:multiLevelType w:val="hybridMultilevel"/>
    <w:tmpl w:val="AF1E7F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513209"/>
    <w:multiLevelType w:val="multilevel"/>
    <w:tmpl w:val="22CEB588"/>
    <w:lvl w:ilvl="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cs="Times New Roman" w:hint="default"/>
      </w:rPr>
    </w:lvl>
  </w:abstractNum>
  <w:abstractNum w:abstractNumId="8">
    <w:nsid w:val="60F304A7"/>
    <w:multiLevelType w:val="hybridMultilevel"/>
    <w:tmpl w:val="8D766AB6"/>
    <w:lvl w:ilvl="0" w:tplc="934AF2F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619139A8"/>
    <w:multiLevelType w:val="hybridMultilevel"/>
    <w:tmpl w:val="AF1E7F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DC020A"/>
    <w:multiLevelType w:val="hybridMultilevel"/>
    <w:tmpl w:val="9198FF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0F2436"/>
    <w:multiLevelType w:val="hybridMultilevel"/>
    <w:tmpl w:val="9198FF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11"/>
  </w:num>
  <w:num w:numId="8">
    <w:abstractNumId w:val="9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6BF1"/>
    <w:rsid w:val="000008C6"/>
    <w:rsid w:val="00000DAA"/>
    <w:rsid w:val="00000F0F"/>
    <w:rsid w:val="00001D5D"/>
    <w:rsid w:val="00001EC4"/>
    <w:rsid w:val="00002B44"/>
    <w:rsid w:val="000032EB"/>
    <w:rsid w:val="00003ADE"/>
    <w:rsid w:val="000043AD"/>
    <w:rsid w:val="0000480B"/>
    <w:rsid w:val="00004851"/>
    <w:rsid w:val="000066CE"/>
    <w:rsid w:val="0000717B"/>
    <w:rsid w:val="0000744C"/>
    <w:rsid w:val="00007DA7"/>
    <w:rsid w:val="00010328"/>
    <w:rsid w:val="000123FF"/>
    <w:rsid w:val="00012830"/>
    <w:rsid w:val="00012AA0"/>
    <w:rsid w:val="00013C63"/>
    <w:rsid w:val="00013F32"/>
    <w:rsid w:val="00015037"/>
    <w:rsid w:val="0001685F"/>
    <w:rsid w:val="00016CC0"/>
    <w:rsid w:val="00017CDD"/>
    <w:rsid w:val="000224B4"/>
    <w:rsid w:val="0002523E"/>
    <w:rsid w:val="0002596D"/>
    <w:rsid w:val="00026CD4"/>
    <w:rsid w:val="00027740"/>
    <w:rsid w:val="000279E5"/>
    <w:rsid w:val="00030153"/>
    <w:rsid w:val="00030195"/>
    <w:rsid w:val="000301D2"/>
    <w:rsid w:val="00030421"/>
    <w:rsid w:val="00032B73"/>
    <w:rsid w:val="00032E50"/>
    <w:rsid w:val="00035A98"/>
    <w:rsid w:val="00036255"/>
    <w:rsid w:val="000362F2"/>
    <w:rsid w:val="00036EFF"/>
    <w:rsid w:val="00040146"/>
    <w:rsid w:val="0004031B"/>
    <w:rsid w:val="00041294"/>
    <w:rsid w:val="000421A9"/>
    <w:rsid w:val="00042C88"/>
    <w:rsid w:val="000437F6"/>
    <w:rsid w:val="00043888"/>
    <w:rsid w:val="0004434C"/>
    <w:rsid w:val="00046680"/>
    <w:rsid w:val="0004718F"/>
    <w:rsid w:val="00050017"/>
    <w:rsid w:val="00050077"/>
    <w:rsid w:val="0005097C"/>
    <w:rsid w:val="00050A9A"/>
    <w:rsid w:val="000515BB"/>
    <w:rsid w:val="00051674"/>
    <w:rsid w:val="00051B99"/>
    <w:rsid w:val="00051DB2"/>
    <w:rsid w:val="00052A84"/>
    <w:rsid w:val="00053A7C"/>
    <w:rsid w:val="0005481A"/>
    <w:rsid w:val="00054E36"/>
    <w:rsid w:val="000550B7"/>
    <w:rsid w:val="00055794"/>
    <w:rsid w:val="000562FC"/>
    <w:rsid w:val="0005682C"/>
    <w:rsid w:val="000569DC"/>
    <w:rsid w:val="000571EB"/>
    <w:rsid w:val="00057F17"/>
    <w:rsid w:val="0006043C"/>
    <w:rsid w:val="00061CD1"/>
    <w:rsid w:val="000630A2"/>
    <w:rsid w:val="0006468A"/>
    <w:rsid w:val="000657FB"/>
    <w:rsid w:val="00065F5B"/>
    <w:rsid w:val="00066804"/>
    <w:rsid w:val="0006692E"/>
    <w:rsid w:val="00067753"/>
    <w:rsid w:val="00067A79"/>
    <w:rsid w:val="00067E00"/>
    <w:rsid w:val="00070297"/>
    <w:rsid w:val="000710B3"/>
    <w:rsid w:val="00071144"/>
    <w:rsid w:val="00071464"/>
    <w:rsid w:val="000729E2"/>
    <w:rsid w:val="000734D6"/>
    <w:rsid w:val="000744CD"/>
    <w:rsid w:val="00075D0E"/>
    <w:rsid w:val="0007682D"/>
    <w:rsid w:val="00076C1F"/>
    <w:rsid w:val="00076DBA"/>
    <w:rsid w:val="0007728C"/>
    <w:rsid w:val="0007791D"/>
    <w:rsid w:val="00080313"/>
    <w:rsid w:val="00081110"/>
    <w:rsid w:val="00081579"/>
    <w:rsid w:val="00081619"/>
    <w:rsid w:val="00081B55"/>
    <w:rsid w:val="000826A5"/>
    <w:rsid w:val="00083387"/>
    <w:rsid w:val="000857DD"/>
    <w:rsid w:val="00085B35"/>
    <w:rsid w:val="00090F49"/>
    <w:rsid w:val="00091338"/>
    <w:rsid w:val="00091564"/>
    <w:rsid w:val="000935BD"/>
    <w:rsid w:val="000953CE"/>
    <w:rsid w:val="00096813"/>
    <w:rsid w:val="00097151"/>
    <w:rsid w:val="0009737D"/>
    <w:rsid w:val="000A0BDF"/>
    <w:rsid w:val="000A16C1"/>
    <w:rsid w:val="000A1F9D"/>
    <w:rsid w:val="000A4D7F"/>
    <w:rsid w:val="000A58AE"/>
    <w:rsid w:val="000A6E75"/>
    <w:rsid w:val="000A7802"/>
    <w:rsid w:val="000A7D10"/>
    <w:rsid w:val="000B04A3"/>
    <w:rsid w:val="000B1536"/>
    <w:rsid w:val="000B2628"/>
    <w:rsid w:val="000B2BA2"/>
    <w:rsid w:val="000B32EA"/>
    <w:rsid w:val="000B3C34"/>
    <w:rsid w:val="000B45A8"/>
    <w:rsid w:val="000B4853"/>
    <w:rsid w:val="000B4860"/>
    <w:rsid w:val="000B494D"/>
    <w:rsid w:val="000B56A3"/>
    <w:rsid w:val="000B5E73"/>
    <w:rsid w:val="000B6123"/>
    <w:rsid w:val="000B6470"/>
    <w:rsid w:val="000B6472"/>
    <w:rsid w:val="000B6BF1"/>
    <w:rsid w:val="000B7AE1"/>
    <w:rsid w:val="000B7FA6"/>
    <w:rsid w:val="000C0522"/>
    <w:rsid w:val="000C3674"/>
    <w:rsid w:val="000C3763"/>
    <w:rsid w:val="000C3E8D"/>
    <w:rsid w:val="000C41E9"/>
    <w:rsid w:val="000C4AA8"/>
    <w:rsid w:val="000C58FA"/>
    <w:rsid w:val="000C66D3"/>
    <w:rsid w:val="000C7BD2"/>
    <w:rsid w:val="000D0524"/>
    <w:rsid w:val="000D0653"/>
    <w:rsid w:val="000D10D0"/>
    <w:rsid w:val="000D17AF"/>
    <w:rsid w:val="000D2726"/>
    <w:rsid w:val="000D2A5A"/>
    <w:rsid w:val="000D4745"/>
    <w:rsid w:val="000D5E5F"/>
    <w:rsid w:val="000D6904"/>
    <w:rsid w:val="000D789E"/>
    <w:rsid w:val="000D7961"/>
    <w:rsid w:val="000E138E"/>
    <w:rsid w:val="000E1DE9"/>
    <w:rsid w:val="000E28E6"/>
    <w:rsid w:val="000E2A53"/>
    <w:rsid w:val="000E3F81"/>
    <w:rsid w:val="000E4302"/>
    <w:rsid w:val="000E44A9"/>
    <w:rsid w:val="000E48F3"/>
    <w:rsid w:val="000E5457"/>
    <w:rsid w:val="000E797D"/>
    <w:rsid w:val="000F15F0"/>
    <w:rsid w:val="000F3F59"/>
    <w:rsid w:val="000F483C"/>
    <w:rsid w:val="000F568C"/>
    <w:rsid w:val="000F7203"/>
    <w:rsid w:val="000F74A0"/>
    <w:rsid w:val="000F7661"/>
    <w:rsid w:val="00100C2F"/>
    <w:rsid w:val="00100CC6"/>
    <w:rsid w:val="00100E3D"/>
    <w:rsid w:val="00101493"/>
    <w:rsid w:val="00102017"/>
    <w:rsid w:val="00102A00"/>
    <w:rsid w:val="00102AB4"/>
    <w:rsid w:val="00103C7A"/>
    <w:rsid w:val="00104336"/>
    <w:rsid w:val="00104882"/>
    <w:rsid w:val="001055D4"/>
    <w:rsid w:val="00105BE8"/>
    <w:rsid w:val="001062EC"/>
    <w:rsid w:val="001062FA"/>
    <w:rsid w:val="00107002"/>
    <w:rsid w:val="00107B8D"/>
    <w:rsid w:val="001113B0"/>
    <w:rsid w:val="00111CA7"/>
    <w:rsid w:val="00111F8A"/>
    <w:rsid w:val="00112315"/>
    <w:rsid w:val="00112987"/>
    <w:rsid w:val="00112DD4"/>
    <w:rsid w:val="001130E1"/>
    <w:rsid w:val="00114B23"/>
    <w:rsid w:val="00115690"/>
    <w:rsid w:val="00115C13"/>
    <w:rsid w:val="0011672A"/>
    <w:rsid w:val="001169A7"/>
    <w:rsid w:val="00116EB0"/>
    <w:rsid w:val="00117B3D"/>
    <w:rsid w:val="0012009F"/>
    <w:rsid w:val="0012091F"/>
    <w:rsid w:val="00121897"/>
    <w:rsid w:val="00122440"/>
    <w:rsid w:val="001224A5"/>
    <w:rsid w:val="00122595"/>
    <w:rsid w:val="00122969"/>
    <w:rsid w:val="00123007"/>
    <w:rsid w:val="00124773"/>
    <w:rsid w:val="00124B13"/>
    <w:rsid w:val="00124DAA"/>
    <w:rsid w:val="00125D2F"/>
    <w:rsid w:val="00125E1B"/>
    <w:rsid w:val="001326C1"/>
    <w:rsid w:val="001335A8"/>
    <w:rsid w:val="001349A2"/>
    <w:rsid w:val="00134EF0"/>
    <w:rsid w:val="0013573B"/>
    <w:rsid w:val="001357FB"/>
    <w:rsid w:val="00135B07"/>
    <w:rsid w:val="00136F01"/>
    <w:rsid w:val="0014048B"/>
    <w:rsid w:val="001411BD"/>
    <w:rsid w:val="00141AD8"/>
    <w:rsid w:val="00141F25"/>
    <w:rsid w:val="00142A07"/>
    <w:rsid w:val="001437B4"/>
    <w:rsid w:val="00143B47"/>
    <w:rsid w:val="001443F4"/>
    <w:rsid w:val="001446EF"/>
    <w:rsid w:val="001462A3"/>
    <w:rsid w:val="00146984"/>
    <w:rsid w:val="00147210"/>
    <w:rsid w:val="001507B3"/>
    <w:rsid w:val="001507DD"/>
    <w:rsid w:val="001508E9"/>
    <w:rsid w:val="001521AC"/>
    <w:rsid w:val="001525DE"/>
    <w:rsid w:val="0015386A"/>
    <w:rsid w:val="00153D09"/>
    <w:rsid w:val="00153D44"/>
    <w:rsid w:val="00154598"/>
    <w:rsid w:val="00154812"/>
    <w:rsid w:val="0015573A"/>
    <w:rsid w:val="00155CDE"/>
    <w:rsid w:val="00156C94"/>
    <w:rsid w:val="001574A0"/>
    <w:rsid w:val="00157F5A"/>
    <w:rsid w:val="00160134"/>
    <w:rsid w:val="00160AC4"/>
    <w:rsid w:val="00162283"/>
    <w:rsid w:val="00163A5D"/>
    <w:rsid w:val="001649B5"/>
    <w:rsid w:val="0016511A"/>
    <w:rsid w:val="0016646C"/>
    <w:rsid w:val="00166D65"/>
    <w:rsid w:val="00167382"/>
    <w:rsid w:val="0016763A"/>
    <w:rsid w:val="0017026E"/>
    <w:rsid w:val="001705D7"/>
    <w:rsid w:val="00170D6F"/>
    <w:rsid w:val="0017115C"/>
    <w:rsid w:val="0017119D"/>
    <w:rsid w:val="00172217"/>
    <w:rsid w:val="0017281A"/>
    <w:rsid w:val="00172F24"/>
    <w:rsid w:val="001731A7"/>
    <w:rsid w:val="00173E31"/>
    <w:rsid w:val="00173EC2"/>
    <w:rsid w:val="00174143"/>
    <w:rsid w:val="0017439D"/>
    <w:rsid w:val="0017446C"/>
    <w:rsid w:val="00174856"/>
    <w:rsid w:val="00174A9C"/>
    <w:rsid w:val="001750CE"/>
    <w:rsid w:val="00175DBC"/>
    <w:rsid w:val="001767B6"/>
    <w:rsid w:val="0018042D"/>
    <w:rsid w:val="001806C5"/>
    <w:rsid w:val="001819EF"/>
    <w:rsid w:val="0018276D"/>
    <w:rsid w:val="001829D7"/>
    <w:rsid w:val="00183B8D"/>
    <w:rsid w:val="00183DE1"/>
    <w:rsid w:val="001844F8"/>
    <w:rsid w:val="00184ECC"/>
    <w:rsid w:val="001850F1"/>
    <w:rsid w:val="00185842"/>
    <w:rsid w:val="00185909"/>
    <w:rsid w:val="00185B12"/>
    <w:rsid w:val="00187603"/>
    <w:rsid w:val="00187DBB"/>
    <w:rsid w:val="00190689"/>
    <w:rsid w:val="00190986"/>
    <w:rsid w:val="00191224"/>
    <w:rsid w:val="00191A53"/>
    <w:rsid w:val="0019212D"/>
    <w:rsid w:val="00192CA1"/>
    <w:rsid w:val="00193ABD"/>
    <w:rsid w:val="00194779"/>
    <w:rsid w:val="00195848"/>
    <w:rsid w:val="00197FBD"/>
    <w:rsid w:val="001A1396"/>
    <w:rsid w:val="001A15B6"/>
    <w:rsid w:val="001A1FE7"/>
    <w:rsid w:val="001A26A9"/>
    <w:rsid w:val="001A310C"/>
    <w:rsid w:val="001A3531"/>
    <w:rsid w:val="001A378B"/>
    <w:rsid w:val="001A610F"/>
    <w:rsid w:val="001B0010"/>
    <w:rsid w:val="001B15DE"/>
    <w:rsid w:val="001B1973"/>
    <w:rsid w:val="001B1FB4"/>
    <w:rsid w:val="001B27DE"/>
    <w:rsid w:val="001B2BE4"/>
    <w:rsid w:val="001B2D8A"/>
    <w:rsid w:val="001B3590"/>
    <w:rsid w:val="001B387D"/>
    <w:rsid w:val="001B6F7D"/>
    <w:rsid w:val="001B7F4C"/>
    <w:rsid w:val="001C0A0F"/>
    <w:rsid w:val="001C0E7A"/>
    <w:rsid w:val="001C10F0"/>
    <w:rsid w:val="001C20EF"/>
    <w:rsid w:val="001C228A"/>
    <w:rsid w:val="001C3014"/>
    <w:rsid w:val="001C3BBD"/>
    <w:rsid w:val="001C449F"/>
    <w:rsid w:val="001C4875"/>
    <w:rsid w:val="001C511E"/>
    <w:rsid w:val="001C5BE2"/>
    <w:rsid w:val="001C5E40"/>
    <w:rsid w:val="001C6EBF"/>
    <w:rsid w:val="001C7652"/>
    <w:rsid w:val="001C7850"/>
    <w:rsid w:val="001D1FE7"/>
    <w:rsid w:val="001D2806"/>
    <w:rsid w:val="001D5583"/>
    <w:rsid w:val="001D60AF"/>
    <w:rsid w:val="001D61E7"/>
    <w:rsid w:val="001D6AB8"/>
    <w:rsid w:val="001D6C61"/>
    <w:rsid w:val="001D72D9"/>
    <w:rsid w:val="001E07D3"/>
    <w:rsid w:val="001E1690"/>
    <w:rsid w:val="001E2146"/>
    <w:rsid w:val="001E3411"/>
    <w:rsid w:val="001E4758"/>
    <w:rsid w:val="001E52F6"/>
    <w:rsid w:val="001E5400"/>
    <w:rsid w:val="001E60D4"/>
    <w:rsid w:val="001E6320"/>
    <w:rsid w:val="001E77BC"/>
    <w:rsid w:val="001F277B"/>
    <w:rsid w:val="001F30B9"/>
    <w:rsid w:val="001F3262"/>
    <w:rsid w:val="001F33EB"/>
    <w:rsid w:val="001F4A83"/>
    <w:rsid w:val="001F5871"/>
    <w:rsid w:val="001F6124"/>
    <w:rsid w:val="001F64F3"/>
    <w:rsid w:val="001F654B"/>
    <w:rsid w:val="001F6751"/>
    <w:rsid w:val="001F6B0E"/>
    <w:rsid w:val="001F6B0F"/>
    <w:rsid w:val="001F7782"/>
    <w:rsid w:val="0020081B"/>
    <w:rsid w:val="00201228"/>
    <w:rsid w:val="00201E0E"/>
    <w:rsid w:val="002020B5"/>
    <w:rsid w:val="002025D3"/>
    <w:rsid w:val="00204C62"/>
    <w:rsid w:val="00204D6F"/>
    <w:rsid w:val="0020511B"/>
    <w:rsid w:val="00205162"/>
    <w:rsid w:val="00206C0F"/>
    <w:rsid w:val="00207A7E"/>
    <w:rsid w:val="00211A54"/>
    <w:rsid w:val="00211D91"/>
    <w:rsid w:val="0021219A"/>
    <w:rsid w:val="00212D66"/>
    <w:rsid w:val="0021387E"/>
    <w:rsid w:val="00214079"/>
    <w:rsid w:val="00214B04"/>
    <w:rsid w:val="0021529F"/>
    <w:rsid w:val="002167F8"/>
    <w:rsid w:val="00216FC0"/>
    <w:rsid w:val="002173D2"/>
    <w:rsid w:val="00217ECF"/>
    <w:rsid w:val="002205BC"/>
    <w:rsid w:val="00220A1D"/>
    <w:rsid w:val="00220B78"/>
    <w:rsid w:val="00221D70"/>
    <w:rsid w:val="002220D2"/>
    <w:rsid w:val="0022219E"/>
    <w:rsid w:val="00222D94"/>
    <w:rsid w:val="00223539"/>
    <w:rsid w:val="0022405F"/>
    <w:rsid w:val="00224B5F"/>
    <w:rsid w:val="00225669"/>
    <w:rsid w:val="0022591C"/>
    <w:rsid w:val="00226C2F"/>
    <w:rsid w:val="002302B8"/>
    <w:rsid w:val="00230C32"/>
    <w:rsid w:val="00230EF9"/>
    <w:rsid w:val="00231900"/>
    <w:rsid w:val="00231F17"/>
    <w:rsid w:val="00232189"/>
    <w:rsid w:val="002335FF"/>
    <w:rsid w:val="0023419B"/>
    <w:rsid w:val="0023453A"/>
    <w:rsid w:val="00234734"/>
    <w:rsid w:val="00234813"/>
    <w:rsid w:val="00235FAF"/>
    <w:rsid w:val="002365B6"/>
    <w:rsid w:val="00236FE0"/>
    <w:rsid w:val="00237675"/>
    <w:rsid w:val="002403A6"/>
    <w:rsid w:val="00240F61"/>
    <w:rsid w:val="0024113F"/>
    <w:rsid w:val="002414E6"/>
    <w:rsid w:val="00242B4D"/>
    <w:rsid w:val="00243139"/>
    <w:rsid w:val="00243B6F"/>
    <w:rsid w:val="00244DE5"/>
    <w:rsid w:val="00245408"/>
    <w:rsid w:val="0024616C"/>
    <w:rsid w:val="00247909"/>
    <w:rsid w:val="00247A21"/>
    <w:rsid w:val="002502E9"/>
    <w:rsid w:val="00250AD2"/>
    <w:rsid w:val="00251B6C"/>
    <w:rsid w:val="00251C27"/>
    <w:rsid w:val="00252849"/>
    <w:rsid w:val="00253119"/>
    <w:rsid w:val="00253594"/>
    <w:rsid w:val="00253E30"/>
    <w:rsid w:val="00254115"/>
    <w:rsid w:val="00254ACC"/>
    <w:rsid w:val="00255580"/>
    <w:rsid w:val="00256E57"/>
    <w:rsid w:val="00257A10"/>
    <w:rsid w:val="00261515"/>
    <w:rsid w:val="00262BF8"/>
    <w:rsid w:val="0026447C"/>
    <w:rsid w:val="00265F4D"/>
    <w:rsid w:val="0026621F"/>
    <w:rsid w:val="00270039"/>
    <w:rsid w:val="00270515"/>
    <w:rsid w:val="00270AAF"/>
    <w:rsid w:val="002710C8"/>
    <w:rsid w:val="002714E8"/>
    <w:rsid w:val="00271DC0"/>
    <w:rsid w:val="00271E1E"/>
    <w:rsid w:val="00272CEC"/>
    <w:rsid w:val="00273018"/>
    <w:rsid w:val="002737FE"/>
    <w:rsid w:val="00273A8F"/>
    <w:rsid w:val="00273CD8"/>
    <w:rsid w:val="00274BE8"/>
    <w:rsid w:val="00274F73"/>
    <w:rsid w:val="00275BE9"/>
    <w:rsid w:val="00275DEC"/>
    <w:rsid w:val="00276297"/>
    <w:rsid w:val="00276AB4"/>
    <w:rsid w:val="002810DA"/>
    <w:rsid w:val="0028120C"/>
    <w:rsid w:val="002813F1"/>
    <w:rsid w:val="0028188C"/>
    <w:rsid w:val="002820B1"/>
    <w:rsid w:val="00282C4D"/>
    <w:rsid w:val="00283264"/>
    <w:rsid w:val="002842C1"/>
    <w:rsid w:val="002848A8"/>
    <w:rsid w:val="002853B8"/>
    <w:rsid w:val="00286818"/>
    <w:rsid w:val="00287C0B"/>
    <w:rsid w:val="0029005A"/>
    <w:rsid w:val="0029042C"/>
    <w:rsid w:val="002904ED"/>
    <w:rsid w:val="002910AF"/>
    <w:rsid w:val="00291478"/>
    <w:rsid w:val="002920A5"/>
    <w:rsid w:val="00292266"/>
    <w:rsid w:val="00292A8E"/>
    <w:rsid w:val="00293FC5"/>
    <w:rsid w:val="00294ACF"/>
    <w:rsid w:val="00295549"/>
    <w:rsid w:val="00295581"/>
    <w:rsid w:val="00296644"/>
    <w:rsid w:val="00297824"/>
    <w:rsid w:val="00297E0C"/>
    <w:rsid w:val="002A0123"/>
    <w:rsid w:val="002A07E9"/>
    <w:rsid w:val="002A13F1"/>
    <w:rsid w:val="002A1C39"/>
    <w:rsid w:val="002A29F1"/>
    <w:rsid w:val="002A2C82"/>
    <w:rsid w:val="002A2F19"/>
    <w:rsid w:val="002A3241"/>
    <w:rsid w:val="002A3A31"/>
    <w:rsid w:val="002A3F38"/>
    <w:rsid w:val="002A4C79"/>
    <w:rsid w:val="002A4D37"/>
    <w:rsid w:val="002A5079"/>
    <w:rsid w:val="002A56C8"/>
    <w:rsid w:val="002A5702"/>
    <w:rsid w:val="002A5BEF"/>
    <w:rsid w:val="002A6380"/>
    <w:rsid w:val="002A7F05"/>
    <w:rsid w:val="002B02AB"/>
    <w:rsid w:val="002B036C"/>
    <w:rsid w:val="002B0CA8"/>
    <w:rsid w:val="002B0D98"/>
    <w:rsid w:val="002B1688"/>
    <w:rsid w:val="002B31D1"/>
    <w:rsid w:val="002B32AB"/>
    <w:rsid w:val="002B3F55"/>
    <w:rsid w:val="002B412C"/>
    <w:rsid w:val="002B46F1"/>
    <w:rsid w:val="002B5F4F"/>
    <w:rsid w:val="002B6741"/>
    <w:rsid w:val="002B6A54"/>
    <w:rsid w:val="002B6F87"/>
    <w:rsid w:val="002B7C90"/>
    <w:rsid w:val="002C028F"/>
    <w:rsid w:val="002C0E20"/>
    <w:rsid w:val="002C2BC9"/>
    <w:rsid w:val="002C4DAA"/>
    <w:rsid w:val="002C4E27"/>
    <w:rsid w:val="002C53BF"/>
    <w:rsid w:val="002C54D4"/>
    <w:rsid w:val="002C69AD"/>
    <w:rsid w:val="002C7A79"/>
    <w:rsid w:val="002C7C11"/>
    <w:rsid w:val="002D0240"/>
    <w:rsid w:val="002D063C"/>
    <w:rsid w:val="002D187D"/>
    <w:rsid w:val="002D30EC"/>
    <w:rsid w:val="002D3300"/>
    <w:rsid w:val="002D3898"/>
    <w:rsid w:val="002D4E32"/>
    <w:rsid w:val="002D51D6"/>
    <w:rsid w:val="002D5FBD"/>
    <w:rsid w:val="002D6055"/>
    <w:rsid w:val="002D610F"/>
    <w:rsid w:val="002D683C"/>
    <w:rsid w:val="002D69DF"/>
    <w:rsid w:val="002D6C51"/>
    <w:rsid w:val="002E02C9"/>
    <w:rsid w:val="002E10FA"/>
    <w:rsid w:val="002E1C24"/>
    <w:rsid w:val="002E2D17"/>
    <w:rsid w:val="002E5461"/>
    <w:rsid w:val="002E5539"/>
    <w:rsid w:val="002E6E21"/>
    <w:rsid w:val="002E7114"/>
    <w:rsid w:val="002E7246"/>
    <w:rsid w:val="002E7811"/>
    <w:rsid w:val="002F0BBC"/>
    <w:rsid w:val="002F3AE7"/>
    <w:rsid w:val="002F3FAB"/>
    <w:rsid w:val="002F5C4C"/>
    <w:rsid w:val="002F65D1"/>
    <w:rsid w:val="002F6F31"/>
    <w:rsid w:val="002F7C3B"/>
    <w:rsid w:val="002F7F82"/>
    <w:rsid w:val="00300F2C"/>
    <w:rsid w:val="003022D9"/>
    <w:rsid w:val="00302C65"/>
    <w:rsid w:val="00303472"/>
    <w:rsid w:val="00304106"/>
    <w:rsid w:val="00304CEB"/>
    <w:rsid w:val="003057A4"/>
    <w:rsid w:val="00305D8B"/>
    <w:rsid w:val="00305E37"/>
    <w:rsid w:val="00306994"/>
    <w:rsid w:val="0030739F"/>
    <w:rsid w:val="00307882"/>
    <w:rsid w:val="003110F2"/>
    <w:rsid w:val="00311F28"/>
    <w:rsid w:val="00312665"/>
    <w:rsid w:val="00312719"/>
    <w:rsid w:val="00312CE4"/>
    <w:rsid w:val="00313602"/>
    <w:rsid w:val="00313956"/>
    <w:rsid w:val="00313E0B"/>
    <w:rsid w:val="00314F69"/>
    <w:rsid w:val="003160D7"/>
    <w:rsid w:val="00316386"/>
    <w:rsid w:val="003166B1"/>
    <w:rsid w:val="00320706"/>
    <w:rsid w:val="00320FC7"/>
    <w:rsid w:val="0032124E"/>
    <w:rsid w:val="0032444F"/>
    <w:rsid w:val="003253F8"/>
    <w:rsid w:val="00325684"/>
    <w:rsid w:val="003259DE"/>
    <w:rsid w:val="00325B35"/>
    <w:rsid w:val="00325CB5"/>
    <w:rsid w:val="00326E4F"/>
    <w:rsid w:val="00330423"/>
    <w:rsid w:val="00330B8B"/>
    <w:rsid w:val="00330E45"/>
    <w:rsid w:val="003312C1"/>
    <w:rsid w:val="0033231F"/>
    <w:rsid w:val="00332369"/>
    <w:rsid w:val="00334DF1"/>
    <w:rsid w:val="00335064"/>
    <w:rsid w:val="003350A0"/>
    <w:rsid w:val="0033591D"/>
    <w:rsid w:val="00336600"/>
    <w:rsid w:val="0033684E"/>
    <w:rsid w:val="00336CAC"/>
    <w:rsid w:val="003378C6"/>
    <w:rsid w:val="00340137"/>
    <w:rsid w:val="00341175"/>
    <w:rsid w:val="00341A7F"/>
    <w:rsid w:val="003421CA"/>
    <w:rsid w:val="00342A24"/>
    <w:rsid w:val="003431E2"/>
    <w:rsid w:val="00345AF8"/>
    <w:rsid w:val="00345EEE"/>
    <w:rsid w:val="0034660C"/>
    <w:rsid w:val="00346B86"/>
    <w:rsid w:val="00347AE9"/>
    <w:rsid w:val="00350A68"/>
    <w:rsid w:val="00353909"/>
    <w:rsid w:val="003546B3"/>
    <w:rsid w:val="00354BB0"/>
    <w:rsid w:val="003579F2"/>
    <w:rsid w:val="00361019"/>
    <w:rsid w:val="00362563"/>
    <w:rsid w:val="003629EF"/>
    <w:rsid w:val="0036363A"/>
    <w:rsid w:val="003651A9"/>
    <w:rsid w:val="003654F1"/>
    <w:rsid w:val="0036615A"/>
    <w:rsid w:val="00367E38"/>
    <w:rsid w:val="00367E8A"/>
    <w:rsid w:val="0037058F"/>
    <w:rsid w:val="00372647"/>
    <w:rsid w:val="003730DE"/>
    <w:rsid w:val="003735C2"/>
    <w:rsid w:val="00373B84"/>
    <w:rsid w:val="00373ED2"/>
    <w:rsid w:val="00374E45"/>
    <w:rsid w:val="0037504E"/>
    <w:rsid w:val="003760FD"/>
    <w:rsid w:val="00376854"/>
    <w:rsid w:val="0037737D"/>
    <w:rsid w:val="00377955"/>
    <w:rsid w:val="003779E3"/>
    <w:rsid w:val="00377D4A"/>
    <w:rsid w:val="00377DE7"/>
    <w:rsid w:val="00381947"/>
    <w:rsid w:val="003828BF"/>
    <w:rsid w:val="0038312E"/>
    <w:rsid w:val="00384202"/>
    <w:rsid w:val="003845D4"/>
    <w:rsid w:val="0038470A"/>
    <w:rsid w:val="00384D37"/>
    <w:rsid w:val="00385FD8"/>
    <w:rsid w:val="00386215"/>
    <w:rsid w:val="00386D4E"/>
    <w:rsid w:val="00387418"/>
    <w:rsid w:val="00387732"/>
    <w:rsid w:val="00387ADD"/>
    <w:rsid w:val="00390D52"/>
    <w:rsid w:val="00391DCF"/>
    <w:rsid w:val="00392A03"/>
    <w:rsid w:val="00392E27"/>
    <w:rsid w:val="00393C3A"/>
    <w:rsid w:val="003948C5"/>
    <w:rsid w:val="00394ED5"/>
    <w:rsid w:val="003954AF"/>
    <w:rsid w:val="00395C05"/>
    <w:rsid w:val="00395C87"/>
    <w:rsid w:val="00396DAC"/>
    <w:rsid w:val="00397206"/>
    <w:rsid w:val="003A0B96"/>
    <w:rsid w:val="003A132E"/>
    <w:rsid w:val="003A1531"/>
    <w:rsid w:val="003A275C"/>
    <w:rsid w:val="003A2922"/>
    <w:rsid w:val="003A34D0"/>
    <w:rsid w:val="003A3DC1"/>
    <w:rsid w:val="003A48A8"/>
    <w:rsid w:val="003A5228"/>
    <w:rsid w:val="003A53DE"/>
    <w:rsid w:val="003A6732"/>
    <w:rsid w:val="003A7496"/>
    <w:rsid w:val="003B01C8"/>
    <w:rsid w:val="003B11D2"/>
    <w:rsid w:val="003B1915"/>
    <w:rsid w:val="003B440E"/>
    <w:rsid w:val="003B483B"/>
    <w:rsid w:val="003B6D8E"/>
    <w:rsid w:val="003B74F6"/>
    <w:rsid w:val="003B7583"/>
    <w:rsid w:val="003B782B"/>
    <w:rsid w:val="003B7E4B"/>
    <w:rsid w:val="003C0282"/>
    <w:rsid w:val="003C0484"/>
    <w:rsid w:val="003C0CD8"/>
    <w:rsid w:val="003C27E2"/>
    <w:rsid w:val="003C2AA4"/>
    <w:rsid w:val="003C2B70"/>
    <w:rsid w:val="003C3E3F"/>
    <w:rsid w:val="003C7006"/>
    <w:rsid w:val="003C77EF"/>
    <w:rsid w:val="003C7957"/>
    <w:rsid w:val="003C7D38"/>
    <w:rsid w:val="003D2D91"/>
    <w:rsid w:val="003D2F3E"/>
    <w:rsid w:val="003D3B3C"/>
    <w:rsid w:val="003D42EE"/>
    <w:rsid w:val="003D4F97"/>
    <w:rsid w:val="003D50B3"/>
    <w:rsid w:val="003D51C4"/>
    <w:rsid w:val="003D5CE2"/>
    <w:rsid w:val="003D6357"/>
    <w:rsid w:val="003D64ED"/>
    <w:rsid w:val="003D65CB"/>
    <w:rsid w:val="003D709E"/>
    <w:rsid w:val="003E10C2"/>
    <w:rsid w:val="003E1DFC"/>
    <w:rsid w:val="003E1EFE"/>
    <w:rsid w:val="003E2600"/>
    <w:rsid w:val="003E2C8C"/>
    <w:rsid w:val="003E4A4C"/>
    <w:rsid w:val="003E4D74"/>
    <w:rsid w:val="003E5415"/>
    <w:rsid w:val="003E64A8"/>
    <w:rsid w:val="003F1E2D"/>
    <w:rsid w:val="003F3397"/>
    <w:rsid w:val="003F47DD"/>
    <w:rsid w:val="003F5057"/>
    <w:rsid w:val="003F5FFD"/>
    <w:rsid w:val="003F6FA8"/>
    <w:rsid w:val="003F7146"/>
    <w:rsid w:val="00400B77"/>
    <w:rsid w:val="00401B66"/>
    <w:rsid w:val="00404E82"/>
    <w:rsid w:val="0040535E"/>
    <w:rsid w:val="00405B29"/>
    <w:rsid w:val="00405BDB"/>
    <w:rsid w:val="00406FD5"/>
    <w:rsid w:val="00407953"/>
    <w:rsid w:val="00407BB3"/>
    <w:rsid w:val="004108C7"/>
    <w:rsid w:val="0041285A"/>
    <w:rsid w:val="00412B1B"/>
    <w:rsid w:val="00413443"/>
    <w:rsid w:val="0041504E"/>
    <w:rsid w:val="004151EB"/>
    <w:rsid w:val="00415300"/>
    <w:rsid w:val="004155A3"/>
    <w:rsid w:val="00415C95"/>
    <w:rsid w:val="0041620A"/>
    <w:rsid w:val="004166BB"/>
    <w:rsid w:val="00416AB3"/>
    <w:rsid w:val="00416F85"/>
    <w:rsid w:val="0041778A"/>
    <w:rsid w:val="0041790A"/>
    <w:rsid w:val="004210CE"/>
    <w:rsid w:val="00423659"/>
    <w:rsid w:val="00423877"/>
    <w:rsid w:val="004238C1"/>
    <w:rsid w:val="0042433B"/>
    <w:rsid w:val="00424CC3"/>
    <w:rsid w:val="0042696A"/>
    <w:rsid w:val="00427914"/>
    <w:rsid w:val="00430078"/>
    <w:rsid w:val="00430773"/>
    <w:rsid w:val="0043361C"/>
    <w:rsid w:val="0043362E"/>
    <w:rsid w:val="004337B1"/>
    <w:rsid w:val="00433FE5"/>
    <w:rsid w:val="004350CC"/>
    <w:rsid w:val="00436391"/>
    <w:rsid w:val="00436E22"/>
    <w:rsid w:val="004378FD"/>
    <w:rsid w:val="0044080E"/>
    <w:rsid w:val="00440FA6"/>
    <w:rsid w:val="00441697"/>
    <w:rsid w:val="00441745"/>
    <w:rsid w:val="00441B40"/>
    <w:rsid w:val="00441B41"/>
    <w:rsid w:val="0044201F"/>
    <w:rsid w:val="004423CB"/>
    <w:rsid w:val="00442C17"/>
    <w:rsid w:val="0044307A"/>
    <w:rsid w:val="00443257"/>
    <w:rsid w:val="00443428"/>
    <w:rsid w:val="00443794"/>
    <w:rsid w:val="0044380D"/>
    <w:rsid w:val="00443D51"/>
    <w:rsid w:val="00443F03"/>
    <w:rsid w:val="00444F9A"/>
    <w:rsid w:val="004465E8"/>
    <w:rsid w:val="00447578"/>
    <w:rsid w:val="00447A7B"/>
    <w:rsid w:val="00447E7A"/>
    <w:rsid w:val="00450064"/>
    <w:rsid w:val="004503EF"/>
    <w:rsid w:val="00450A77"/>
    <w:rsid w:val="00451591"/>
    <w:rsid w:val="0045182D"/>
    <w:rsid w:val="00451DC2"/>
    <w:rsid w:val="00452970"/>
    <w:rsid w:val="004540DD"/>
    <w:rsid w:val="004551AA"/>
    <w:rsid w:val="004568A8"/>
    <w:rsid w:val="00456F60"/>
    <w:rsid w:val="00460361"/>
    <w:rsid w:val="00460AD8"/>
    <w:rsid w:val="00461B3D"/>
    <w:rsid w:val="0046206D"/>
    <w:rsid w:val="00462730"/>
    <w:rsid w:val="00463077"/>
    <w:rsid w:val="004638E0"/>
    <w:rsid w:val="00463A04"/>
    <w:rsid w:val="00464989"/>
    <w:rsid w:val="004659DD"/>
    <w:rsid w:val="00466449"/>
    <w:rsid w:val="00467A77"/>
    <w:rsid w:val="00471941"/>
    <w:rsid w:val="00471FD7"/>
    <w:rsid w:val="0047205C"/>
    <w:rsid w:val="00472D98"/>
    <w:rsid w:val="00473A63"/>
    <w:rsid w:val="00473AC6"/>
    <w:rsid w:val="004744FE"/>
    <w:rsid w:val="00474D06"/>
    <w:rsid w:val="00475C8A"/>
    <w:rsid w:val="00476791"/>
    <w:rsid w:val="00477B21"/>
    <w:rsid w:val="00480EDB"/>
    <w:rsid w:val="00482398"/>
    <w:rsid w:val="00482525"/>
    <w:rsid w:val="00482803"/>
    <w:rsid w:val="00483DF4"/>
    <w:rsid w:val="00483E7A"/>
    <w:rsid w:val="00490178"/>
    <w:rsid w:val="00491C00"/>
    <w:rsid w:val="004929C2"/>
    <w:rsid w:val="00493077"/>
    <w:rsid w:val="00493A84"/>
    <w:rsid w:val="0049461B"/>
    <w:rsid w:val="004947A8"/>
    <w:rsid w:val="00494980"/>
    <w:rsid w:val="00494A39"/>
    <w:rsid w:val="004974C9"/>
    <w:rsid w:val="004A0678"/>
    <w:rsid w:val="004A1BB3"/>
    <w:rsid w:val="004A2596"/>
    <w:rsid w:val="004A2E22"/>
    <w:rsid w:val="004A31CE"/>
    <w:rsid w:val="004A4D62"/>
    <w:rsid w:val="004A60C1"/>
    <w:rsid w:val="004A6178"/>
    <w:rsid w:val="004A71BF"/>
    <w:rsid w:val="004A7E46"/>
    <w:rsid w:val="004B0C20"/>
    <w:rsid w:val="004B0FED"/>
    <w:rsid w:val="004B1F28"/>
    <w:rsid w:val="004B2240"/>
    <w:rsid w:val="004B27FE"/>
    <w:rsid w:val="004B2A78"/>
    <w:rsid w:val="004B39B7"/>
    <w:rsid w:val="004B3B20"/>
    <w:rsid w:val="004B4695"/>
    <w:rsid w:val="004B47D1"/>
    <w:rsid w:val="004B54BC"/>
    <w:rsid w:val="004B5F33"/>
    <w:rsid w:val="004B65E3"/>
    <w:rsid w:val="004B73BD"/>
    <w:rsid w:val="004C08A4"/>
    <w:rsid w:val="004C09F0"/>
    <w:rsid w:val="004C0CA5"/>
    <w:rsid w:val="004C0F72"/>
    <w:rsid w:val="004C1A69"/>
    <w:rsid w:val="004C258C"/>
    <w:rsid w:val="004C2E5F"/>
    <w:rsid w:val="004C38CB"/>
    <w:rsid w:val="004C4680"/>
    <w:rsid w:val="004C4893"/>
    <w:rsid w:val="004C5962"/>
    <w:rsid w:val="004C5A02"/>
    <w:rsid w:val="004C64FB"/>
    <w:rsid w:val="004C679F"/>
    <w:rsid w:val="004C7C61"/>
    <w:rsid w:val="004C7E1F"/>
    <w:rsid w:val="004D0DEF"/>
    <w:rsid w:val="004D2310"/>
    <w:rsid w:val="004D32FD"/>
    <w:rsid w:val="004D368B"/>
    <w:rsid w:val="004D3DC8"/>
    <w:rsid w:val="004D620C"/>
    <w:rsid w:val="004D62B8"/>
    <w:rsid w:val="004D7290"/>
    <w:rsid w:val="004D7517"/>
    <w:rsid w:val="004D7716"/>
    <w:rsid w:val="004D7AD2"/>
    <w:rsid w:val="004E0337"/>
    <w:rsid w:val="004E075A"/>
    <w:rsid w:val="004E27E6"/>
    <w:rsid w:val="004E35B8"/>
    <w:rsid w:val="004E3BAC"/>
    <w:rsid w:val="004E3F47"/>
    <w:rsid w:val="004E59D3"/>
    <w:rsid w:val="004E60FA"/>
    <w:rsid w:val="004E66F3"/>
    <w:rsid w:val="004E7481"/>
    <w:rsid w:val="004F0091"/>
    <w:rsid w:val="004F056B"/>
    <w:rsid w:val="004F0ADE"/>
    <w:rsid w:val="004F17CC"/>
    <w:rsid w:val="004F20E8"/>
    <w:rsid w:val="004F2577"/>
    <w:rsid w:val="004F2938"/>
    <w:rsid w:val="004F30E4"/>
    <w:rsid w:val="004F3845"/>
    <w:rsid w:val="004F40E3"/>
    <w:rsid w:val="004F5809"/>
    <w:rsid w:val="004F6433"/>
    <w:rsid w:val="004F6456"/>
    <w:rsid w:val="004F6C96"/>
    <w:rsid w:val="004F7483"/>
    <w:rsid w:val="0050057B"/>
    <w:rsid w:val="0050151E"/>
    <w:rsid w:val="005029C8"/>
    <w:rsid w:val="00503AE9"/>
    <w:rsid w:val="00504AAB"/>
    <w:rsid w:val="005057A5"/>
    <w:rsid w:val="00505BBF"/>
    <w:rsid w:val="00506A17"/>
    <w:rsid w:val="00506B30"/>
    <w:rsid w:val="00507054"/>
    <w:rsid w:val="0050774C"/>
    <w:rsid w:val="00510058"/>
    <w:rsid w:val="00510368"/>
    <w:rsid w:val="0051046A"/>
    <w:rsid w:val="00511BC7"/>
    <w:rsid w:val="00512621"/>
    <w:rsid w:val="00512CD3"/>
    <w:rsid w:val="00512FD6"/>
    <w:rsid w:val="00513615"/>
    <w:rsid w:val="005152AB"/>
    <w:rsid w:val="005154EA"/>
    <w:rsid w:val="005159E5"/>
    <w:rsid w:val="00515FC2"/>
    <w:rsid w:val="00516484"/>
    <w:rsid w:val="00517289"/>
    <w:rsid w:val="0051756E"/>
    <w:rsid w:val="0052015A"/>
    <w:rsid w:val="0052026F"/>
    <w:rsid w:val="005202DC"/>
    <w:rsid w:val="005207AB"/>
    <w:rsid w:val="00520E68"/>
    <w:rsid w:val="00520F64"/>
    <w:rsid w:val="00522446"/>
    <w:rsid w:val="00522B03"/>
    <w:rsid w:val="00523494"/>
    <w:rsid w:val="0052361D"/>
    <w:rsid w:val="00523D33"/>
    <w:rsid w:val="00523F4A"/>
    <w:rsid w:val="005240D9"/>
    <w:rsid w:val="00524BBB"/>
    <w:rsid w:val="00525CCE"/>
    <w:rsid w:val="0052717F"/>
    <w:rsid w:val="005274AF"/>
    <w:rsid w:val="00527A16"/>
    <w:rsid w:val="0053067F"/>
    <w:rsid w:val="00531233"/>
    <w:rsid w:val="0053254A"/>
    <w:rsid w:val="00532849"/>
    <w:rsid w:val="00533059"/>
    <w:rsid w:val="00533B30"/>
    <w:rsid w:val="0053427E"/>
    <w:rsid w:val="0053464C"/>
    <w:rsid w:val="0053513F"/>
    <w:rsid w:val="00536830"/>
    <w:rsid w:val="00537B43"/>
    <w:rsid w:val="00537E20"/>
    <w:rsid w:val="00537FDE"/>
    <w:rsid w:val="00540497"/>
    <w:rsid w:val="00541C2C"/>
    <w:rsid w:val="00541D58"/>
    <w:rsid w:val="00541D65"/>
    <w:rsid w:val="00541DED"/>
    <w:rsid w:val="00542042"/>
    <w:rsid w:val="005420E9"/>
    <w:rsid w:val="00542205"/>
    <w:rsid w:val="0054237C"/>
    <w:rsid w:val="00542477"/>
    <w:rsid w:val="00542998"/>
    <w:rsid w:val="005435F7"/>
    <w:rsid w:val="00543BFA"/>
    <w:rsid w:val="00544B34"/>
    <w:rsid w:val="00544E1B"/>
    <w:rsid w:val="00544EAF"/>
    <w:rsid w:val="00544FA2"/>
    <w:rsid w:val="00546401"/>
    <w:rsid w:val="00546811"/>
    <w:rsid w:val="00546AC0"/>
    <w:rsid w:val="00546DD5"/>
    <w:rsid w:val="00547044"/>
    <w:rsid w:val="0054747D"/>
    <w:rsid w:val="00547CDB"/>
    <w:rsid w:val="0055009C"/>
    <w:rsid w:val="0055108E"/>
    <w:rsid w:val="005510F2"/>
    <w:rsid w:val="005523F7"/>
    <w:rsid w:val="00552612"/>
    <w:rsid w:val="00553BED"/>
    <w:rsid w:val="005546C0"/>
    <w:rsid w:val="005554D6"/>
    <w:rsid w:val="00555533"/>
    <w:rsid w:val="0055586E"/>
    <w:rsid w:val="00556F55"/>
    <w:rsid w:val="00557D05"/>
    <w:rsid w:val="00560609"/>
    <w:rsid w:val="00560F1B"/>
    <w:rsid w:val="00561D88"/>
    <w:rsid w:val="00562A10"/>
    <w:rsid w:val="00563DB2"/>
    <w:rsid w:val="005640D9"/>
    <w:rsid w:val="00565B4A"/>
    <w:rsid w:val="0056698A"/>
    <w:rsid w:val="00566BAA"/>
    <w:rsid w:val="0056784B"/>
    <w:rsid w:val="005702DF"/>
    <w:rsid w:val="00571B11"/>
    <w:rsid w:val="00572EFD"/>
    <w:rsid w:val="00573F89"/>
    <w:rsid w:val="00575C59"/>
    <w:rsid w:val="00575EF7"/>
    <w:rsid w:val="00576285"/>
    <w:rsid w:val="005772BE"/>
    <w:rsid w:val="00580B83"/>
    <w:rsid w:val="00581A05"/>
    <w:rsid w:val="00581A4A"/>
    <w:rsid w:val="00581B43"/>
    <w:rsid w:val="005826FF"/>
    <w:rsid w:val="00584388"/>
    <w:rsid w:val="00584400"/>
    <w:rsid w:val="00584DAF"/>
    <w:rsid w:val="005859F2"/>
    <w:rsid w:val="005865FB"/>
    <w:rsid w:val="0058681A"/>
    <w:rsid w:val="00586E9C"/>
    <w:rsid w:val="00587EC0"/>
    <w:rsid w:val="00590850"/>
    <w:rsid w:val="005918CF"/>
    <w:rsid w:val="0059217B"/>
    <w:rsid w:val="0059230F"/>
    <w:rsid w:val="005923EC"/>
    <w:rsid w:val="00592814"/>
    <w:rsid w:val="00593693"/>
    <w:rsid w:val="00594D3A"/>
    <w:rsid w:val="00594FF2"/>
    <w:rsid w:val="00595770"/>
    <w:rsid w:val="00596A73"/>
    <w:rsid w:val="00596C89"/>
    <w:rsid w:val="00597286"/>
    <w:rsid w:val="00597D58"/>
    <w:rsid w:val="005A019D"/>
    <w:rsid w:val="005A0DDF"/>
    <w:rsid w:val="005A0ED4"/>
    <w:rsid w:val="005A16F2"/>
    <w:rsid w:val="005A1E01"/>
    <w:rsid w:val="005A1FC1"/>
    <w:rsid w:val="005A26CC"/>
    <w:rsid w:val="005A2EB5"/>
    <w:rsid w:val="005A3196"/>
    <w:rsid w:val="005A4E5B"/>
    <w:rsid w:val="005A574D"/>
    <w:rsid w:val="005A57EC"/>
    <w:rsid w:val="005A5FAF"/>
    <w:rsid w:val="005A7084"/>
    <w:rsid w:val="005A739F"/>
    <w:rsid w:val="005B02C9"/>
    <w:rsid w:val="005B0307"/>
    <w:rsid w:val="005B17E1"/>
    <w:rsid w:val="005B1BA4"/>
    <w:rsid w:val="005B320C"/>
    <w:rsid w:val="005B3F0C"/>
    <w:rsid w:val="005B4C7E"/>
    <w:rsid w:val="005B5FA5"/>
    <w:rsid w:val="005C079D"/>
    <w:rsid w:val="005C1F6B"/>
    <w:rsid w:val="005C1FBC"/>
    <w:rsid w:val="005C255A"/>
    <w:rsid w:val="005C3B4C"/>
    <w:rsid w:val="005C4028"/>
    <w:rsid w:val="005C4C27"/>
    <w:rsid w:val="005C531B"/>
    <w:rsid w:val="005C5390"/>
    <w:rsid w:val="005C5BFB"/>
    <w:rsid w:val="005C5DC1"/>
    <w:rsid w:val="005C6F07"/>
    <w:rsid w:val="005C7B8D"/>
    <w:rsid w:val="005C7BE2"/>
    <w:rsid w:val="005C7C47"/>
    <w:rsid w:val="005D1BDD"/>
    <w:rsid w:val="005D20D9"/>
    <w:rsid w:val="005D294C"/>
    <w:rsid w:val="005D2E94"/>
    <w:rsid w:val="005D489A"/>
    <w:rsid w:val="005D5602"/>
    <w:rsid w:val="005D6337"/>
    <w:rsid w:val="005D753D"/>
    <w:rsid w:val="005D7DBB"/>
    <w:rsid w:val="005D7EF2"/>
    <w:rsid w:val="005E00A9"/>
    <w:rsid w:val="005E1B71"/>
    <w:rsid w:val="005E2153"/>
    <w:rsid w:val="005E25BF"/>
    <w:rsid w:val="005E31B9"/>
    <w:rsid w:val="005E402D"/>
    <w:rsid w:val="005E4C23"/>
    <w:rsid w:val="005E4F46"/>
    <w:rsid w:val="005E59A1"/>
    <w:rsid w:val="005E5CEE"/>
    <w:rsid w:val="005E66C2"/>
    <w:rsid w:val="005E6799"/>
    <w:rsid w:val="005E69DD"/>
    <w:rsid w:val="005E720F"/>
    <w:rsid w:val="005F1EF8"/>
    <w:rsid w:val="005F230C"/>
    <w:rsid w:val="005F400A"/>
    <w:rsid w:val="005F51C8"/>
    <w:rsid w:val="005F51CF"/>
    <w:rsid w:val="005F5B3F"/>
    <w:rsid w:val="005F6E04"/>
    <w:rsid w:val="005F6F9F"/>
    <w:rsid w:val="005F726D"/>
    <w:rsid w:val="005F762D"/>
    <w:rsid w:val="005F78F1"/>
    <w:rsid w:val="005F7E42"/>
    <w:rsid w:val="00600802"/>
    <w:rsid w:val="00601182"/>
    <w:rsid w:val="00601752"/>
    <w:rsid w:val="00601C66"/>
    <w:rsid w:val="00601DEC"/>
    <w:rsid w:val="00601FE9"/>
    <w:rsid w:val="00602F06"/>
    <w:rsid w:val="0060332F"/>
    <w:rsid w:val="0060333F"/>
    <w:rsid w:val="00603F9C"/>
    <w:rsid w:val="00604051"/>
    <w:rsid w:val="00604B9C"/>
    <w:rsid w:val="006050EE"/>
    <w:rsid w:val="00605276"/>
    <w:rsid w:val="00605F8A"/>
    <w:rsid w:val="00606678"/>
    <w:rsid w:val="006067AE"/>
    <w:rsid w:val="00606A24"/>
    <w:rsid w:val="00606E8D"/>
    <w:rsid w:val="006104CC"/>
    <w:rsid w:val="0061126C"/>
    <w:rsid w:val="00611FAF"/>
    <w:rsid w:val="006124EF"/>
    <w:rsid w:val="00613D97"/>
    <w:rsid w:val="00615637"/>
    <w:rsid w:val="00615E78"/>
    <w:rsid w:val="00615F0B"/>
    <w:rsid w:val="00621A3F"/>
    <w:rsid w:val="00622614"/>
    <w:rsid w:val="00622715"/>
    <w:rsid w:val="006227EF"/>
    <w:rsid w:val="006232DF"/>
    <w:rsid w:val="00623C5D"/>
    <w:rsid w:val="006241FA"/>
    <w:rsid w:val="00624BB5"/>
    <w:rsid w:val="00624C49"/>
    <w:rsid w:val="00625641"/>
    <w:rsid w:val="00625F61"/>
    <w:rsid w:val="0062603B"/>
    <w:rsid w:val="00626121"/>
    <w:rsid w:val="006264FD"/>
    <w:rsid w:val="00626849"/>
    <w:rsid w:val="00627528"/>
    <w:rsid w:val="00630A1D"/>
    <w:rsid w:val="00630AD7"/>
    <w:rsid w:val="00635167"/>
    <w:rsid w:val="006356F8"/>
    <w:rsid w:val="0063612A"/>
    <w:rsid w:val="0063620F"/>
    <w:rsid w:val="006375A1"/>
    <w:rsid w:val="00640267"/>
    <w:rsid w:val="00640890"/>
    <w:rsid w:val="00641056"/>
    <w:rsid w:val="006424FE"/>
    <w:rsid w:val="00642E0C"/>
    <w:rsid w:val="006431ED"/>
    <w:rsid w:val="006437E9"/>
    <w:rsid w:val="00644877"/>
    <w:rsid w:val="00645849"/>
    <w:rsid w:val="006469E3"/>
    <w:rsid w:val="006475C2"/>
    <w:rsid w:val="00647D5D"/>
    <w:rsid w:val="0065201D"/>
    <w:rsid w:val="00653737"/>
    <w:rsid w:val="00653824"/>
    <w:rsid w:val="00653A6F"/>
    <w:rsid w:val="00653BEE"/>
    <w:rsid w:val="00654104"/>
    <w:rsid w:val="00655088"/>
    <w:rsid w:val="006578E7"/>
    <w:rsid w:val="006579BC"/>
    <w:rsid w:val="00657BE8"/>
    <w:rsid w:val="00660276"/>
    <w:rsid w:val="00661636"/>
    <w:rsid w:val="006627B8"/>
    <w:rsid w:val="00663010"/>
    <w:rsid w:val="00664563"/>
    <w:rsid w:val="00664EAA"/>
    <w:rsid w:val="00664FDB"/>
    <w:rsid w:val="00665482"/>
    <w:rsid w:val="00665DA0"/>
    <w:rsid w:val="00667204"/>
    <w:rsid w:val="006674D9"/>
    <w:rsid w:val="00667608"/>
    <w:rsid w:val="0067012E"/>
    <w:rsid w:val="00670A62"/>
    <w:rsid w:val="0067173A"/>
    <w:rsid w:val="0067281F"/>
    <w:rsid w:val="00672C83"/>
    <w:rsid w:val="00672CAA"/>
    <w:rsid w:val="00673110"/>
    <w:rsid w:val="006744B8"/>
    <w:rsid w:val="00674E1D"/>
    <w:rsid w:val="00675B03"/>
    <w:rsid w:val="006760B4"/>
    <w:rsid w:val="006766EC"/>
    <w:rsid w:val="006779C8"/>
    <w:rsid w:val="00680787"/>
    <w:rsid w:val="00681555"/>
    <w:rsid w:val="006825C3"/>
    <w:rsid w:val="00682B47"/>
    <w:rsid w:val="00682E89"/>
    <w:rsid w:val="00683907"/>
    <w:rsid w:val="0068400D"/>
    <w:rsid w:val="00684296"/>
    <w:rsid w:val="00685549"/>
    <w:rsid w:val="00692D7A"/>
    <w:rsid w:val="00692F25"/>
    <w:rsid w:val="00693BD6"/>
    <w:rsid w:val="0069407A"/>
    <w:rsid w:val="00694BEA"/>
    <w:rsid w:val="0069652C"/>
    <w:rsid w:val="00697039"/>
    <w:rsid w:val="00697229"/>
    <w:rsid w:val="006972D2"/>
    <w:rsid w:val="00697DFB"/>
    <w:rsid w:val="006A07DD"/>
    <w:rsid w:val="006A094C"/>
    <w:rsid w:val="006A1A00"/>
    <w:rsid w:val="006A1F86"/>
    <w:rsid w:val="006A3FE6"/>
    <w:rsid w:val="006A45CA"/>
    <w:rsid w:val="006A4944"/>
    <w:rsid w:val="006A5F7A"/>
    <w:rsid w:val="006A6DBB"/>
    <w:rsid w:val="006B1CC0"/>
    <w:rsid w:val="006B1DC5"/>
    <w:rsid w:val="006B3362"/>
    <w:rsid w:val="006B3E2B"/>
    <w:rsid w:val="006B4364"/>
    <w:rsid w:val="006B55E5"/>
    <w:rsid w:val="006B6F66"/>
    <w:rsid w:val="006C17B2"/>
    <w:rsid w:val="006C1DD7"/>
    <w:rsid w:val="006C24AA"/>
    <w:rsid w:val="006C3941"/>
    <w:rsid w:val="006C4504"/>
    <w:rsid w:val="006C4710"/>
    <w:rsid w:val="006C4932"/>
    <w:rsid w:val="006C5B13"/>
    <w:rsid w:val="006C7489"/>
    <w:rsid w:val="006D04FE"/>
    <w:rsid w:val="006D0523"/>
    <w:rsid w:val="006D153F"/>
    <w:rsid w:val="006D1618"/>
    <w:rsid w:val="006D2AAE"/>
    <w:rsid w:val="006D42AA"/>
    <w:rsid w:val="006D5763"/>
    <w:rsid w:val="006D6061"/>
    <w:rsid w:val="006D74DE"/>
    <w:rsid w:val="006D7CDF"/>
    <w:rsid w:val="006D7E5C"/>
    <w:rsid w:val="006E07B5"/>
    <w:rsid w:val="006E160F"/>
    <w:rsid w:val="006E3CBA"/>
    <w:rsid w:val="006E4BAC"/>
    <w:rsid w:val="006E6C3E"/>
    <w:rsid w:val="006E70F1"/>
    <w:rsid w:val="006E77B8"/>
    <w:rsid w:val="006E7A57"/>
    <w:rsid w:val="006E7DBD"/>
    <w:rsid w:val="006F13EA"/>
    <w:rsid w:val="006F14A1"/>
    <w:rsid w:val="006F2A8E"/>
    <w:rsid w:val="006F414D"/>
    <w:rsid w:val="006F5946"/>
    <w:rsid w:val="006F6714"/>
    <w:rsid w:val="006F6D95"/>
    <w:rsid w:val="006F6EF2"/>
    <w:rsid w:val="00701664"/>
    <w:rsid w:val="007034A4"/>
    <w:rsid w:val="00703D41"/>
    <w:rsid w:val="00704DF8"/>
    <w:rsid w:val="00705BBE"/>
    <w:rsid w:val="00705C66"/>
    <w:rsid w:val="00705D5A"/>
    <w:rsid w:val="00706146"/>
    <w:rsid w:val="0070732B"/>
    <w:rsid w:val="00707B4F"/>
    <w:rsid w:val="00707FD6"/>
    <w:rsid w:val="00710D25"/>
    <w:rsid w:val="007123C2"/>
    <w:rsid w:val="00713224"/>
    <w:rsid w:val="007136B5"/>
    <w:rsid w:val="00713E0F"/>
    <w:rsid w:val="007146E5"/>
    <w:rsid w:val="00714997"/>
    <w:rsid w:val="00714F92"/>
    <w:rsid w:val="00715831"/>
    <w:rsid w:val="007158B5"/>
    <w:rsid w:val="00716098"/>
    <w:rsid w:val="00716DFA"/>
    <w:rsid w:val="00716E3C"/>
    <w:rsid w:val="00720598"/>
    <w:rsid w:val="00720FD8"/>
    <w:rsid w:val="007217BE"/>
    <w:rsid w:val="0072394B"/>
    <w:rsid w:val="00724592"/>
    <w:rsid w:val="00724D33"/>
    <w:rsid w:val="00725074"/>
    <w:rsid w:val="00725541"/>
    <w:rsid w:val="007255A5"/>
    <w:rsid w:val="007256CA"/>
    <w:rsid w:val="00725AB5"/>
    <w:rsid w:val="00725AD9"/>
    <w:rsid w:val="00725D58"/>
    <w:rsid w:val="00726B7B"/>
    <w:rsid w:val="00727961"/>
    <w:rsid w:val="007279AD"/>
    <w:rsid w:val="00727A83"/>
    <w:rsid w:val="00727D55"/>
    <w:rsid w:val="00730634"/>
    <w:rsid w:val="0073066E"/>
    <w:rsid w:val="00730C53"/>
    <w:rsid w:val="0073248D"/>
    <w:rsid w:val="00732C1C"/>
    <w:rsid w:val="00732C22"/>
    <w:rsid w:val="00732FCB"/>
    <w:rsid w:val="00734BD0"/>
    <w:rsid w:val="007358BA"/>
    <w:rsid w:val="00735A9B"/>
    <w:rsid w:val="0073684A"/>
    <w:rsid w:val="00736C81"/>
    <w:rsid w:val="007373EA"/>
    <w:rsid w:val="00737B8E"/>
    <w:rsid w:val="00740615"/>
    <w:rsid w:val="00740A3C"/>
    <w:rsid w:val="007437B7"/>
    <w:rsid w:val="007443EE"/>
    <w:rsid w:val="00745BD1"/>
    <w:rsid w:val="00746C40"/>
    <w:rsid w:val="00746E7B"/>
    <w:rsid w:val="00747720"/>
    <w:rsid w:val="00747A36"/>
    <w:rsid w:val="00751D45"/>
    <w:rsid w:val="0075511D"/>
    <w:rsid w:val="00756B3F"/>
    <w:rsid w:val="00757383"/>
    <w:rsid w:val="007576CA"/>
    <w:rsid w:val="00757E18"/>
    <w:rsid w:val="00760725"/>
    <w:rsid w:val="00760B41"/>
    <w:rsid w:val="007614AC"/>
    <w:rsid w:val="00762EED"/>
    <w:rsid w:val="00763B7D"/>
    <w:rsid w:val="00764461"/>
    <w:rsid w:val="00766EF7"/>
    <w:rsid w:val="0076704F"/>
    <w:rsid w:val="00767AFF"/>
    <w:rsid w:val="007703A8"/>
    <w:rsid w:val="007703AF"/>
    <w:rsid w:val="007704BF"/>
    <w:rsid w:val="00771F05"/>
    <w:rsid w:val="007722A7"/>
    <w:rsid w:val="007723F6"/>
    <w:rsid w:val="0077246C"/>
    <w:rsid w:val="00772C63"/>
    <w:rsid w:val="00772EBC"/>
    <w:rsid w:val="00772F77"/>
    <w:rsid w:val="007730C6"/>
    <w:rsid w:val="00773908"/>
    <w:rsid w:val="00773EAF"/>
    <w:rsid w:val="007740D4"/>
    <w:rsid w:val="007744F5"/>
    <w:rsid w:val="007747C2"/>
    <w:rsid w:val="007761D4"/>
    <w:rsid w:val="00776282"/>
    <w:rsid w:val="0077743F"/>
    <w:rsid w:val="00777DDE"/>
    <w:rsid w:val="00780DB1"/>
    <w:rsid w:val="00780EA8"/>
    <w:rsid w:val="00780F16"/>
    <w:rsid w:val="00781988"/>
    <w:rsid w:val="00781A9A"/>
    <w:rsid w:val="00781EDD"/>
    <w:rsid w:val="007837A6"/>
    <w:rsid w:val="00784C4E"/>
    <w:rsid w:val="00784F10"/>
    <w:rsid w:val="00784F6C"/>
    <w:rsid w:val="00785535"/>
    <w:rsid w:val="007857F9"/>
    <w:rsid w:val="007861D4"/>
    <w:rsid w:val="0078696F"/>
    <w:rsid w:val="00787F95"/>
    <w:rsid w:val="00790340"/>
    <w:rsid w:val="00791D5E"/>
    <w:rsid w:val="00792193"/>
    <w:rsid w:val="00793513"/>
    <w:rsid w:val="00793FFD"/>
    <w:rsid w:val="00794A0F"/>
    <w:rsid w:val="007959A6"/>
    <w:rsid w:val="00795B42"/>
    <w:rsid w:val="00796D98"/>
    <w:rsid w:val="00796E7D"/>
    <w:rsid w:val="007974B3"/>
    <w:rsid w:val="0079765C"/>
    <w:rsid w:val="007A0D08"/>
    <w:rsid w:val="007A23F4"/>
    <w:rsid w:val="007A2779"/>
    <w:rsid w:val="007A27A6"/>
    <w:rsid w:val="007A312E"/>
    <w:rsid w:val="007A5205"/>
    <w:rsid w:val="007A576D"/>
    <w:rsid w:val="007A58C7"/>
    <w:rsid w:val="007A5984"/>
    <w:rsid w:val="007A5D27"/>
    <w:rsid w:val="007A701D"/>
    <w:rsid w:val="007A7B37"/>
    <w:rsid w:val="007A7F02"/>
    <w:rsid w:val="007B012B"/>
    <w:rsid w:val="007B03F0"/>
    <w:rsid w:val="007B074B"/>
    <w:rsid w:val="007B0E4E"/>
    <w:rsid w:val="007B0EBC"/>
    <w:rsid w:val="007B1103"/>
    <w:rsid w:val="007B135A"/>
    <w:rsid w:val="007B25AE"/>
    <w:rsid w:val="007B2E7F"/>
    <w:rsid w:val="007B32F6"/>
    <w:rsid w:val="007B404D"/>
    <w:rsid w:val="007B5FF7"/>
    <w:rsid w:val="007B62DC"/>
    <w:rsid w:val="007B66E4"/>
    <w:rsid w:val="007B6795"/>
    <w:rsid w:val="007B6AAF"/>
    <w:rsid w:val="007B710A"/>
    <w:rsid w:val="007C0851"/>
    <w:rsid w:val="007C0B0E"/>
    <w:rsid w:val="007C1D1F"/>
    <w:rsid w:val="007C2DE4"/>
    <w:rsid w:val="007C3015"/>
    <w:rsid w:val="007C3721"/>
    <w:rsid w:val="007C37C9"/>
    <w:rsid w:val="007C5038"/>
    <w:rsid w:val="007C5074"/>
    <w:rsid w:val="007C50F1"/>
    <w:rsid w:val="007C5136"/>
    <w:rsid w:val="007C65ED"/>
    <w:rsid w:val="007C6F19"/>
    <w:rsid w:val="007C712D"/>
    <w:rsid w:val="007C78FA"/>
    <w:rsid w:val="007C7F32"/>
    <w:rsid w:val="007D00B1"/>
    <w:rsid w:val="007D0752"/>
    <w:rsid w:val="007D2B24"/>
    <w:rsid w:val="007D3446"/>
    <w:rsid w:val="007D4712"/>
    <w:rsid w:val="007D54A8"/>
    <w:rsid w:val="007D6150"/>
    <w:rsid w:val="007D78E0"/>
    <w:rsid w:val="007D7B67"/>
    <w:rsid w:val="007D7BF2"/>
    <w:rsid w:val="007D7C1B"/>
    <w:rsid w:val="007E02C8"/>
    <w:rsid w:val="007E039D"/>
    <w:rsid w:val="007E0665"/>
    <w:rsid w:val="007E0C90"/>
    <w:rsid w:val="007E0FB7"/>
    <w:rsid w:val="007E150F"/>
    <w:rsid w:val="007E16E5"/>
    <w:rsid w:val="007E1825"/>
    <w:rsid w:val="007E1924"/>
    <w:rsid w:val="007E1ABE"/>
    <w:rsid w:val="007E1CBD"/>
    <w:rsid w:val="007E26C4"/>
    <w:rsid w:val="007E2C98"/>
    <w:rsid w:val="007E43EC"/>
    <w:rsid w:val="007E4949"/>
    <w:rsid w:val="007E5C23"/>
    <w:rsid w:val="007E601C"/>
    <w:rsid w:val="007E6D41"/>
    <w:rsid w:val="007E6DBC"/>
    <w:rsid w:val="007E76F9"/>
    <w:rsid w:val="007F1485"/>
    <w:rsid w:val="007F2367"/>
    <w:rsid w:val="007F2D9A"/>
    <w:rsid w:val="007F2F24"/>
    <w:rsid w:val="007F4315"/>
    <w:rsid w:val="007F4DFD"/>
    <w:rsid w:val="007F545F"/>
    <w:rsid w:val="007F571C"/>
    <w:rsid w:val="007F6052"/>
    <w:rsid w:val="007F62C9"/>
    <w:rsid w:val="007F6D21"/>
    <w:rsid w:val="00800406"/>
    <w:rsid w:val="00800EA8"/>
    <w:rsid w:val="00800FCA"/>
    <w:rsid w:val="00801736"/>
    <w:rsid w:val="0080262B"/>
    <w:rsid w:val="00803CAE"/>
    <w:rsid w:val="0080418B"/>
    <w:rsid w:val="00804388"/>
    <w:rsid w:val="008046CF"/>
    <w:rsid w:val="00804F46"/>
    <w:rsid w:val="00805909"/>
    <w:rsid w:val="00805AE7"/>
    <w:rsid w:val="00805B70"/>
    <w:rsid w:val="00805F82"/>
    <w:rsid w:val="00807D60"/>
    <w:rsid w:val="00807ECF"/>
    <w:rsid w:val="0081046D"/>
    <w:rsid w:val="0081126A"/>
    <w:rsid w:val="008113D5"/>
    <w:rsid w:val="008121F7"/>
    <w:rsid w:val="00812D1C"/>
    <w:rsid w:val="00814012"/>
    <w:rsid w:val="008140E1"/>
    <w:rsid w:val="00814E66"/>
    <w:rsid w:val="0081506A"/>
    <w:rsid w:val="008150B0"/>
    <w:rsid w:val="008157F9"/>
    <w:rsid w:val="00816A7A"/>
    <w:rsid w:val="00816C27"/>
    <w:rsid w:val="008171DB"/>
    <w:rsid w:val="00817C9C"/>
    <w:rsid w:val="008200E5"/>
    <w:rsid w:val="0082014C"/>
    <w:rsid w:val="0082068D"/>
    <w:rsid w:val="00820FFF"/>
    <w:rsid w:val="00821C13"/>
    <w:rsid w:val="008221D2"/>
    <w:rsid w:val="00822EB6"/>
    <w:rsid w:val="008236DC"/>
    <w:rsid w:val="00823FE5"/>
    <w:rsid w:val="00824940"/>
    <w:rsid w:val="00825437"/>
    <w:rsid w:val="008265EA"/>
    <w:rsid w:val="0082712C"/>
    <w:rsid w:val="00827190"/>
    <w:rsid w:val="0082733F"/>
    <w:rsid w:val="00827450"/>
    <w:rsid w:val="00827581"/>
    <w:rsid w:val="008279BF"/>
    <w:rsid w:val="00827F0B"/>
    <w:rsid w:val="00830B1B"/>
    <w:rsid w:val="00831ABA"/>
    <w:rsid w:val="00832C8A"/>
    <w:rsid w:val="00832E21"/>
    <w:rsid w:val="0083338C"/>
    <w:rsid w:val="00833D28"/>
    <w:rsid w:val="008340B6"/>
    <w:rsid w:val="008347EF"/>
    <w:rsid w:val="00834D33"/>
    <w:rsid w:val="00835325"/>
    <w:rsid w:val="008354F6"/>
    <w:rsid w:val="00837FAF"/>
    <w:rsid w:val="0084004F"/>
    <w:rsid w:val="008402FA"/>
    <w:rsid w:val="008403E6"/>
    <w:rsid w:val="00840551"/>
    <w:rsid w:val="00840778"/>
    <w:rsid w:val="008419A3"/>
    <w:rsid w:val="00841EF1"/>
    <w:rsid w:val="00842175"/>
    <w:rsid w:val="00842802"/>
    <w:rsid w:val="008444BF"/>
    <w:rsid w:val="0084606A"/>
    <w:rsid w:val="008465C8"/>
    <w:rsid w:val="0084690E"/>
    <w:rsid w:val="0084781C"/>
    <w:rsid w:val="00847FAE"/>
    <w:rsid w:val="00851225"/>
    <w:rsid w:val="008513A3"/>
    <w:rsid w:val="008515D8"/>
    <w:rsid w:val="00851F04"/>
    <w:rsid w:val="0085211B"/>
    <w:rsid w:val="0085255E"/>
    <w:rsid w:val="00852F98"/>
    <w:rsid w:val="00854343"/>
    <w:rsid w:val="008546FF"/>
    <w:rsid w:val="00854D39"/>
    <w:rsid w:val="0085500B"/>
    <w:rsid w:val="00855105"/>
    <w:rsid w:val="00856C22"/>
    <w:rsid w:val="00857540"/>
    <w:rsid w:val="00857A7E"/>
    <w:rsid w:val="00857BB6"/>
    <w:rsid w:val="00860249"/>
    <w:rsid w:val="0086028C"/>
    <w:rsid w:val="00860FE5"/>
    <w:rsid w:val="00861485"/>
    <w:rsid w:val="008627CB"/>
    <w:rsid w:val="00863694"/>
    <w:rsid w:val="00863699"/>
    <w:rsid w:val="00865071"/>
    <w:rsid w:val="00865F2B"/>
    <w:rsid w:val="00866761"/>
    <w:rsid w:val="00867191"/>
    <w:rsid w:val="0087008B"/>
    <w:rsid w:val="00871B19"/>
    <w:rsid w:val="00873F1D"/>
    <w:rsid w:val="00874394"/>
    <w:rsid w:val="00874935"/>
    <w:rsid w:val="00874FB6"/>
    <w:rsid w:val="008751D2"/>
    <w:rsid w:val="00875B01"/>
    <w:rsid w:val="00875C8D"/>
    <w:rsid w:val="008767E5"/>
    <w:rsid w:val="008771EF"/>
    <w:rsid w:val="00880D82"/>
    <w:rsid w:val="00881523"/>
    <w:rsid w:val="00881C26"/>
    <w:rsid w:val="00882486"/>
    <w:rsid w:val="0088262F"/>
    <w:rsid w:val="00882903"/>
    <w:rsid w:val="00883003"/>
    <w:rsid w:val="00883C17"/>
    <w:rsid w:val="00883DE5"/>
    <w:rsid w:val="00885FA1"/>
    <w:rsid w:val="008868B5"/>
    <w:rsid w:val="00890F3B"/>
    <w:rsid w:val="00891B6D"/>
    <w:rsid w:val="008925A4"/>
    <w:rsid w:val="00893802"/>
    <w:rsid w:val="00893E61"/>
    <w:rsid w:val="00893EA4"/>
    <w:rsid w:val="008944D7"/>
    <w:rsid w:val="0089486F"/>
    <w:rsid w:val="00894FB7"/>
    <w:rsid w:val="008953DD"/>
    <w:rsid w:val="00896DF9"/>
    <w:rsid w:val="0089742A"/>
    <w:rsid w:val="008976FB"/>
    <w:rsid w:val="00897ED4"/>
    <w:rsid w:val="008A0678"/>
    <w:rsid w:val="008A0983"/>
    <w:rsid w:val="008A0F60"/>
    <w:rsid w:val="008A11C7"/>
    <w:rsid w:val="008A33A2"/>
    <w:rsid w:val="008A3ABD"/>
    <w:rsid w:val="008A4FCE"/>
    <w:rsid w:val="008A6677"/>
    <w:rsid w:val="008B0497"/>
    <w:rsid w:val="008B14C7"/>
    <w:rsid w:val="008B2A0C"/>
    <w:rsid w:val="008B2F62"/>
    <w:rsid w:val="008B394B"/>
    <w:rsid w:val="008B4129"/>
    <w:rsid w:val="008B4855"/>
    <w:rsid w:val="008B70C1"/>
    <w:rsid w:val="008C02C4"/>
    <w:rsid w:val="008C0538"/>
    <w:rsid w:val="008C0705"/>
    <w:rsid w:val="008C0763"/>
    <w:rsid w:val="008C0A92"/>
    <w:rsid w:val="008C13A8"/>
    <w:rsid w:val="008C1568"/>
    <w:rsid w:val="008C2138"/>
    <w:rsid w:val="008C23F5"/>
    <w:rsid w:val="008C3A76"/>
    <w:rsid w:val="008C5F51"/>
    <w:rsid w:val="008C5FB4"/>
    <w:rsid w:val="008C6188"/>
    <w:rsid w:val="008C7087"/>
    <w:rsid w:val="008C71B3"/>
    <w:rsid w:val="008C71E1"/>
    <w:rsid w:val="008C7F7F"/>
    <w:rsid w:val="008D006A"/>
    <w:rsid w:val="008D078B"/>
    <w:rsid w:val="008D0A61"/>
    <w:rsid w:val="008D1E32"/>
    <w:rsid w:val="008D1EF2"/>
    <w:rsid w:val="008D26DE"/>
    <w:rsid w:val="008D26F3"/>
    <w:rsid w:val="008D2890"/>
    <w:rsid w:val="008D2B5A"/>
    <w:rsid w:val="008D31BA"/>
    <w:rsid w:val="008D4C67"/>
    <w:rsid w:val="008E1C90"/>
    <w:rsid w:val="008E24EA"/>
    <w:rsid w:val="008E3F71"/>
    <w:rsid w:val="008E4227"/>
    <w:rsid w:val="008E4523"/>
    <w:rsid w:val="008E57FF"/>
    <w:rsid w:val="008E5832"/>
    <w:rsid w:val="008E687F"/>
    <w:rsid w:val="008E6E2A"/>
    <w:rsid w:val="008F0CAF"/>
    <w:rsid w:val="008F0EF6"/>
    <w:rsid w:val="008F0FB5"/>
    <w:rsid w:val="008F18B5"/>
    <w:rsid w:val="008F18F1"/>
    <w:rsid w:val="008F2228"/>
    <w:rsid w:val="008F318D"/>
    <w:rsid w:val="008F4346"/>
    <w:rsid w:val="008F58A2"/>
    <w:rsid w:val="008F5D3C"/>
    <w:rsid w:val="008F6463"/>
    <w:rsid w:val="008F66FA"/>
    <w:rsid w:val="008F6E22"/>
    <w:rsid w:val="00900F56"/>
    <w:rsid w:val="0090199F"/>
    <w:rsid w:val="00902CA3"/>
    <w:rsid w:val="00903A2D"/>
    <w:rsid w:val="0090517C"/>
    <w:rsid w:val="009065DD"/>
    <w:rsid w:val="0090708D"/>
    <w:rsid w:val="009077DE"/>
    <w:rsid w:val="00907C92"/>
    <w:rsid w:val="00907D26"/>
    <w:rsid w:val="00910DB5"/>
    <w:rsid w:val="009117CA"/>
    <w:rsid w:val="00911988"/>
    <w:rsid w:val="00912789"/>
    <w:rsid w:val="00912C83"/>
    <w:rsid w:val="00912D4D"/>
    <w:rsid w:val="00912F6A"/>
    <w:rsid w:val="0091311B"/>
    <w:rsid w:val="009133D2"/>
    <w:rsid w:val="0091363F"/>
    <w:rsid w:val="00913DE0"/>
    <w:rsid w:val="00914CF8"/>
    <w:rsid w:val="00914DF3"/>
    <w:rsid w:val="00915532"/>
    <w:rsid w:val="009158FE"/>
    <w:rsid w:val="00915C0B"/>
    <w:rsid w:val="00916332"/>
    <w:rsid w:val="009171B4"/>
    <w:rsid w:val="009173EC"/>
    <w:rsid w:val="009177E6"/>
    <w:rsid w:val="00917B09"/>
    <w:rsid w:val="0092041B"/>
    <w:rsid w:val="009207FA"/>
    <w:rsid w:val="00921862"/>
    <w:rsid w:val="00923296"/>
    <w:rsid w:val="00925872"/>
    <w:rsid w:val="00925F50"/>
    <w:rsid w:val="00926574"/>
    <w:rsid w:val="00930C92"/>
    <w:rsid w:val="0093130A"/>
    <w:rsid w:val="00932D25"/>
    <w:rsid w:val="00936B7E"/>
    <w:rsid w:val="00940507"/>
    <w:rsid w:val="00940EC2"/>
    <w:rsid w:val="00941BC9"/>
    <w:rsid w:val="009428E0"/>
    <w:rsid w:val="00942CE2"/>
    <w:rsid w:val="00943164"/>
    <w:rsid w:val="009438AF"/>
    <w:rsid w:val="00943D4C"/>
    <w:rsid w:val="00943F88"/>
    <w:rsid w:val="0094483C"/>
    <w:rsid w:val="00946445"/>
    <w:rsid w:val="00946C02"/>
    <w:rsid w:val="00947F1B"/>
    <w:rsid w:val="00947F94"/>
    <w:rsid w:val="009500C2"/>
    <w:rsid w:val="009501B4"/>
    <w:rsid w:val="009502EB"/>
    <w:rsid w:val="00951461"/>
    <w:rsid w:val="00951C2A"/>
    <w:rsid w:val="00953D87"/>
    <w:rsid w:val="00954010"/>
    <w:rsid w:val="00954586"/>
    <w:rsid w:val="00955696"/>
    <w:rsid w:val="00955AE1"/>
    <w:rsid w:val="00955F1B"/>
    <w:rsid w:val="00956ADE"/>
    <w:rsid w:val="00957D28"/>
    <w:rsid w:val="00957D5E"/>
    <w:rsid w:val="00960325"/>
    <w:rsid w:val="009604EF"/>
    <w:rsid w:val="009624DA"/>
    <w:rsid w:val="00962707"/>
    <w:rsid w:val="00962ECD"/>
    <w:rsid w:val="00964052"/>
    <w:rsid w:val="009642DE"/>
    <w:rsid w:val="0096473D"/>
    <w:rsid w:val="00964793"/>
    <w:rsid w:val="0096527E"/>
    <w:rsid w:val="00965888"/>
    <w:rsid w:val="00965C17"/>
    <w:rsid w:val="00966B17"/>
    <w:rsid w:val="00966E6E"/>
    <w:rsid w:val="00966ECA"/>
    <w:rsid w:val="00967E22"/>
    <w:rsid w:val="00971761"/>
    <w:rsid w:val="009717F6"/>
    <w:rsid w:val="00971FFD"/>
    <w:rsid w:val="0097202E"/>
    <w:rsid w:val="0097295A"/>
    <w:rsid w:val="00973E2C"/>
    <w:rsid w:val="00974539"/>
    <w:rsid w:val="00974B82"/>
    <w:rsid w:val="00975690"/>
    <w:rsid w:val="00975D88"/>
    <w:rsid w:val="009800B9"/>
    <w:rsid w:val="00981FE5"/>
    <w:rsid w:val="00982151"/>
    <w:rsid w:val="0098385E"/>
    <w:rsid w:val="00984B8D"/>
    <w:rsid w:val="009860E5"/>
    <w:rsid w:val="0098616E"/>
    <w:rsid w:val="00990D62"/>
    <w:rsid w:val="0099112C"/>
    <w:rsid w:val="00991979"/>
    <w:rsid w:val="00992469"/>
    <w:rsid w:val="00992B4A"/>
    <w:rsid w:val="009939CF"/>
    <w:rsid w:val="00994019"/>
    <w:rsid w:val="00994956"/>
    <w:rsid w:val="009949FD"/>
    <w:rsid w:val="009A24BB"/>
    <w:rsid w:val="009A25F5"/>
    <w:rsid w:val="009A2C76"/>
    <w:rsid w:val="009A395A"/>
    <w:rsid w:val="009A4603"/>
    <w:rsid w:val="009A5A78"/>
    <w:rsid w:val="009A5F2B"/>
    <w:rsid w:val="009A625A"/>
    <w:rsid w:val="009A690D"/>
    <w:rsid w:val="009A7A06"/>
    <w:rsid w:val="009B06B8"/>
    <w:rsid w:val="009B15B1"/>
    <w:rsid w:val="009B19A6"/>
    <w:rsid w:val="009B256F"/>
    <w:rsid w:val="009B2D43"/>
    <w:rsid w:val="009B5164"/>
    <w:rsid w:val="009B725A"/>
    <w:rsid w:val="009B7F8B"/>
    <w:rsid w:val="009C2122"/>
    <w:rsid w:val="009C5F94"/>
    <w:rsid w:val="009C69EF"/>
    <w:rsid w:val="009C78B6"/>
    <w:rsid w:val="009C7B66"/>
    <w:rsid w:val="009D05FF"/>
    <w:rsid w:val="009D3BBD"/>
    <w:rsid w:val="009D3C89"/>
    <w:rsid w:val="009D43DE"/>
    <w:rsid w:val="009D45B9"/>
    <w:rsid w:val="009D5461"/>
    <w:rsid w:val="009D5EA3"/>
    <w:rsid w:val="009D6FDB"/>
    <w:rsid w:val="009D727B"/>
    <w:rsid w:val="009D7BDB"/>
    <w:rsid w:val="009E0037"/>
    <w:rsid w:val="009E1367"/>
    <w:rsid w:val="009E34D6"/>
    <w:rsid w:val="009E3A6A"/>
    <w:rsid w:val="009E4447"/>
    <w:rsid w:val="009E5577"/>
    <w:rsid w:val="009E5807"/>
    <w:rsid w:val="009E67C8"/>
    <w:rsid w:val="009F0254"/>
    <w:rsid w:val="009F0269"/>
    <w:rsid w:val="009F1233"/>
    <w:rsid w:val="009F1C54"/>
    <w:rsid w:val="009F1D4D"/>
    <w:rsid w:val="009F1DCB"/>
    <w:rsid w:val="009F1F1B"/>
    <w:rsid w:val="009F24FD"/>
    <w:rsid w:val="009F2A1D"/>
    <w:rsid w:val="009F507C"/>
    <w:rsid w:val="009F57BB"/>
    <w:rsid w:val="009F5F6B"/>
    <w:rsid w:val="009F7FA7"/>
    <w:rsid w:val="00A0012D"/>
    <w:rsid w:val="00A01EF1"/>
    <w:rsid w:val="00A031CD"/>
    <w:rsid w:val="00A03CC3"/>
    <w:rsid w:val="00A048C1"/>
    <w:rsid w:val="00A04935"/>
    <w:rsid w:val="00A04AD7"/>
    <w:rsid w:val="00A051AF"/>
    <w:rsid w:val="00A05E1B"/>
    <w:rsid w:val="00A0652A"/>
    <w:rsid w:val="00A069F1"/>
    <w:rsid w:val="00A0725A"/>
    <w:rsid w:val="00A07881"/>
    <w:rsid w:val="00A07E5B"/>
    <w:rsid w:val="00A11A18"/>
    <w:rsid w:val="00A12744"/>
    <w:rsid w:val="00A1311B"/>
    <w:rsid w:val="00A13408"/>
    <w:rsid w:val="00A13959"/>
    <w:rsid w:val="00A142F9"/>
    <w:rsid w:val="00A155BA"/>
    <w:rsid w:val="00A15CA4"/>
    <w:rsid w:val="00A1677B"/>
    <w:rsid w:val="00A1710F"/>
    <w:rsid w:val="00A20A4A"/>
    <w:rsid w:val="00A21379"/>
    <w:rsid w:val="00A213B6"/>
    <w:rsid w:val="00A2199E"/>
    <w:rsid w:val="00A21DD2"/>
    <w:rsid w:val="00A22B84"/>
    <w:rsid w:val="00A22BCF"/>
    <w:rsid w:val="00A22D94"/>
    <w:rsid w:val="00A22FF8"/>
    <w:rsid w:val="00A2312A"/>
    <w:rsid w:val="00A23706"/>
    <w:rsid w:val="00A23E0A"/>
    <w:rsid w:val="00A25E86"/>
    <w:rsid w:val="00A26280"/>
    <w:rsid w:val="00A26F4F"/>
    <w:rsid w:val="00A27C38"/>
    <w:rsid w:val="00A3038F"/>
    <w:rsid w:val="00A30D1F"/>
    <w:rsid w:val="00A3106F"/>
    <w:rsid w:val="00A3334C"/>
    <w:rsid w:val="00A3436B"/>
    <w:rsid w:val="00A34B42"/>
    <w:rsid w:val="00A34B88"/>
    <w:rsid w:val="00A34BA4"/>
    <w:rsid w:val="00A360E3"/>
    <w:rsid w:val="00A36702"/>
    <w:rsid w:val="00A36F35"/>
    <w:rsid w:val="00A37370"/>
    <w:rsid w:val="00A37B0B"/>
    <w:rsid w:val="00A401E6"/>
    <w:rsid w:val="00A402BD"/>
    <w:rsid w:val="00A407D3"/>
    <w:rsid w:val="00A40890"/>
    <w:rsid w:val="00A41288"/>
    <w:rsid w:val="00A41CE0"/>
    <w:rsid w:val="00A420B7"/>
    <w:rsid w:val="00A42A9E"/>
    <w:rsid w:val="00A43DF8"/>
    <w:rsid w:val="00A443F6"/>
    <w:rsid w:val="00A445A3"/>
    <w:rsid w:val="00A450A8"/>
    <w:rsid w:val="00A45E78"/>
    <w:rsid w:val="00A46002"/>
    <w:rsid w:val="00A463F4"/>
    <w:rsid w:val="00A46DCD"/>
    <w:rsid w:val="00A47157"/>
    <w:rsid w:val="00A47210"/>
    <w:rsid w:val="00A50D89"/>
    <w:rsid w:val="00A51208"/>
    <w:rsid w:val="00A515F4"/>
    <w:rsid w:val="00A51AC1"/>
    <w:rsid w:val="00A52176"/>
    <w:rsid w:val="00A527F2"/>
    <w:rsid w:val="00A52F8B"/>
    <w:rsid w:val="00A53B57"/>
    <w:rsid w:val="00A54793"/>
    <w:rsid w:val="00A5568E"/>
    <w:rsid w:val="00A55879"/>
    <w:rsid w:val="00A55F0A"/>
    <w:rsid w:val="00A561D7"/>
    <w:rsid w:val="00A5639B"/>
    <w:rsid w:val="00A57163"/>
    <w:rsid w:val="00A57B08"/>
    <w:rsid w:val="00A6056F"/>
    <w:rsid w:val="00A60C91"/>
    <w:rsid w:val="00A60F29"/>
    <w:rsid w:val="00A6134F"/>
    <w:rsid w:val="00A6187A"/>
    <w:rsid w:val="00A6203F"/>
    <w:rsid w:val="00A636F8"/>
    <w:rsid w:val="00A63B38"/>
    <w:rsid w:val="00A63DE2"/>
    <w:rsid w:val="00A6429C"/>
    <w:rsid w:val="00A64581"/>
    <w:rsid w:val="00A647BC"/>
    <w:rsid w:val="00A64F5B"/>
    <w:rsid w:val="00A656E9"/>
    <w:rsid w:val="00A65733"/>
    <w:rsid w:val="00A66575"/>
    <w:rsid w:val="00A66CBF"/>
    <w:rsid w:val="00A67E64"/>
    <w:rsid w:val="00A67F66"/>
    <w:rsid w:val="00A71F0D"/>
    <w:rsid w:val="00A734B2"/>
    <w:rsid w:val="00A73804"/>
    <w:rsid w:val="00A73C33"/>
    <w:rsid w:val="00A73F0B"/>
    <w:rsid w:val="00A74D82"/>
    <w:rsid w:val="00A75634"/>
    <w:rsid w:val="00A80F82"/>
    <w:rsid w:val="00A81199"/>
    <w:rsid w:val="00A816CC"/>
    <w:rsid w:val="00A8242F"/>
    <w:rsid w:val="00A8277F"/>
    <w:rsid w:val="00A8296C"/>
    <w:rsid w:val="00A829F4"/>
    <w:rsid w:val="00A8356E"/>
    <w:rsid w:val="00A84769"/>
    <w:rsid w:val="00A853D6"/>
    <w:rsid w:val="00A8566B"/>
    <w:rsid w:val="00A85B3B"/>
    <w:rsid w:val="00A876CD"/>
    <w:rsid w:val="00A9119C"/>
    <w:rsid w:val="00A9174B"/>
    <w:rsid w:val="00A91AFD"/>
    <w:rsid w:val="00A91C12"/>
    <w:rsid w:val="00A91FB2"/>
    <w:rsid w:val="00A9224D"/>
    <w:rsid w:val="00A92395"/>
    <w:rsid w:val="00A9255A"/>
    <w:rsid w:val="00A92786"/>
    <w:rsid w:val="00A92F89"/>
    <w:rsid w:val="00A93E76"/>
    <w:rsid w:val="00A95083"/>
    <w:rsid w:val="00A95861"/>
    <w:rsid w:val="00A95972"/>
    <w:rsid w:val="00A95EB6"/>
    <w:rsid w:val="00A960CB"/>
    <w:rsid w:val="00A96D05"/>
    <w:rsid w:val="00A9731B"/>
    <w:rsid w:val="00A97748"/>
    <w:rsid w:val="00A979EC"/>
    <w:rsid w:val="00AA143F"/>
    <w:rsid w:val="00AA4B90"/>
    <w:rsid w:val="00AA4F41"/>
    <w:rsid w:val="00AA50CF"/>
    <w:rsid w:val="00AA6255"/>
    <w:rsid w:val="00AA67E5"/>
    <w:rsid w:val="00AA75C0"/>
    <w:rsid w:val="00AB1311"/>
    <w:rsid w:val="00AB2121"/>
    <w:rsid w:val="00AB21E5"/>
    <w:rsid w:val="00AB3DE5"/>
    <w:rsid w:val="00AB4733"/>
    <w:rsid w:val="00AB523E"/>
    <w:rsid w:val="00AB5496"/>
    <w:rsid w:val="00AB59C6"/>
    <w:rsid w:val="00AB5EC6"/>
    <w:rsid w:val="00AB629E"/>
    <w:rsid w:val="00AB66E9"/>
    <w:rsid w:val="00AB675E"/>
    <w:rsid w:val="00AB6BA4"/>
    <w:rsid w:val="00AB6C92"/>
    <w:rsid w:val="00AB776B"/>
    <w:rsid w:val="00AC1B41"/>
    <w:rsid w:val="00AC2939"/>
    <w:rsid w:val="00AC363C"/>
    <w:rsid w:val="00AC3DAD"/>
    <w:rsid w:val="00AC3E83"/>
    <w:rsid w:val="00AC4044"/>
    <w:rsid w:val="00AC41E3"/>
    <w:rsid w:val="00AC6E83"/>
    <w:rsid w:val="00AD06F6"/>
    <w:rsid w:val="00AD0E4C"/>
    <w:rsid w:val="00AD2651"/>
    <w:rsid w:val="00AD2A4B"/>
    <w:rsid w:val="00AD38E6"/>
    <w:rsid w:val="00AD4265"/>
    <w:rsid w:val="00AD4975"/>
    <w:rsid w:val="00AD560C"/>
    <w:rsid w:val="00AD5935"/>
    <w:rsid w:val="00AD65F1"/>
    <w:rsid w:val="00AD7389"/>
    <w:rsid w:val="00AD7478"/>
    <w:rsid w:val="00AD7C43"/>
    <w:rsid w:val="00AE007E"/>
    <w:rsid w:val="00AE00C6"/>
    <w:rsid w:val="00AE02BB"/>
    <w:rsid w:val="00AE1B26"/>
    <w:rsid w:val="00AE33B8"/>
    <w:rsid w:val="00AE4F70"/>
    <w:rsid w:val="00AE53A6"/>
    <w:rsid w:val="00AE53CF"/>
    <w:rsid w:val="00AE54FC"/>
    <w:rsid w:val="00AE69D1"/>
    <w:rsid w:val="00AE6F53"/>
    <w:rsid w:val="00AE732E"/>
    <w:rsid w:val="00AF0103"/>
    <w:rsid w:val="00AF0A42"/>
    <w:rsid w:val="00AF1FB9"/>
    <w:rsid w:val="00AF2182"/>
    <w:rsid w:val="00AF229E"/>
    <w:rsid w:val="00AF2679"/>
    <w:rsid w:val="00AF2F61"/>
    <w:rsid w:val="00AF3CEA"/>
    <w:rsid w:val="00AF4F01"/>
    <w:rsid w:val="00AF51A0"/>
    <w:rsid w:val="00AF52C6"/>
    <w:rsid w:val="00AF5F00"/>
    <w:rsid w:val="00AF672B"/>
    <w:rsid w:val="00AF6FE5"/>
    <w:rsid w:val="00AF71C2"/>
    <w:rsid w:val="00B0030B"/>
    <w:rsid w:val="00B0095B"/>
    <w:rsid w:val="00B00ADC"/>
    <w:rsid w:val="00B01567"/>
    <w:rsid w:val="00B0165A"/>
    <w:rsid w:val="00B01C07"/>
    <w:rsid w:val="00B053D2"/>
    <w:rsid w:val="00B06997"/>
    <w:rsid w:val="00B072CC"/>
    <w:rsid w:val="00B07C69"/>
    <w:rsid w:val="00B10AFC"/>
    <w:rsid w:val="00B11DD1"/>
    <w:rsid w:val="00B12BFF"/>
    <w:rsid w:val="00B13737"/>
    <w:rsid w:val="00B1390D"/>
    <w:rsid w:val="00B14065"/>
    <w:rsid w:val="00B14678"/>
    <w:rsid w:val="00B16618"/>
    <w:rsid w:val="00B17945"/>
    <w:rsid w:val="00B23E6A"/>
    <w:rsid w:val="00B24B34"/>
    <w:rsid w:val="00B25165"/>
    <w:rsid w:val="00B2546D"/>
    <w:rsid w:val="00B25696"/>
    <w:rsid w:val="00B3231A"/>
    <w:rsid w:val="00B324D7"/>
    <w:rsid w:val="00B34134"/>
    <w:rsid w:val="00B3469F"/>
    <w:rsid w:val="00B346DC"/>
    <w:rsid w:val="00B35D05"/>
    <w:rsid w:val="00B362BC"/>
    <w:rsid w:val="00B36340"/>
    <w:rsid w:val="00B37077"/>
    <w:rsid w:val="00B37747"/>
    <w:rsid w:val="00B37C68"/>
    <w:rsid w:val="00B400BF"/>
    <w:rsid w:val="00B4019B"/>
    <w:rsid w:val="00B401F1"/>
    <w:rsid w:val="00B407DB"/>
    <w:rsid w:val="00B41449"/>
    <w:rsid w:val="00B4153D"/>
    <w:rsid w:val="00B43297"/>
    <w:rsid w:val="00B437D5"/>
    <w:rsid w:val="00B4405C"/>
    <w:rsid w:val="00B44513"/>
    <w:rsid w:val="00B44CD4"/>
    <w:rsid w:val="00B4525C"/>
    <w:rsid w:val="00B46A4E"/>
    <w:rsid w:val="00B47E53"/>
    <w:rsid w:val="00B50405"/>
    <w:rsid w:val="00B50D3E"/>
    <w:rsid w:val="00B516F9"/>
    <w:rsid w:val="00B51BEC"/>
    <w:rsid w:val="00B53E61"/>
    <w:rsid w:val="00B54A21"/>
    <w:rsid w:val="00B54C10"/>
    <w:rsid w:val="00B556AD"/>
    <w:rsid w:val="00B55762"/>
    <w:rsid w:val="00B5594C"/>
    <w:rsid w:val="00B56B88"/>
    <w:rsid w:val="00B60178"/>
    <w:rsid w:val="00B6077A"/>
    <w:rsid w:val="00B6152C"/>
    <w:rsid w:val="00B61603"/>
    <w:rsid w:val="00B61BDF"/>
    <w:rsid w:val="00B623B6"/>
    <w:rsid w:val="00B62719"/>
    <w:rsid w:val="00B62F85"/>
    <w:rsid w:val="00B647B4"/>
    <w:rsid w:val="00B64858"/>
    <w:rsid w:val="00B64B96"/>
    <w:rsid w:val="00B650ED"/>
    <w:rsid w:val="00B65F8C"/>
    <w:rsid w:val="00B67114"/>
    <w:rsid w:val="00B6720D"/>
    <w:rsid w:val="00B70B33"/>
    <w:rsid w:val="00B720CC"/>
    <w:rsid w:val="00B7235D"/>
    <w:rsid w:val="00B728E9"/>
    <w:rsid w:val="00B73103"/>
    <w:rsid w:val="00B73213"/>
    <w:rsid w:val="00B73A1C"/>
    <w:rsid w:val="00B749F7"/>
    <w:rsid w:val="00B74E86"/>
    <w:rsid w:val="00B75E34"/>
    <w:rsid w:val="00B76836"/>
    <w:rsid w:val="00B76A37"/>
    <w:rsid w:val="00B76F60"/>
    <w:rsid w:val="00B77307"/>
    <w:rsid w:val="00B803EA"/>
    <w:rsid w:val="00B81159"/>
    <w:rsid w:val="00B83D9D"/>
    <w:rsid w:val="00B864A8"/>
    <w:rsid w:val="00B86FCB"/>
    <w:rsid w:val="00B874F4"/>
    <w:rsid w:val="00B87B18"/>
    <w:rsid w:val="00B90248"/>
    <w:rsid w:val="00B912EB"/>
    <w:rsid w:val="00B91F07"/>
    <w:rsid w:val="00B921E9"/>
    <w:rsid w:val="00B92C29"/>
    <w:rsid w:val="00B93E36"/>
    <w:rsid w:val="00B93EDD"/>
    <w:rsid w:val="00B942BE"/>
    <w:rsid w:val="00B94670"/>
    <w:rsid w:val="00B94F98"/>
    <w:rsid w:val="00B953A7"/>
    <w:rsid w:val="00B96497"/>
    <w:rsid w:val="00B96D03"/>
    <w:rsid w:val="00B96E22"/>
    <w:rsid w:val="00BA0F9D"/>
    <w:rsid w:val="00BA255F"/>
    <w:rsid w:val="00BA2B69"/>
    <w:rsid w:val="00BA4917"/>
    <w:rsid w:val="00BA64A6"/>
    <w:rsid w:val="00BA6BB6"/>
    <w:rsid w:val="00BA7785"/>
    <w:rsid w:val="00BB0E56"/>
    <w:rsid w:val="00BB2077"/>
    <w:rsid w:val="00BB229F"/>
    <w:rsid w:val="00BB2FDE"/>
    <w:rsid w:val="00BB40B9"/>
    <w:rsid w:val="00BB5226"/>
    <w:rsid w:val="00BB5463"/>
    <w:rsid w:val="00BB60A1"/>
    <w:rsid w:val="00BB791B"/>
    <w:rsid w:val="00BC36CA"/>
    <w:rsid w:val="00BC40AC"/>
    <w:rsid w:val="00BC4357"/>
    <w:rsid w:val="00BC47AC"/>
    <w:rsid w:val="00BC47B2"/>
    <w:rsid w:val="00BC4812"/>
    <w:rsid w:val="00BC4BF7"/>
    <w:rsid w:val="00BC5DAE"/>
    <w:rsid w:val="00BC6123"/>
    <w:rsid w:val="00BC7637"/>
    <w:rsid w:val="00BD164E"/>
    <w:rsid w:val="00BD2BAA"/>
    <w:rsid w:val="00BD2C81"/>
    <w:rsid w:val="00BD346B"/>
    <w:rsid w:val="00BD440B"/>
    <w:rsid w:val="00BD46AE"/>
    <w:rsid w:val="00BD46DF"/>
    <w:rsid w:val="00BD4AA0"/>
    <w:rsid w:val="00BD52AE"/>
    <w:rsid w:val="00BD5505"/>
    <w:rsid w:val="00BD5670"/>
    <w:rsid w:val="00BD5A9B"/>
    <w:rsid w:val="00BD5F79"/>
    <w:rsid w:val="00BD625C"/>
    <w:rsid w:val="00BD6838"/>
    <w:rsid w:val="00BD7125"/>
    <w:rsid w:val="00BD7B08"/>
    <w:rsid w:val="00BE0457"/>
    <w:rsid w:val="00BE0B1A"/>
    <w:rsid w:val="00BE10AE"/>
    <w:rsid w:val="00BE2221"/>
    <w:rsid w:val="00BE286C"/>
    <w:rsid w:val="00BE307D"/>
    <w:rsid w:val="00BE43E0"/>
    <w:rsid w:val="00BE47D7"/>
    <w:rsid w:val="00BE546C"/>
    <w:rsid w:val="00BE62FA"/>
    <w:rsid w:val="00BE7C16"/>
    <w:rsid w:val="00BF0084"/>
    <w:rsid w:val="00BF1BC4"/>
    <w:rsid w:val="00BF1BE9"/>
    <w:rsid w:val="00BF2446"/>
    <w:rsid w:val="00BF28F8"/>
    <w:rsid w:val="00BF410C"/>
    <w:rsid w:val="00BF43D1"/>
    <w:rsid w:val="00BF4699"/>
    <w:rsid w:val="00BF489C"/>
    <w:rsid w:val="00BF4BE2"/>
    <w:rsid w:val="00BF4DC7"/>
    <w:rsid w:val="00BF50B6"/>
    <w:rsid w:val="00BF6A26"/>
    <w:rsid w:val="00BF7056"/>
    <w:rsid w:val="00BF7EB7"/>
    <w:rsid w:val="00C000D8"/>
    <w:rsid w:val="00C02E18"/>
    <w:rsid w:val="00C03221"/>
    <w:rsid w:val="00C03BC7"/>
    <w:rsid w:val="00C040B1"/>
    <w:rsid w:val="00C040E6"/>
    <w:rsid w:val="00C05379"/>
    <w:rsid w:val="00C06DD6"/>
    <w:rsid w:val="00C072B5"/>
    <w:rsid w:val="00C07B6A"/>
    <w:rsid w:val="00C1006D"/>
    <w:rsid w:val="00C10572"/>
    <w:rsid w:val="00C12905"/>
    <w:rsid w:val="00C137B4"/>
    <w:rsid w:val="00C144DB"/>
    <w:rsid w:val="00C14BAB"/>
    <w:rsid w:val="00C15175"/>
    <w:rsid w:val="00C157C7"/>
    <w:rsid w:val="00C17BB1"/>
    <w:rsid w:val="00C205D8"/>
    <w:rsid w:val="00C211F4"/>
    <w:rsid w:val="00C22833"/>
    <w:rsid w:val="00C22941"/>
    <w:rsid w:val="00C2306A"/>
    <w:rsid w:val="00C233B4"/>
    <w:rsid w:val="00C23576"/>
    <w:rsid w:val="00C235F1"/>
    <w:rsid w:val="00C24302"/>
    <w:rsid w:val="00C24C7E"/>
    <w:rsid w:val="00C250D2"/>
    <w:rsid w:val="00C26332"/>
    <w:rsid w:val="00C26FAB"/>
    <w:rsid w:val="00C315DB"/>
    <w:rsid w:val="00C33FC0"/>
    <w:rsid w:val="00C35AFB"/>
    <w:rsid w:val="00C36106"/>
    <w:rsid w:val="00C363F0"/>
    <w:rsid w:val="00C36537"/>
    <w:rsid w:val="00C37C7E"/>
    <w:rsid w:val="00C40597"/>
    <w:rsid w:val="00C41004"/>
    <w:rsid w:val="00C420E9"/>
    <w:rsid w:val="00C4233F"/>
    <w:rsid w:val="00C43213"/>
    <w:rsid w:val="00C43D09"/>
    <w:rsid w:val="00C463BB"/>
    <w:rsid w:val="00C464F8"/>
    <w:rsid w:val="00C46D4A"/>
    <w:rsid w:val="00C46ED3"/>
    <w:rsid w:val="00C4795F"/>
    <w:rsid w:val="00C5070C"/>
    <w:rsid w:val="00C51F21"/>
    <w:rsid w:val="00C5276A"/>
    <w:rsid w:val="00C527F6"/>
    <w:rsid w:val="00C53BF8"/>
    <w:rsid w:val="00C54F65"/>
    <w:rsid w:val="00C565B1"/>
    <w:rsid w:val="00C567C6"/>
    <w:rsid w:val="00C56B1A"/>
    <w:rsid w:val="00C57434"/>
    <w:rsid w:val="00C60709"/>
    <w:rsid w:val="00C60789"/>
    <w:rsid w:val="00C6116E"/>
    <w:rsid w:val="00C6216A"/>
    <w:rsid w:val="00C62644"/>
    <w:rsid w:val="00C62F5E"/>
    <w:rsid w:val="00C64722"/>
    <w:rsid w:val="00C64774"/>
    <w:rsid w:val="00C64A10"/>
    <w:rsid w:val="00C66194"/>
    <w:rsid w:val="00C700CD"/>
    <w:rsid w:val="00C7169A"/>
    <w:rsid w:val="00C71A99"/>
    <w:rsid w:val="00C733A5"/>
    <w:rsid w:val="00C73AFE"/>
    <w:rsid w:val="00C73C71"/>
    <w:rsid w:val="00C74D44"/>
    <w:rsid w:val="00C755C9"/>
    <w:rsid w:val="00C75AB5"/>
    <w:rsid w:val="00C766C8"/>
    <w:rsid w:val="00C766F3"/>
    <w:rsid w:val="00C7762F"/>
    <w:rsid w:val="00C80C7C"/>
    <w:rsid w:val="00C80E9E"/>
    <w:rsid w:val="00C819BE"/>
    <w:rsid w:val="00C82847"/>
    <w:rsid w:val="00C83090"/>
    <w:rsid w:val="00C833BF"/>
    <w:rsid w:val="00C83EF2"/>
    <w:rsid w:val="00C84A9E"/>
    <w:rsid w:val="00C84FBD"/>
    <w:rsid w:val="00C85363"/>
    <w:rsid w:val="00C8597B"/>
    <w:rsid w:val="00C85B13"/>
    <w:rsid w:val="00C85FAF"/>
    <w:rsid w:val="00C8647B"/>
    <w:rsid w:val="00C86736"/>
    <w:rsid w:val="00C906E1"/>
    <w:rsid w:val="00C910B9"/>
    <w:rsid w:val="00C92164"/>
    <w:rsid w:val="00C93F5C"/>
    <w:rsid w:val="00C94766"/>
    <w:rsid w:val="00C94A21"/>
    <w:rsid w:val="00C97928"/>
    <w:rsid w:val="00C97D9C"/>
    <w:rsid w:val="00C97E8B"/>
    <w:rsid w:val="00CA02A6"/>
    <w:rsid w:val="00CA04A8"/>
    <w:rsid w:val="00CA0878"/>
    <w:rsid w:val="00CA0E06"/>
    <w:rsid w:val="00CA1341"/>
    <w:rsid w:val="00CA175C"/>
    <w:rsid w:val="00CA26AF"/>
    <w:rsid w:val="00CA29F4"/>
    <w:rsid w:val="00CA339D"/>
    <w:rsid w:val="00CA33C5"/>
    <w:rsid w:val="00CA3987"/>
    <w:rsid w:val="00CA3FF8"/>
    <w:rsid w:val="00CA4151"/>
    <w:rsid w:val="00CA4304"/>
    <w:rsid w:val="00CA4E06"/>
    <w:rsid w:val="00CA57FD"/>
    <w:rsid w:val="00CA6823"/>
    <w:rsid w:val="00CA7129"/>
    <w:rsid w:val="00CA723D"/>
    <w:rsid w:val="00CA7408"/>
    <w:rsid w:val="00CA7B0E"/>
    <w:rsid w:val="00CB1389"/>
    <w:rsid w:val="00CB248D"/>
    <w:rsid w:val="00CB2877"/>
    <w:rsid w:val="00CB4C1E"/>
    <w:rsid w:val="00CB5083"/>
    <w:rsid w:val="00CB5141"/>
    <w:rsid w:val="00CB5E40"/>
    <w:rsid w:val="00CB702E"/>
    <w:rsid w:val="00CC012A"/>
    <w:rsid w:val="00CC0A8F"/>
    <w:rsid w:val="00CC17F2"/>
    <w:rsid w:val="00CC1F40"/>
    <w:rsid w:val="00CC22CE"/>
    <w:rsid w:val="00CC2B75"/>
    <w:rsid w:val="00CC2D10"/>
    <w:rsid w:val="00CC3A0F"/>
    <w:rsid w:val="00CC3A4A"/>
    <w:rsid w:val="00CC3DA0"/>
    <w:rsid w:val="00CC4126"/>
    <w:rsid w:val="00CC470C"/>
    <w:rsid w:val="00CC4CA2"/>
    <w:rsid w:val="00CC4FEF"/>
    <w:rsid w:val="00CC5206"/>
    <w:rsid w:val="00CC5E12"/>
    <w:rsid w:val="00CC5F33"/>
    <w:rsid w:val="00CC7850"/>
    <w:rsid w:val="00CC7AE3"/>
    <w:rsid w:val="00CD02FE"/>
    <w:rsid w:val="00CD0938"/>
    <w:rsid w:val="00CD1848"/>
    <w:rsid w:val="00CD19A8"/>
    <w:rsid w:val="00CD29D0"/>
    <w:rsid w:val="00CD2EA1"/>
    <w:rsid w:val="00CD3700"/>
    <w:rsid w:val="00CD3AD4"/>
    <w:rsid w:val="00CD4438"/>
    <w:rsid w:val="00CD44F2"/>
    <w:rsid w:val="00CD4521"/>
    <w:rsid w:val="00CD607F"/>
    <w:rsid w:val="00CD6C08"/>
    <w:rsid w:val="00CD778D"/>
    <w:rsid w:val="00CE0C55"/>
    <w:rsid w:val="00CE21F7"/>
    <w:rsid w:val="00CE2561"/>
    <w:rsid w:val="00CE27D8"/>
    <w:rsid w:val="00CE2CF7"/>
    <w:rsid w:val="00CE30A9"/>
    <w:rsid w:val="00CE3414"/>
    <w:rsid w:val="00CE3505"/>
    <w:rsid w:val="00CE4686"/>
    <w:rsid w:val="00CE4B8F"/>
    <w:rsid w:val="00CE50D5"/>
    <w:rsid w:val="00CE576E"/>
    <w:rsid w:val="00CE6712"/>
    <w:rsid w:val="00CE686E"/>
    <w:rsid w:val="00CE6ED9"/>
    <w:rsid w:val="00CE6EE9"/>
    <w:rsid w:val="00CE6FD8"/>
    <w:rsid w:val="00CF0E9D"/>
    <w:rsid w:val="00CF0FA5"/>
    <w:rsid w:val="00CF1537"/>
    <w:rsid w:val="00CF2BA8"/>
    <w:rsid w:val="00CF2F00"/>
    <w:rsid w:val="00CF425C"/>
    <w:rsid w:val="00CF5FB5"/>
    <w:rsid w:val="00CF6840"/>
    <w:rsid w:val="00CF71E2"/>
    <w:rsid w:val="00CF73EC"/>
    <w:rsid w:val="00D000A5"/>
    <w:rsid w:val="00D00CF3"/>
    <w:rsid w:val="00D02700"/>
    <w:rsid w:val="00D02CC0"/>
    <w:rsid w:val="00D03CCC"/>
    <w:rsid w:val="00D0449A"/>
    <w:rsid w:val="00D052D2"/>
    <w:rsid w:val="00D05FDB"/>
    <w:rsid w:val="00D06246"/>
    <w:rsid w:val="00D0693F"/>
    <w:rsid w:val="00D06963"/>
    <w:rsid w:val="00D07513"/>
    <w:rsid w:val="00D07ACD"/>
    <w:rsid w:val="00D10237"/>
    <w:rsid w:val="00D1041C"/>
    <w:rsid w:val="00D106E3"/>
    <w:rsid w:val="00D1190A"/>
    <w:rsid w:val="00D11BD6"/>
    <w:rsid w:val="00D120DC"/>
    <w:rsid w:val="00D1242B"/>
    <w:rsid w:val="00D12DF7"/>
    <w:rsid w:val="00D178FD"/>
    <w:rsid w:val="00D17C6E"/>
    <w:rsid w:val="00D17EDD"/>
    <w:rsid w:val="00D2015C"/>
    <w:rsid w:val="00D20532"/>
    <w:rsid w:val="00D21B99"/>
    <w:rsid w:val="00D21DFF"/>
    <w:rsid w:val="00D22BBF"/>
    <w:rsid w:val="00D22D3A"/>
    <w:rsid w:val="00D23D3E"/>
    <w:rsid w:val="00D23DB5"/>
    <w:rsid w:val="00D2584D"/>
    <w:rsid w:val="00D25BCC"/>
    <w:rsid w:val="00D25ECB"/>
    <w:rsid w:val="00D25FA6"/>
    <w:rsid w:val="00D2702A"/>
    <w:rsid w:val="00D27203"/>
    <w:rsid w:val="00D30187"/>
    <w:rsid w:val="00D30348"/>
    <w:rsid w:val="00D3065D"/>
    <w:rsid w:val="00D30FDD"/>
    <w:rsid w:val="00D3124A"/>
    <w:rsid w:val="00D31308"/>
    <w:rsid w:val="00D313EB"/>
    <w:rsid w:val="00D31A88"/>
    <w:rsid w:val="00D33754"/>
    <w:rsid w:val="00D34679"/>
    <w:rsid w:val="00D3595B"/>
    <w:rsid w:val="00D35E90"/>
    <w:rsid w:val="00D363A8"/>
    <w:rsid w:val="00D3756D"/>
    <w:rsid w:val="00D4126E"/>
    <w:rsid w:val="00D4167C"/>
    <w:rsid w:val="00D41C05"/>
    <w:rsid w:val="00D41CC0"/>
    <w:rsid w:val="00D42118"/>
    <w:rsid w:val="00D42166"/>
    <w:rsid w:val="00D42201"/>
    <w:rsid w:val="00D43C64"/>
    <w:rsid w:val="00D43F08"/>
    <w:rsid w:val="00D443D6"/>
    <w:rsid w:val="00D45015"/>
    <w:rsid w:val="00D461EF"/>
    <w:rsid w:val="00D47900"/>
    <w:rsid w:val="00D47F84"/>
    <w:rsid w:val="00D523D4"/>
    <w:rsid w:val="00D52CB3"/>
    <w:rsid w:val="00D5310E"/>
    <w:rsid w:val="00D53403"/>
    <w:rsid w:val="00D53A2E"/>
    <w:rsid w:val="00D546A6"/>
    <w:rsid w:val="00D54DD6"/>
    <w:rsid w:val="00D5512B"/>
    <w:rsid w:val="00D5527C"/>
    <w:rsid w:val="00D579F6"/>
    <w:rsid w:val="00D57EFF"/>
    <w:rsid w:val="00D60BD1"/>
    <w:rsid w:val="00D627ED"/>
    <w:rsid w:val="00D62AEA"/>
    <w:rsid w:val="00D63332"/>
    <w:rsid w:val="00D635D1"/>
    <w:rsid w:val="00D65E0B"/>
    <w:rsid w:val="00D665E6"/>
    <w:rsid w:val="00D66D78"/>
    <w:rsid w:val="00D70126"/>
    <w:rsid w:val="00D71487"/>
    <w:rsid w:val="00D72BCD"/>
    <w:rsid w:val="00D74115"/>
    <w:rsid w:val="00D74682"/>
    <w:rsid w:val="00D749B7"/>
    <w:rsid w:val="00D74D2C"/>
    <w:rsid w:val="00D74E87"/>
    <w:rsid w:val="00D826C8"/>
    <w:rsid w:val="00D82BA3"/>
    <w:rsid w:val="00D82C2D"/>
    <w:rsid w:val="00D8422E"/>
    <w:rsid w:val="00D84A8D"/>
    <w:rsid w:val="00D850C0"/>
    <w:rsid w:val="00D85F24"/>
    <w:rsid w:val="00D86F30"/>
    <w:rsid w:val="00D8780B"/>
    <w:rsid w:val="00D90074"/>
    <w:rsid w:val="00D92206"/>
    <w:rsid w:val="00D9370B"/>
    <w:rsid w:val="00D93A68"/>
    <w:rsid w:val="00D93BE5"/>
    <w:rsid w:val="00D94253"/>
    <w:rsid w:val="00D949B7"/>
    <w:rsid w:val="00D949CB"/>
    <w:rsid w:val="00D949F4"/>
    <w:rsid w:val="00D95033"/>
    <w:rsid w:val="00D957F6"/>
    <w:rsid w:val="00D9634F"/>
    <w:rsid w:val="00D96CCE"/>
    <w:rsid w:val="00D96E15"/>
    <w:rsid w:val="00D97A8C"/>
    <w:rsid w:val="00DA1B3B"/>
    <w:rsid w:val="00DA20B7"/>
    <w:rsid w:val="00DA2606"/>
    <w:rsid w:val="00DA2A24"/>
    <w:rsid w:val="00DA3B40"/>
    <w:rsid w:val="00DA44C2"/>
    <w:rsid w:val="00DA72FA"/>
    <w:rsid w:val="00DA7BF4"/>
    <w:rsid w:val="00DB3A7B"/>
    <w:rsid w:val="00DB3EEF"/>
    <w:rsid w:val="00DB4297"/>
    <w:rsid w:val="00DB42D3"/>
    <w:rsid w:val="00DB4779"/>
    <w:rsid w:val="00DB5381"/>
    <w:rsid w:val="00DB54B1"/>
    <w:rsid w:val="00DB5AC5"/>
    <w:rsid w:val="00DB6F76"/>
    <w:rsid w:val="00DB7DAE"/>
    <w:rsid w:val="00DC024A"/>
    <w:rsid w:val="00DC1184"/>
    <w:rsid w:val="00DC193F"/>
    <w:rsid w:val="00DC2F4F"/>
    <w:rsid w:val="00DC386C"/>
    <w:rsid w:val="00DC42FA"/>
    <w:rsid w:val="00DC4711"/>
    <w:rsid w:val="00DC4B26"/>
    <w:rsid w:val="00DC619F"/>
    <w:rsid w:val="00DC6360"/>
    <w:rsid w:val="00DC6E8C"/>
    <w:rsid w:val="00DD049E"/>
    <w:rsid w:val="00DD220E"/>
    <w:rsid w:val="00DD22FA"/>
    <w:rsid w:val="00DD31EB"/>
    <w:rsid w:val="00DD3B52"/>
    <w:rsid w:val="00DD6B43"/>
    <w:rsid w:val="00DD71C3"/>
    <w:rsid w:val="00DD71C9"/>
    <w:rsid w:val="00DD766E"/>
    <w:rsid w:val="00DD7E3A"/>
    <w:rsid w:val="00DE1095"/>
    <w:rsid w:val="00DE13D6"/>
    <w:rsid w:val="00DE14FE"/>
    <w:rsid w:val="00DE171F"/>
    <w:rsid w:val="00DE24DE"/>
    <w:rsid w:val="00DE390B"/>
    <w:rsid w:val="00DE3D53"/>
    <w:rsid w:val="00DE5169"/>
    <w:rsid w:val="00DE5F3B"/>
    <w:rsid w:val="00DF1A8E"/>
    <w:rsid w:val="00DF270F"/>
    <w:rsid w:val="00DF2884"/>
    <w:rsid w:val="00DF3B4C"/>
    <w:rsid w:val="00DF4572"/>
    <w:rsid w:val="00DF48FD"/>
    <w:rsid w:val="00DF5643"/>
    <w:rsid w:val="00DF6BBD"/>
    <w:rsid w:val="00DF6CB3"/>
    <w:rsid w:val="00DF6DA8"/>
    <w:rsid w:val="00E0017F"/>
    <w:rsid w:val="00E03289"/>
    <w:rsid w:val="00E04C7F"/>
    <w:rsid w:val="00E04E6B"/>
    <w:rsid w:val="00E051D1"/>
    <w:rsid w:val="00E066A5"/>
    <w:rsid w:val="00E066CF"/>
    <w:rsid w:val="00E06CB7"/>
    <w:rsid w:val="00E07174"/>
    <w:rsid w:val="00E10805"/>
    <w:rsid w:val="00E10BA6"/>
    <w:rsid w:val="00E11241"/>
    <w:rsid w:val="00E12898"/>
    <w:rsid w:val="00E12BEF"/>
    <w:rsid w:val="00E15445"/>
    <w:rsid w:val="00E158BC"/>
    <w:rsid w:val="00E1663F"/>
    <w:rsid w:val="00E16964"/>
    <w:rsid w:val="00E20476"/>
    <w:rsid w:val="00E215B1"/>
    <w:rsid w:val="00E2327F"/>
    <w:rsid w:val="00E25079"/>
    <w:rsid w:val="00E25159"/>
    <w:rsid w:val="00E2559C"/>
    <w:rsid w:val="00E25A24"/>
    <w:rsid w:val="00E26A1E"/>
    <w:rsid w:val="00E27AE7"/>
    <w:rsid w:val="00E27D65"/>
    <w:rsid w:val="00E27F8E"/>
    <w:rsid w:val="00E3092A"/>
    <w:rsid w:val="00E311C3"/>
    <w:rsid w:val="00E31D83"/>
    <w:rsid w:val="00E321AA"/>
    <w:rsid w:val="00E33A3F"/>
    <w:rsid w:val="00E34326"/>
    <w:rsid w:val="00E350E7"/>
    <w:rsid w:val="00E35625"/>
    <w:rsid w:val="00E36682"/>
    <w:rsid w:val="00E40E15"/>
    <w:rsid w:val="00E41033"/>
    <w:rsid w:val="00E41553"/>
    <w:rsid w:val="00E417B3"/>
    <w:rsid w:val="00E41C96"/>
    <w:rsid w:val="00E42801"/>
    <w:rsid w:val="00E43181"/>
    <w:rsid w:val="00E4328A"/>
    <w:rsid w:val="00E444DC"/>
    <w:rsid w:val="00E4481D"/>
    <w:rsid w:val="00E44A00"/>
    <w:rsid w:val="00E44B54"/>
    <w:rsid w:val="00E46F27"/>
    <w:rsid w:val="00E47D5F"/>
    <w:rsid w:val="00E50C1D"/>
    <w:rsid w:val="00E5139E"/>
    <w:rsid w:val="00E5146A"/>
    <w:rsid w:val="00E51E76"/>
    <w:rsid w:val="00E5249F"/>
    <w:rsid w:val="00E53196"/>
    <w:rsid w:val="00E5337A"/>
    <w:rsid w:val="00E533A5"/>
    <w:rsid w:val="00E5375A"/>
    <w:rsid w:val="00E53CCF"/>
    <w:rsid w:val="00E53D02"/>
    <w:rsid w:val="00E53D9A"/>
    <w:rsid w:val="00E541FF"/>
    <w:rsid w:val="00E54939"/>
    <w:rsid w:val="00E558A6"/>
    <w:rsid w:val="00E55AF6"/>
    <w:rsid w:val="00E55F27"/>
    <w:rsid w:val="00E57386"/>
    <w:rsid w:val="00E601A9"/>
    <w:rsid w:val="00E61255"/>
    <w:rsid w:val="00E612DE"/>
    <w:rsid w:val="00E64C8D"/>
    <w:rsid w:val="00E64DC8"/>
    <w:rsid w:val="00E64F06"/>
    <w:rsid w:val="00E664FD"/>
    <w:rsid w:val="00E66985"/>
    <w:rsid w:val="00E6781A"/>
    <w:rsid w:val="00E67C3E"/>
    <w:rsid w:val="00E7052E"/>
    <w:rsid w:val="00E7070D"/>
    <w:rsid w:val="00E724DC"/>
    <w:rsid w:val="00E73699"/>
    <w:rsid w:val="00E7392D"/>
    <w:rsid w:val="00E74084"/>
    <w:rsid w:val="00E7489C"/>
    <w:rsid w:val="00E74AE0"/>
    <w:rsid w:val="00E74F2C"/>
    <w:rsid w:val="00E763B1"/>
    <w:rsid w:val="00E76D1E"/>
    <w:rsid w:val="00E775E7"/>
    <w:rsid w:val="00E80E12"/>
    <w:rsid w:val="00E81033"/>
    <w:rsid w:val="00E81629"/>
    <w:rsid w:val="00E82174"/>
    <w:rsid w:val="00E82664"/>
    <w:rsid w:val="00E834E0"/>
    <w:rsid w:val="00E83C50"/>
    <w:rsid w:val="00E84398"/>
    <w:rsid w:val="00E86DE9"/>
    <w:rsid w:val="00E86DFB"/>
    <w:rsid w:val="00E87169"/>
    <w:rsid w:val="00E87403"/>
    <w:rsid w:val="00E8761B"/>
    <w:rsid w:val="00E876D1"/>
    <w:rsid w:val="00E902B5"/>
    <w:rsid w:val="00E90651"/>
    <w:rsid w:val="00E90C1F"/>
    <w:rsid w:val="00E93B00"/>
    <w:rsid w:val="00E93B8C"/>
    <w:rsid w:val="00E93E13"/>
    <w:rsid w:val="00E93E1F"/>
    <w:rsid w:val="00E940A8"/>
    <w:rsid w:val="00E953A7"/>
    <w:rsid w:val="00E975F8"/>
    <w:rsid w:val="00E97B82"/>
    <w:rsid w:val="00E97EA1"/>
    <w:rsid w:val="00EA0B72"/>
    <w:rsid w:val="00EA109D"/>
    <w:rsid w:val="00EA1DC3"/>
    <w:rsid w:val="00EA320F"/>
    <w:rsid w:val="00EA334E"/>
    <w:rsid w:val="00EA4330"/>
    <w:rsid w:val="00EA439B"/>
    <w:rsid w:val="00EA4F48"/>
    <w:rsid w:val="00EA4FA0"/>
    <w:rsid w:val="00EA51E6"/>
    <w:rsid w:val="00EA53DD"/>
    <w:rsid w:val="00EA5D85"/>
    <w:rsid w:val="00EA674A"/>
    <w:rsid w:val="00EA679F"/>
    <w:rsid w:val="00EA7734"/>
    <w:rsid w:val="00EB04BF"/>
    <w:rsid w:val="00EB213A"/>
    <w:rsid w:val="00EB42CC"/>
    <w:rsid w:val="00EB438C"/>
    <w:rsid w:val="00EB735F"/>
    <w:rsid w:val="00EB7C75"/>
    <w:rsid w:val="00EB7E39"/>
    <w:rsid w:val="00EC0146"/>
    <w:rsid w:val="00EC1118"/>
    <w:rsid w:val="00EC1E6B"/>
    <w:rsid w:val="00EC2487"/>
    <w:rsid w:val="00EC2C1C"/>
    <w:rsid w:val="00EC42E2"/>
    <w:rsid w:val="00EC4FF1"/>
    <w:rsid w:val="00EC53F6"/>
    <w:rsid w:val="00EC5F4D"/>
    <w:rsid w:val="00EC63E8"/>
    <w:rsid w:val="00EC6527"/>
    <w:rsid w:val="00EC7FA6"/>
    <w:rsid w:val="00ED011F"/>
    <w:rsid w:val="00ED061F"/>
    <w:rsid w:val="00ED0F2C"/>
    <w:rsid w:val="00ED1747"/>
    <w:rsid w:val="00ED1777"/>
    <w:rsid w:val="00ED52AA"/>
    <w:rsid w:val="00ED5565"/>
    <w:rsid w:val="00ED55DA"/>
    <w:rsid w:val="00ED65BD"/>
    <w:rsid w:val="00ED71A7"/>
    <w:rsid w:val="00ED7750"/>
    <w:rsid w:val="00EE0653"/>
    <w:rsid w:val="00EE0C93"/>
    <w:rsid w:val="00EE12B6"/>
    <w:rsid w:val="00EE1C49"/>
    <w:rsid w:val="00EE1EE6"/>
    <w:rsid w:val="00EE2505"/>
    <w:rsid w:val="00EE335F"/>
    <w:rsid w:val="00EE45B4"/>
    <w:rsid w:val="00EE4A38"/>
    <w:rsid w:val="00EE4CEA"/>
    <w:rsid w:val="00EE4D5E"/>
    <w:rsid w:val="00EE5675"/>
    <w:rsid w:val="00EE5A6A"/>
    <w:rsid w:val="00EE65F4"/>
    <w:rsid w:val="00EE6768"/>
    <w:rsid w:val="00EE6A82"/>
    <w:rsid w:val="00EE7202"/>
    <w:rsid w:val="00EE7FD8"/>
    <w:rsid w:val="00EF0638"/>
    <w:rsid w:val="00EF0755"/>
    <w:rsid w:val="00EF0DB4"/>
    <w:rsid w:val="00EF1265"/>
    <w:rsid w:val="00EF1394"/>
    <w:rsid w:val="00EF2027"/>
    <w:rsid w:val="00EF307E"/>
    <w:rsid w:val="00EF3BC0"/>
    <w:rsid w:val="00EF3FBD"/>
    <w:rsid w:val="00EF4A66"/>
    <w:rsid w:val="00EF5969"/>
    <w:rsid w:val="00EF59EF"/>
    <w:rsid w:val="00EF6387"/>
    <w:rsid w:val="00EF6BF2"/>
    <w:rsid w:val="00EF6EDB"/>
    <w:rsid w:val="00EF70EB"/>
    <w:rsid w:val="00EF7E49"/>
    <w:rsid w:val="00F00146"/>
    <w:rsid w:val="00F001BC"/>
    <w:rsid w:val="00F008E6"/>
    <w:rsid w:val="00F0180A"/>
    <w:rsid w:val="00F01FE1"/>
    <w:rsid w:val="00F02231"/>
    <w:rsid w:val="00F0257F"/>
    <w:rsid w:val="00F048AD"/>
    <w:rsid w:val="00F060D8"/>
    <w:rsid w:val="00F06887"/>
    <w:rsid w:val="00F07297"/>
    <w:rsid w:val="00F0797A"/>
    <w:rsid w:val="00F1167D"/>
    <w:rsid w:val="00F11992"/>
    <w:rsid w:val="00F12B48"/>
    <w:rsid w:val="00F12BED"/>
    <w:rsid w:val="00F13442"/>
    <w:rsid w:val="00F1372D"/>
    <w:rsid w:val="00F145F1"/>
    <w:rsid w:val="00F15371"/>
    <w:rsid w:val="00F16865"/>
    <w:rsid w:val="00F17DDA"/>
    <w:rsid w:val="00F205BD"/>
    <w:rsid w:val="00F20B1D"/>
    <w:rsid w:val="00F21422"/>
    <w:rsid w:val="00F21520"/>
    <w:rsid w:val="00F216E9"/>
    <w:rsid w:val="00F224DB"/>
    <w:rsid w:val="00F23217"/>
    <w:rsid w:val="00F23B60"/>
    <w:rsid w:val="00F23D1B"/>
    <w:rsid w:val="00F240BF"/>
    <w:rsid w:val="00F2415F"/>
    <w:rsid w:val="00F24F7E"/>
    <w:rsid w:val="00F25068"/>
    <w:rsid w:val="00F262B0"/>
    <w:rsid w:val="00F26643"/>
    <w:rsid w:val="00F26FD8"/>
    <w:rsid w:val="00F305E3"/>
    <w:rsid w:val="00F31D10"/>
    <w:rsid w:val="00F31EBC"/>
    <w:rsid w:val="00F322D2"/>
    <w:rsid w:val="00F32B12"/>
    <w:rsid w:val="00F3383B"/>
    <w:rsid w:val="00F33D3E"/>
    <w:rsid w:val="00F33EE3"/>
    <w:rsid w:val="00F3428C"/>
    <w:rsid w:val="00F3491A"/>
    <w:rsid w:val="00F35373"/>
    <w:rsid w:val="00F3653F"/>
    <w:rsid w:val="00F3664E"/>
    <w:rsid w:val="00F36821"/>
    <w:rsid w:val="00F368F9"/>
    <w:rsid w:val="00F3698D"/>
    <w:rsid w:val="00F369F9"/>
    <w:rsid w:val="00F37F95"/>
    <w:rsid w:val="00F415A7"/>
    <w:rsid w:val="00F4273F"/>
    <w:rsid w:val="00F42CD0"/>
    <w:rsid w:val="00F43733"/>
    <w:rsid w:val="00F43B3B"/>
    <w:rsid w:val="00F44ABA"/>
    <w:rsid w:val="00F45065"/>
    <w:rsid w:val="00F4514F"/>
    <w:rsid w:val="00F45A3C"/>
    <w:rsid w:val="00F45BBB"/>
    <w:rsid w:val="00F45D38"/>
    <w:rsid w:val="00F45D5C"/>
    <w:rsid w:val="00F45F1B"/>
    <w:rsid w:val="00F477E5"/>
    <w:rsid w:val="00F47E00"/>
    <w:rsid w:val="00F504DF"/>
    <w:rsid w:val="00F511FC"/>
    <w:rsid w:val="00F5154D"/>
    <w:rsid w:val="00F51D31"/>
    <w:rsid w:val="00F52C56"/>
    <w:rsid w:val="00F53E61"/>
    <w:rsid w:val="00F56B77"/>
    <w:rsid w:val="00F5789D"/>
    <w:rsid w:val="00F608F1"/>
    <w:rsid w:val="00F60AE5"/>
    <w:rsid w:val="00F62539"/>
    <w:rsid w:val="00F6323D"/>
    <w:rsid w:val="00F638EE"/>
    <w:rsid w:val="00F647D2"/>
    <w:rsid w:val="00F6494A"/>
    <w:rsid w:val="00F65DD3"/>
    <w:rsid w:val="00F662B5"/>
    <w:rsid w:val="00F664BD"/>
    <w:rsid w:val="00F669EC"/>
    <w:rsid w:val="00F67194"/>
    <w:rsid w:val="00F675A6"/>
    <w:rsid w:val="00F704E7"/>
    <w:rsid w:val="00F70C1F"/>
    <w:rsid w:val="00F717CA"/>
    <w:rsid w:val="00F729DF"/>
    <w:rsid w:val="00F7355C"/>
    <w:rsid w:val="00F746E0"/>
    <w:rsid w:val="00F7641B"/>
    <w:rsid w:val="00F76986"/>
    <w:rsid w:val="00F76E33"/>
    <w:rsid w:val="00F7742B"/>
    <w:rsid w:val="00F776BA"/>
    <w:rsid w:val="00F77744"/>
    <w:rsid w:val="00F80902"/>
    <w:rsid w:val="00F821EF"/>
    <w:rsid w:val="00F82A5D"/>
    <w:rsid w:val="00F835E4"/>
    <w:rsid w:val="00F83C5A"/>
    <w:rsid w:val="00F84598"/>
    <w:rsid w:val="00F84602"/>
    <w:rsid w:val="00F848F6"/>
    <w:rsid w:val="00F8607A"/>
    <w:rsid w:val="00F860F9"/>
    <w:rsid w:val="00F86C49"/>
    <w:rsid w:val="00F871DB"/>
    <w:rsid w:val="00F879F0"/>
    <w:rsid w:val="00F87F39"/>
    <w:rsid w:val="00F9027E"/>
    <w:rsid w:val="00F90709"/>
    <w:rsid w:val="00F90BD3"/>
    <w:rsid w:val="00F92A50"/>
    <w:rsid w:val="00F92E19"/>
    <w:rsid w:val="00F93ADF"/>
    <w:rsid w:val="00F94021"/>
    <w:rsid w:val="00F946BC"/>
    <w:rsid w:val="00F94A05"/>
    <w:rsid w:val="00F957B5"/>
    <w:rsid w:val="00F970A7"/>
    <w:rsid w:val="00F9714B"/>
    <w:rsid w:val="00F97654"/>
    <w:rsid w:val="00FA0130"/>
    <w:rsid w:val="00FA2406"/>
    <w:rsid w:val="00FA2843"/>
    <w:rsid w:val="00FA2B0D"/>
    <w:rsid w:val="00FA38B4"/>
    <w:rsid w:val="00FA4800"/>
    <w:rsid w:val="00FA4BFA"/>
    <w:rsid w:val="00FA5D4E"/>
    <w:rsid w:val="00FA6754"/>
    <w:rsid w:val="00FA6984"/>
    <w:rsid w:val="00FA74F2"/>
    <w:rsid w:val="00FA7C0D"/>
    <w:rsid w:val="00FA7C42"/>
    <w:rsid w:val="00FA7FED"/>
    <w:rsid w:val="00FB011D"/>
    <w:rsid w:val="00FB0BD5"/>
    <w:rsid w:val="00FB1517"/>
    <w:rsid w:val="00FB1681"/>
    <w:rsid w:val="00FB2AEF"/>
    <w:rsid w:val="00FB34CE"/>
    <w:rsid w:val="00FB3BFF"/>
    <w:rsid w:val="00FB43A6"/>
    <w:rsid w:val="00FB4ACC"/>
    <w:rsid w:val="00FB56D2"/>
    <w:rsid w:val="00FB70DE"/>
    <w:rsid w:val="00FB77EF"/>
    <w:rsid w:val="00FB7AAB"/>
    <w:rsid w:val="00FC28D3"/>
    <w:rsid w:val="00FC38E5"/>
    <w:rsid w:val="00FC46C4"/>
    <w:rsid w:val="00FC554E"/>
    <w:rsid w:val="00FC6997"/>
    <w:rsid w:val="00FC6BD2"/>
    <w:rsid w:val="00FC7248"/>
    <w:rsid w:val="00FC738C"/>
    <w:rsid w:val="00FC73B6"/>
    <w:rsid w:val="00FC77C2"/>
    <w:rsid w:val="00FC7CBF"/>
    <w:rsid w:val="00FD1574"/>
    <w:rsid w:val="00FD18E3"/>
    <w:rsid w:val="00FD19F8"/>
    <w:rsid w:val="00FD1A2B"/>
    <w:rsid w:val="00FD2555"/>
    <w:rsid w:val="00FD2712"/>
    <w:rsid w:val="00FD355F"/>
    <w:rsid w:val="00FD36E2"/>
    <w:rsid w:val="00FD3860"/>
    <w:rsid w:val="00FD550E"/>
    <w:rsid w:val="00FD58A3"/>
    <w:rsid w:val="00FD5F2A"/>
    <w:rsid w:val="00FD611E"/>
    <w:rsid w:val="00FD7149"/>
    <w:rsid w:val="00FD7D84"/>
    <w:rsid w:val="00FE00C4"/>
    <w:rsid w:val="00FE0B0A"/>
    <w:rsid w:val="00FE12B1"/>
    <w:rsid w:val="00FE1852"/>
    <w:rsid w:val="00FE1A28"/>
    <w:rsid w:val="00FE1E0B"/>
    <w:rsid w:val="00FE1EC5"/>
    <w:rsid w:val="00FE31DE"/>
    <w:rsid w:val="00FE3C71"/>
    <w:rsid w:val="00FE3F30"/>
    <w:rsid w:val="00FE4092"/>
    <w:rsid w:val="00FE40F9"/>
    <w:rsid w:val="00FE4135"/>
    <w:rsid w:val="00FE439D"/>
    <w:rsid w:val="00FE4732"/>
    <w:rsid w:val="00FE49AC"/>
    <w:rsid w:val="00FE5780"/>
    <w:rsid w:val="00FE694F"/>
    <w:rsid w:val="00FE6B68"/>
    <w:rsid w:val="00FE6BDB"/>
    <w:rsid w:val="00FF0AB9"/>
    <w:rsid w:val="00FF0B00"/>
    <w:rsid w:val="00FF1BDA"/>
    <w:rsid w:val="00FF2873"/>
    <w:rsid w:val="00FF2952"/>
    <w:rsid w:val="00FF2DA5"/>
    <w:rsid w:val="00FF2E42"/>
    <w:rsid w:val="00FF386B"/>
    <w:rsid w:val="00FF51BC"/>
    <w:rsid w:val="00FF5249"/>
    <w:rsid w:val="00FF5B4A"/>
    <w:rsid w:val="00FF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BD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B6BF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D3756D"/>
    <w:pPr>
      <w:ind w:left="720"/>
      <w:contextualSpacing/>
    </w:pPr>
  </w:style>
  <w:style w:type="table" w:styleId="TableGrid">
    <w:name w:val="Table Grid"/>
    <w:basedOn w:val="TableNormal"/>
    <w:uiPriority w:val="99"/>
    <w:rsid w:val="001A35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96DAC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Header">
    <w:name w:val="header"/>
    <w:basedOn w:val="Normal"/>
    <w:link w:val="HeaderChar"/>
    <w:uiPriority w:val="99"/>
    <w:rsid w:val="00D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84A8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84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4A8D"/>
    <w:rPr>
      <w:rFonts w:cs="Times New Roman"/>
    </w:rPr>
  </w:style>
  <w:style w:type="character" w:styleId="Hyperlink">
    <w:name w:val="Hyperlink"/>
    <w:basedOn w:val="DefaultParagraphFont"/>
    <w:uiPriority w:val="99"/>
    <w:rsid w:val="007F148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75F515A650D593ED2A762D617ADD580DEE6B485DF8F9A8026753D226658068q2X3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E75F515A650D593ED2A762D617ADD580DEE6B485BFDFCAF0C6753D226658068q2X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2707</TotalTime>
  <Pages>2</Pages>
  <Words>697</Words>
  <Characters>3975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Валерьевна</dc:creator>
  <cp:keywords/>
  <dc:description/>
  <cp:lastModifiedBy>Озерова</cp:lastModifiedBy>
  <cp:revision>91</cp:revision>
  <cp:lastPrinted>2019-02-20T13:05:00Z</cp:lastPrinted>
  <dcterms:created xsi:type="dcterms:W3CDTF">2015-04-02T08:14:00Z</dcterms:created>
  <dcterms:modified xsi:type="dcterms:W3CDTF">2019-02-26T08:30:00Z</dcterms:modified>
</cp:coreProperties>
</file>