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0E" w:rsidRPr="008F0DEA" w:rsidRDefault="0036790E" w:rsidP="008943C3">
      <w:pPr>
        <w:pStyle w:val="ConsPlusNormal"/>
        <w:widowControl/>
        <w:ind w:left="-284" w:hanging="14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0DEA">
        <w:rPr>
          <w:rFonts w:ascii="Times New Roman" w:hAnsi="Times New Roman" w:cs="Times New Roman"/>
          <w:b/>
          <w:bCs/>
          <w:sz w:val="32"/>
          <w:szCs w:val="32"/>
        </w:rPr>
        <w:t>СОБРАНИЕ ДЕПУТАТОВ</w:t>
      </w:r>
    </w:p>
    <w:p w:rsidR="0036790E" w:rsidRPr="008F0DEA" w:rsidRDefault="0036790E" w:rsidP="008943C3">
      <w:pPr>
        <w:pStyle w:val="ConsPlusNormal"/>
        <w:widowControl/>
        <w:ind w:left="-284" w:hanging="14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0DEA">
        <w:rPr>
          <w:rFonts w:ascii="Times New Roman" w:hAnsi="Times New Roman" w:cs="Times New Roman"/>
          <w:b/>
          <w:bCs/>
          <w:sz w:val="32"/>
          <w:szCs w:val="32"/>
        </w:rPr>
        <w:t>СРЕДНЕОЛЬШАНСКОГО СЕЛЬСОВЕТА</w:t>
      </w:r>
    </w:p>
    <w:p w:rsidR="0036790E" w:rsidRPr="008F0DEA" w:rsidRDefault="0036790E" w:rsidP="008943C3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F0DEA">
        <w:rPr>
          <w:rFonts w:ascii="Times New Roman" w:hAnsi="Times New Roman" w:cs="Times New Roman"/>
          <w:b/>
          <w:bCs/>
          <w:sz w:val="32"/>
          <w:szCs w:val="32"/>
        </w:rPr>
        <w:t>ПРИСТЕНСКОГО РАЙОНА КУРСКОЙ ОБЛАСТИ</w:t>
      </w:r>
    </w:p>
    <w:p w:rsidR="0036790E" w:rsidRPr="00F97965" w:rsidRDefault="0036790E" w:rsidP="008943C3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6790E" w:rsidRPr="008F0DEA" w:rsidRDefault="0036790E" w:rsidP="008943C3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8F0DEA">
        <w:rPr>
          <w:rFonts w:ascii="Times New Roman" w:hAnsi="Times New Roman"/>
          <w:b/>
          <w:sz w:val="32"/>
          <w:szCs w:val="32"/>
        </w:rPr>
        <w:t>РЕШЕНИЕ</w:t>
      </w:r>
    </w:p>
    <w:p w:rsidR="0036790E" w:rsidRPr="008943C3" w:rsidRDefault="0036790E" w:rsidP="00894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43C3">
        <w:rPr>
          <w:rFonts w:ascii="Times New Roman" w:hAnsi="Times New Roman"/>
          <w:b/>
          <w:sz w:val="28"/>
          <w:szCs w:val="28"/>
        </w:rPr>
        <w:t>от 20 февраля 2019г. № 7</w:t>
      </w:r>
    </w:p>
    <w:p w:rsidR="0036790E" w:rsidRPr="008943C3" w:rsidRDefault="0036790E" w:rsidP="00894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90E" w:rsidRPr="008943C3" w:rsidRDefault="0036790E" w:rsidP="00F97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943C3"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Собрания</w:t>
      </w:r>
    </w:p>
    <w:p w:rsidR="0036790E" w:rsidRPr="008943C3" w:rsidRDefault="0036790E" w:rsidP="00F97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943C3">
        <w:rPr>
          <w:rFonts w:ascii="Times New Roman" w:hAnsi="Times New Roman"/>
          <w:b/>
          <w:bCs/>
          <w:sz w:val="28"/>
          <w:szCs w:val="28"/>
        </w:rPr>
        <w:t>депутатов Среднеольшанского сельсовета</w:t>
      </w:r>
    </w:p>
    <w:p w:rsidR="0036790E" w:rsidRPr="008943C3" w:rsidRDefault="0036790E" w:rsidP="00F97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943C3">
        <w:rPr>
          <w:rFonts w:ascii="Times New Roman" w:hAnsi="Times New Roman"/>
          <w:b/>
          <w:bCs/>
          <w:sz w:val="28"/>
          <w:szCs w:val="28"/>
        </w:rPr>
        <w:t>Пристенского района Курской области</w:t>
      </w:r>
    </w:p>
    <w:p w:rsidR="0036790E" w:rsidRPr="008943C3" w:rsidRDefault="0036790E" w:rsidP="00F97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943C3">
        <w:rPr>
          <w:rFonts w:ascii="Times New Roman" w:hAnsi="Times New Roman"/>
          <w:b/>
          <w:bCs/>
          <w:sz w:val="28"/>
          <w:szCs w:val="28"/>
        </w:rPr>
        <w:t>от 22.12.2017 г. №66 «О принятии положения</w:t>
      </w:r>
    </w:p>
    <w:p w:rsidR="0036790E" w:rsidRPr="008943C3" w:rsidRDefault="0036790E" w:rsidP="00F97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943C3">
        <w:rPr>
          <w:rFonts w:ascii="Times New Roman" w:hAnsi="Times New Roman"/>
          <w:b/>
          <w:bCs/>
          <w:sz w:val="28"/>
          <w:szCs w:val="28"/>
        </w:rPr>
        <w:t xml:space="preserve">о размере и условиях оплаты труда и </w:t>
      </w:r>
    </w:p>
    <w:p w:rsidR="0036790E" w:rsidRPr="008943C3" w:rsidRDefault="0036790E" w:rsidP="00F97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943C3">
        <w:rPr>
          <w:rFonts w:ascii="Times New Roman" w:hAnsi="Times New Roman"/>
          <w:b/>
          <w:bCs/>
          <w:sz w:val="28"/>
          <w:szCs w:val="28"/>
        </w:rPr>
        <w:t>гарантиях Главы Среднеольшанского сельсовета</w:t>
      </w:r>
    </w:p>
    <w:p w:rsidR="0036790E" w:rsidRPr="008943C3" w:rsidRDefault="0036790E" w:rsidP="00F97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943C3">
        <w:rPr>
          <w:rFonts w:ascii="Times New Roman" w:hAnsi="Times New Roman"/>
          <w:b/>
          <w:bCs/>
          <w:sz w:val="28"/>
          <w:szCs w:val="28"/>
        </w:rPr>
        <w:t>Пристенского района Курской области»</w:t>
      </w:r>
    </w:p>
    <w:p w:rsidR="0036790E" w:rsidRDefault="0036790E" w:rsidP="009D7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90E" w:rsidRDefault="0036790E" w:rsidP="009D7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90E" w:rsidRDefault="0036790E" w:rsidP="005420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муниципальных правовых актов органов местного самоуправления Среднеольшанского сельсовета Пристенского района Курской области в соответствии с действующим законодательством, СОБРАНИЕ ДЕПУТАТОВ СРЕДНЕОЛЬШАНСКОГО СЕЛЬСОВЕТА ПРИСТЕНСКОГО РАЙОНА КУРСКОЙ ОБЛАСТИ </w:t>
      </w:r>
      <w:r w:rsidRPr="00627528">
        <w:rPr>
          <w:rFonts w:ascii="Times New Roman" w:hAnsi="Times New Roman"/>
          <w:b/>
          <w:sz w:val="28"/>
          <w:szCs w:val="28"/>
        </w:rPr>
        <w:t>РЕШИЛО:</w:t>
      </w:r>
    </w:p>
    <w:p w:rsidR="0036790E" w:rsidRDefault="0036790E" w:rsidP="00EF0D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Пункт 4 решения Собрания депутатов Среднеольшанского сельсовета Пристенского района Курской области от 22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 №66 «О принятии положения о размере и условиях оплаты труда и гарантиях Главы Среднеольшанского сельсовета Пристенского района Курской области» изложить в следующей редакции:</w:t>
      </w:r>
    </w:p>
    <w:p w:rsidR="0036790E" w:rsidRDefault="0036790E" w:rsidP="00EF0D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 Признать утратившим силу, решение Собрания депутатов Среднеольшанского сельсовета Пристенского района Курской области от 27 декабря 2010 года №27 «Об утверждении размера денежного вознаграждения выборного должностного лица местного самоуправления – главы муниципального образования «Среднеольшанский сельсовет» Пристенского района Курской области.».</w:t>
      </w:r>
    </w:p>
    <w:p w:rsidR="0036790E" w:rsidRDefault="0036790E" w:rsidP="00E51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 (обнародования) и распространяет свое действие на правоотношения, возникшие с 22 декабря 2017 года.</w:t>
      </w:r>
    </w:p>
    <w:p w:rsidR="0036790E" w:rsidRDefault="0036790E" w:rsidP="00DD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790E" w:rsidRDefault="0036790E" w:rsidP="00DD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790E" w:rsidRDefault="0036790E" w:rsidP="00DD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45A3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Среднеольшанского сельсовета</w:t>
      </w:r>
    </w:p>
    <w:p w:rsidR="0036790E" w:rsidRPr="008C13A8" w:rsidRDefault="0036790E" w:rsidP="00DD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45A3">
        <w:rPr>
          <w:rFonts w:ascii="Times New Roman" w:hAnsi="Times New Roman"/>
          <w:b/>
          <w:sz w:val="28"/>
          <w:szCs w:val="28"/>
        </w:rPr>
        <w:t>Пристенского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Л.А.Малыхина</w:t>
      </w:r>
    </w:p>
    <w:p w:rsidR="0036790E" w:rsidRDefault="0036790E" w:rsidP="00E514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6790E" w:rsidRPr="0012009F" w:rsidRDefault="0036790E" w:rsidP="003831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</w:t>
      </w:r>
      <w:r w:rsidRPr="0012009F">
        <w:rPr>
          <w:rFonts w:ascii="Times New Roman" w:hAnsi="Times New Roman"/>
          <w:b/>
          <w:sz w:val="28"/>
          <w:szCs w:val="28"/>
        </w:rPr>
        <w:t xml:space="preserve"> Собрания</w:t>
      </w:r>
      <w:r>
        <w:rPr>
          <w:rFonts w:ascii="Times New Roman" w:hAnsi="Times New Roman"/>
          <w:b/>
          <w:sz w:val="28"/>
          <w:szCs w:val="28"/>
        </w:rPr>
        <w:t xml:space="preserve"> депутатов</w:t>
      </w:r>
    </w:p>
    <w:p w:rsidR="0036790E" w:rsidRDefault="0036790E" w:rsidP="00E51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Среднеольшанского сельсовета</w:t>
      </w:r>
    </w:p>
    <w:p w:rsidR="0036790E" w:rsidRPr="008C13A8" w:rsidRDefault="0036790E" w:rsidP="00120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2009F">
        <w:rPr>
          <w:rFonts w:ascii="Times New Roman" w:hAnsi="Times New Roman"/>
          <w:b/>
          <w:sz w:val="28"/>
          <w:szCs w:val="28"/>
        </w:rPr>
        <w:t>Пристенс</w:t>
      </w:r>
      <w:r>
        <w:rPr>
          <w:rFonts w:ascii="Times New Roman" w:hAnsi="Times New Roman"/>
          <w:b/>
          <w:sz w:val="28"/>
          <w:szCs w:val="28"/>
        </w:rPr>
        <w:t xml:space="preserve">кого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А.И.Жиров</w:t>
      </w:r>
    </w:p>
    <w:p w:rsidR="0036790E" w:rsidRDefault="0036790E" w:rsidP="00CE30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36790E" w:rsidSect="00FD36E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90E" w:rsidRDefault="0036790E" w:rsidP="00D84A8D">
      <w:pPr>
        <w:spacing w:after="0" w:line="240" w:lineRule="auto"/>
      </w:pPr>
      <w:r>
        <w:separator/>
      </w:r>
    </w:p>
  </w:endnote>
  <w:endnote w:type="continuationSeparator" w:id="0">
    <w:p w:rsidR="0036790E" w:rsidRDefault="0036790E" w:rsidP="00D8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90E" w:rsidRDefault="0036790E" w:rsidP="00D84A8D">
      <w:pPr>
        <w:spacing w:after="0" w:line="240" w:lineRule="auto"/>
      </w:pPr>
      <w:r>
        <w:separator/>
      </w:r>
    </w:p>
  </w:footnote>
  <w:footnote w:type="continuationSeparator" w:id="0">
    <w:p w:rsidR="0036790E" w:rsidRDefault="0036790E" w:rsidP="00D84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0E" w:rsidRPr="00FD36E2" w:rsidRDefault="0036790E" w:rsidP="00FD36E2">
    <w:pPr>
      <w:pStyle w:val="Header"/>
      <w:jc w:val="center"/>
      <w:rPr>
        <w:rFonts w:ascii="Times New Roman" w:hAnsi="Times New Roman"/>
        <w:sz w:val="28"/>
      </w:rPr>
    </w:pPr>
    <w:r w:rsidRPr="00FD36E2">
      <w:rPr>
        <w:rFonts w:ascii="Times New Roman" w:hAnsi="Times New Roman"/>
        <w:sz w:val="28"/>
      </w:rPr>
      <w:fldChar w:fldCharType="begin"/>
    </w:r>
    <w:r w:rsidRPr="00FD36E2">
      <w:rPr>
        <w:rFonts w:ascii="Times New Roman" w:hAnsi="Times New Roman"/>
        <w:sz w:val="28"/>
      </w:rPr>
      <w:instrText xml:space="preserve"> PAGE   \* MERGEFORMAT </w:instrText>
    </w:r>
    <w:r w:rsidRPr="00FD36E2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D36E2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C6DE5"/>
    <w:multiLevelType w:val="hybridMultilevel"/>
    <w:tmpl w:val="DB5CEFA0"/>
    <w:lvl w:ilvl="0" w:tplc="68EED8F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5E6525D"/>
    <w:multiLevelType w:val="hybridMultilevel"/>
    <w:tmpl w:val="C1962EF0"/>
    <w:lvl w:ilvl="0" w:tplc="95D80778">
      <w:start w:val="1"/>
      <w:numFmt w:val="decimal"/>
      <w:lvlText w:val="%1)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">
    <w:nsid w:val="29D05B7A"/>
    <w:multiLevelType w:val="hybridMultilevel"/>
    <w:tmpl w:val="842E44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B375F7"/>
    <w:multiLevelType w:val="hybridMultilevel"/>
    <w:tmpl w:val="8BFA98E8"/>
    <w:lvl w:ilvl="0" w:tplc="CCC8C0EA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F6C74B1"/>
    <w:multiLevelType w:val="hybridMultilevel"/>
    <w:tmpl w:val="461E5BD0"/>
    <w:lvl w:ilvl="0" w:tplc="D89A32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3767236F"/>
    <w:multiLevelType w:val="hybridMultilevel"/>
    <w:tmpl w:val="B3B239EA"/>
    <w:lvl w:ilvl="0" w:tplc="6FA21BB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0979A4"/>
    <w:multiLevelType w:val="hybridMultilevel"/>
    <w:tmpl w:val="AF1E7F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513209"/>
    <w:multiLevelType w:val="multilevel"/>
    <w:tmpl w:val="22CEB588"/>
    <w:lvl w:ilvl="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cs="Times New Roman" w:hint="default"/>
      </w:rPr>
    </w:lvl>
  </w:abstractNum>
  <w:abstractNum w:abstractNumId="8">
    <w:nsid w:val="60F304A7"/>
    <w:multiLevelType w:val="hybridMultilevel"/>
    <w:tmpl w:val="8D766AB6"/>
    <w:lvl w:ilvl="0" w:tplc="934AF2F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619139A8"/>
    <w:multiLevelType w:val="hybridMultilevel"/>
    <w:tmpl w:val="AF1E7F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DC020A"/>
    <w:multiLevelType w:val="hybridMultilevel"/>
    <w:tmpl w:val="9198FF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0F2436"/>
    <w:multiLevelType w:val="hybridMultilevel"/>
    <w:tmpl w:val="9198FF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11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BF1"/>
    <w:rsid w:val="000008C6"/>
    <w:rsid w:val="00000DAA"/>
    <w:rsid w:val="00000F0F"/>
    <w:rsid w:val="00001D5D"/>
    <w:rsid w:val="00001EC4"/>
    <w:rsid w:val="00002B44"/>
    <w:rsid w:val="000032EB"/>
    <w:rsid w:val="00003ADE"/>
    <w:rsid w:val="000043AD"/>
    <w:rsid w:val="0000480B"/>
    <w:rsid w:val="00004851"/>
    <w:rsid w:val="000066CE"/>
    <w:rsid w:val="0000717B"/>
    <w:rsid w:val="0000744C"/>
    <w:rsid w:val="00007DA7"/>
    <w:rsid w:val="00010328"/>
    <w:rsid w:val="000123FF"/>
    <w:rsid w:val="00012830"/>
    <w:rsid w:val="00012AA0"/>
    <w:rsid w:val="00013C63"/>
    <w:rsid w:val="00013F32"/>
    <w:rsid w:val="00015037"/>
    <w:rsid w:val="0001685F"/>
    <w:rsid w:val="00016CC0"/>
    <w:rsid w:val="00017CDD"/>
    <w:rsid w:val="000224B4"/>
    <w:rsid w:val="0002523E"/>
    <w:rsid w:val="0002596D"/>
    <w:rsid w:val="00026CD4"/>
    <w:rsid w:val="00027740"/>
    <w:rsid w:val="000279E5"/>
    <w:rsid w:val="00030153"/>
    <w:rsid w:val="00030195"/>
    <w:rsid w:val="000301D2"/>
    <w:rsid w:val="00030421"/>
    <w:rsid w:val="00032B73"/>
    <w:rsid w:val="00032E50"/>
    <w:rsid w:val="00035A98"/>
    <w:rsid w:val="00036255"/>
    <w:rsid w:val="000362F2"/>
    <w:rsid w:val="00036EFF"/>
    <w:rsid w:val="00040146"/>
    <w:rsid w:val="0004031B"/>
    <w:rsid w:val="00041294"/>
    <w:rsid w:val="000421A9"/>
    <w:rsid w:val="00042C88"/>
    <w:rsid w:val="000437F6"/>
    <w:rsid w:val="00043888"/>
    <w:rsid w:val="0004434C"/>
    <w:rsid w:val="00046680"/>
    <w:rsid w:val="0004718F"/>
    <w:rsid w:val="00050017"/>
    <w:rsid w:val="00050077"/>
    <w:rsid w:val="0005097C"/>
    <w:rsid w:val="00050A9A"/>
    <w:rsid w:val="000515BB"/>
    <w:rsid w:val="00051674"/>
    <w:rsid w:val="00051B99"/>
    <w:rsid w:val="00051DB2"/>
    <w:rsid w:val="00052A84"/>
    <w:rsid w:val="00053A7C"/>
    <w:rsid w:val="0005481A"/>
    <w:rsid w:val="00054E36"/>
    <w:rsid w:val="000550B7"/>
    <w:rsid w:val="00055794"/>
    <w:rsid w:val="000562FC"/>
    <w:rsid w:val="0005682C"/>
    <w:rsid w:val="000569DC"/>
    <w:rsid w:val="000571EB"/>
    <w:rsid w:val="00057F17"/>
    <w:rsid w:val="0006043C"/>
    <w:rsid w:val="00061CD1"/>
    <w:rsid w:val="000630A2"/>
    <w:rsid w:val="0006468A"/>
    <w:rsid w:val="000657FB"/>
    <w:rsid w:val="00065F5B"/>
    <w:rsid w:val="00066804"/>
    <w:rsid w:val="0006692E"/>
    <w:rsid w:val="00067753"/>
    <w:rsid w:val="00067A79"/>
    <w:rsid w:val="00067E00"/>
    <w:rsid w:val="00070297"/>
    <w:rsid w:val="000710B3"/>
    <w:rsid w:val="00071144"/>
    <w:rsid w:val="00071464"/>
    <w:rsid w:val="000729E2"/>
    <w:rsid w:val="000734D6"/>
    <w:rsid w:val="000744CD"/>
    <w:rsid w:val="00075D0E"/>
    <w:rsid w:val="0007682D"/>
    <w:rsid w:val="00076C1F"/>
    <w:rsid w:val="00076DBA"/>
    <w:rsid w:val="0007728C"/>
    <w:rsid w:val="0007791D"/>
    <w:rsid w:val="00080313"/>
    <w:rsid w:val="00081110"/>
    <w:rsid w:val="00081579"/>
    <w:rsid w:val="00081619"/>
    <w:rsid w:val="00081B55"/>
    <w:rsid w:val="000826A5"/>
    <w:rsid w:val="00083387"/>
    <w:rsid w:val="000857DD"/>
    <w:rsid w:val="00085B35"/>
    <w:rsid w:val="00090F49"/>
    <w:rsid w:val="00091338"/>
    <w:rsid w:val="00091564"/>
    <w:rsid w:val="000935BD"/>
    <w:rsid w:val="000953CE"/>
    <w:rsid w:val="00096813"/>
    <w:rsid w:val="00097151"/>
    <w:rsid w:val="0009737D"/>
    <w:rsid w:val="000A0BDF"/>
    <w:rsid w:val="000A16C1"/>
    <w:rsid w:val="000A1F9D"/>
    <w:rsid w:val="000A4D7F"/>
    <w:rsid w:val="000A58AE"/>
    <w:rsid w:val="000A6E75"/>
    <w:rsid w:val="000A7802"/>
    <w:rsid w:val="000A7D10"/>
    <w:rsid w:val="000B04A3"/>
    <w:rsid w:val="000B1536"/>
    <w:rsid w:val="000B2628"/>
    <w:rsid w:val="000B2BA2"/>
    <w:rsid w:val="000B32EA"/>
    <w:rsid w:val="000B3C34"/>
    <w:rsid w:val="000B45A8"/>
    <w:rsid w:val="000B4853"/>
    <w:rsid w:val="000B4860"/>
    <w:rsid w:val="000B494D"/>
    <w:rsid w:val="000B56A3"/>
    <w:rsid w:val="000B5E73"/>
    <w:rsid w:val="000B6123"/>
    <w:rsid w:val="000B6470"/>
    <w:rsid w:val="000B6472"/>
    <w:rsid w:val="000B6BF1"/>
    <w:rsid w:val="000B7AE1"/>
    <w:rsid w:val="000B7FA6"/>
    <w:rsid w:val="000C0522"/>
    <w:rsid w:val="000C3674"/>
    <w:rsid w:val="000C3763"/>
    <w:rsid w:val="000C3E8D"/>
    <w:rsid w:val="000C41E9"/>
    <w:rsid w:val="000C4AA8"/>
    <w:rsid w:val="000C58FA"/>
    <w:rsid w:val="000C66D3"/>
    <w:rsid w:val="000C7BD2"/>
    <w:rsid w:val="000D0524"/>
    <w:rsid w:val="000D0653"/>
    <w:rsid w:val="000D10D0"/>
    <w:rsid w:val="000D17AF"/>
    <w:rsid w:val="000D2726"/>
    <w:rsid w:val="000D2A5A"/>
    <w:rsid w:val="000D4745"/>
    <w:rsid w:val="000D5E5F"/>
    <w:rsid w:val="000D6904"/>
    <w:rsid w:val="000D789E"/>
    <w:rsid w:val="000D7961"/>
    <w:rsid w:val="000E138E"/>
    <w:rsid w:val="000E1DE9"/>
    <w:rsid w:val="000E28E6"/>
    <w:rsid w:val="000E2A53"/>
    <w:rsid w:val="000E3F81"/>
    <w:rsid w:val="000E4302"/>
    <w:rsid w:val="000E44A9"/>
    <w:rsid w:val="000E48F3"/>
    <w:rsid w:val="000E5457"/>
    <w:rsid w:val="000E797D"/>
    <w:rsid w:val="000F15F0"/>
    <w:rsid w:val="000F3F59"/>
    <w:rsid w:val="000F483C"/>
    <w:rsid w:val="000F568C"/>
    <w:rsid w:val="000F7203"/>
    <w:rsid w:val="000F74A0"/>
    <w:rsid w:val="000F7661"/>
    <w:rsid w:val="00100C2F"/>
    <w:rsid w:val="00100CC6"/>
    <w:rsid w:val="00100E3D"/>
    <w:rsid w:val="00101493"/>
    <w:rsid w:val="00102017"/>
    <w:rsid w:val="00102A00"/>
    <w:rsid w:val="00102AB4"/>
    <w:rsid w:val="00103C7A"/>
    <w:rsid w:val="00104336"/>
    <w:rsid w:val="00104882"/>
    <w:rsid w:val="001055D4"/>
    <w:rsid w:val="00105BE8"/>
    <w:rsid w:val="001062EC"/>
    <w:rsid w:val="001062FA"/>
    <w:rsid w:val="00107002"/>
    <w:rsid w:val="00107B8D"/>
    <w:rsid w:val="001105A3"/>
    <w:rsid w:val="001113B0"/>
    <w:rsid w:val="00111CA7"/>
    <w:rsid w:val="00111F8A"/>
    <w:rsid w:val="00112315"/>
    <w:rsid w:val="00112987"/>
    <w:rsid w:val="00112DD4"/>
    <w:rsid w:val="001130E1"/>
    <w:rsid w:val="00114B23"/>
    <w:rsid w:val="00115690"/>
    <w:rsid w:val="00115C13"/>
    <w:rsid w:val="0011672A"/>
    <w:rsid w:val="001169A7"/>
    <w:rsid w:val="00116EB0"/>
    <w:rsid w:val="00117B3D"/>
    <w:rsid w:val="0012009F"/>
    <w:rsid w:val="0012091F"/>
    <w:rsid w:val="00121897"/>
    <w:rsid w:val="001224A5"/>
    <w:rsid w:val="00122595"/>
    <w:rsid w:val="00122969"/>
    <w:rsid w:val="00123007"/>
    <w:rsid w:val="00124773"/>
    <w:rsid w:val="00124B13"/>
    <w:rsid w:val="00124DAA"/>
    <w:rsid w:val="00125D2F"/>
    <w:rsid w:val="00125E1B"/>
    <w:rsid w:val="001326C1"/>
    <w:rsid w:val="001335A8"/>
    <w:rsid w:val="001349A2"/>
    <w:rsid w:val="00134EF0"/>
    <w:rsid w:val="0013573B"/>
    <w:rsid w:val="001357FB"/>
    <w:rsid w:val="00135B07"/>
    <w:rsid w:val="00136F01"/>
    <w:rsid w:val="0014048B"/>
    <w:rsid w:val="001411BD"/>
    <w:rsid w:val="00141AD8"/>
    <w:rsid w:val="00141F25"/>
    <w:rsid w:val="00142A07"/>
    <w:rsid w:val="001437B4"/>
    <w:rsid w:val="001443F4"/>
    <w:rsid w:val="001446EF"/>
    <w:rsid w:val="001462A3"/>
    <w:rsid w:val="00146984"/>
    <w:rsid w:val="00147210"/>
    <w:rsid w:val="001507B3"/>
    <w:rsid w:val="001507DD"/>
    <w:rsid w:val="001508E9"/>
    <w:rsid w:val="001521AC"/>
    <w:rsid w:val="001525DE"/>
    <w:rsid w:val="0015386A"/>
    <w:rsid w:val="00153D09"/>
    <w:rsid w:val="00153D44"/>
    <w:rsid w:val="00154598"/>
    <w:rsid w:val="00154812"/>
    <w:rsid w:val="0015573A"/>
    <w:rsid w:val="00155CDE"/>
    <w:rsid w:val="00156C94"/>
    <w:rsid w:val="001574A0"/>
    <w:rsid w:val="00157F5A"/>
    <w:rsid w:val="00160134"/>
    <w:rsid w:val="00160AC4"/>
    <w:rsid w:val="00162283"/>
    <w:rsid w:val="00163A5D"/>
    <w:rsid w:val="001649B5"/>
    <w:rsid w:val="0016511A"/>
    <w:rsid w:val="0016646C"/>
    <w:rsid w:val="00166D65"/>
    <w:rsid w:val="00167382"/>
    <w:rsid w:val="0016763A"/>
    <w:rsid w:val="0017026E"/>
    <w:rsid w:val="001705D7"/>
    <w:rsid w:val="00170D6F"/>
    <w:rsid w:val="0017115C"/>
    <w:rsid w:val="0017119D"/>
    <w:rsid w:val="00172217"/>
    <w:rsid w:val="0017281A"/>
    <w:rsid w:val="00172F24"/>
    <w:rsid w:val="001731A7"/>
    <w:rsid w:val="00173E31"/>
    <w:rsid w:val="00173EC2"/>
    <w:rsid w:val="00174143"/>
    <w:rsid w:val="0017439D"/>
    <w:rsid w:val="0017446C"/>
    <w:rsid w:val="00174856"/>
    <w:rsid w:val="00174A9C"/>
    <w:rsid w:val="001750CE"/>
    <w:rsid w:val="00175DBC"/>
    <w:rsid w:val="001767B6"/>
    <w:rsid w:val="0018042D"/>
    <w:rsid w:val="001806C5"/>
    <w:rsid w:val="001819EF"/>
    <w:rsid w:val="0018276D"/>
    <w:rsid w:val="001829D7"/>
    <w:rsid w:val="00183B8D"/>
    <w:rsid w:val="00183DE1"/>
    <w:rsid w:val="001844F8"/>
    <w:rsid w:val="00184ECC"/>
    <w:rsid w:val="001850F1"/>
    <w:rsid w:val="00185842"/>
    <w:rsid w:val="00185909"/>
    <w:rsid w:val="00185B12"/>
    <w:rsid w:val="00187603"/>
    <w:rsid w:val="00187DBB"/>
    <w:rsid w:val="00190689"/>
    <w:rsid w:val="00190986"/>
    <w:rsid w:val="00191224"/>
    <w:rsid w:val="00191A53"/>
    <w:rsid w:val="0019212D"/>
    <w:rsid w:val="00192CA1"/>
    <w:rsid w:val="00193ABD"/>
    <w:rsid w:val="00194779"/>
    <w:rsid w:val="00195848"/>
    <w:rsid w:val="00197FBD"/>
    <w:rsid w:val="001A1396"/>
    <w:rsid w:val="001A15B6"/>
    <w:rsid w:val="001A1FE7"/>
    <w:rsid w:val="001A26A9"/>
    <w:rsid w:val="001A310C"/>
    <w:rsid w:val="001A3531"/>
    <w:rsid w:val="001A378B"/>
    <w:rsid w:val="001A610F"/>
    <w:rsid w:val="001B0010"/>
    <w:rsid w:val="001B15DE"/>
    <w:rsid w:val="001B1973"/>
    <w:rsid w:val="001B1FB4"/>
    <w:rsid w:val="001B27DE"/>
    <w:rsid w:val="001B2BE4"/>
    <w:rsid w:val="001B2D8A"/>
    <w:rsid w:val="001B3590"/>
    <w:rsid w:val="001B387D"/>
    <w:rsid w:val="001B6F7D"/>
    <w:rsid w:val="001B7F4C"/>
    <w:rsid w:val="001C0A0F"/>
    <w:rsid w:val="001C0E7A"/>
    <w:rsid w:val="001C10F0"/>
    <w:rsid w:val="001C20EF"/>
    <w:rsid w:val="001C228A"/>
    <w:rsid w:val="001C3014"/>
    <w:rsid w:val="001C3BBD"/>
    <w:rsid w:val="001C449F"/>
    <w:rsid w:val="001C4875"/>
    <w:rsid w:val="001C511E"/>
    <w:rsid w:val="001C5BE2"/>
    <w:rsid w:val="001C5E40"/>
    <w:rsid w:val="001C6EBF"/>
    <w:rsid w:val="001C7652"/>
    <w:rsid w:val="001C7850"/>
    <w:rsid w:val="001D1FE7"/>
    <w:rsid w:val="001D2806"/>
    <w:rsid w:val="001D5583"/>
    <w:rsid w:val="001D60AF"/>
    <w:rsid w:val="001D61E7"/>
    <w:rsid w:val="001D6AB8"/>
    <w:rsid w:val="001D6C61"/>
    <w:rsid w:val="001D72D9"/>
    <w:rsid w:val="001E07D3"/>
    <w:rsid w:val="001E1690"/>
    <w:rsid w:val="001E2146"/>
    <w:rsid w:val="001E3411"/>
    <w:rsid w:val="001E4758"/>
    <w:rsid w:val="001E52F6"/>
    <w:rsid w:val="001E5400"/>
    <w:rsid w:val="001E60D4"/>
    <w:rsid w:val="001E6320"/>
    <w:rsid w:val="001E77BC"/>
    <w:rsid w:val="001F277B"/>
    <w:rsid w:val="001F30B9"/>
    <w:rsid w:val="001F3262"/>
    <w:rsid w:val="001F33EB"/>
    <w:rsid w:val="001F4A83"/>
    <w:rsid w:val="001F5871"/>
    <w:rsid w:val="001F64F3"/>
    <w:rsid w:val="001F654B"/>
    <w:rsid w:val="001F6751"/>
    <w:rsid w:val="001F6B0E"/>
    <w:rsid w:val="001F6B0F"/>
    <w:rsid w:val="001F7782"/>
    <w:rsid w:val="0020081B"/>
    <w:rsid w:val="00201228"/>
    <w:rsid w:val="00201E0E"/>
    <w:rsid w:val="002020B5"/>
    <w:rsid w:val="002025D3"/>
    <w:rsid w:val="00204C62"/>
    <w:rsid w:val="00204D6F"/>
    <w:rsid w:val="0020511B"/>
    <w:rsid w:val="00205162"/>
    <w:rsid w:val="00206C0F"/>
    <w:rsid w:val="00207A7E"/>
    <w:rsid w:val="00211A54"/>
    <w:rsid w:val="00211D91"/>
    <w:rsid w:val="0021219A"/>
    <w:rsid w:val="00212D66"/>
    <w:rsid w:val="0021387E"/>
    <w:rsid w:val="00214079"/>
    <w:rsid w:val="00214B04"/>
    <w:rsid w:val="0021529F"/>
    <w:rsid w:val="002167F8"/>
    <w:rsid w:val="00216FC0"/>
    <w:rsid w:val="002173D2"/>
    <w:rsid w:val="00217ECF"/>
    <w:rsid w:val="002205BC"/>
    <w:rsid w:val="00220A1D"/>
    <w:rsid w:val="00220B78"/>
    <w:rsid w:val="00221D70"/>
    <w:rsid w:val="002220D2"/>
    <w:rsid w:val="0022219E"/>
    <w:rsid w:val="00222D94"/>
    <w:rsid w:val="00223539"/>
    <w:rsid w:val="0022405F"/>
    <w:rsid w:val="00224B5F"/>
    <w:rsid w:val="00225669"/>
    <w:rsid w:val="00226C2F"/>
    <w:rsid w:val="002302B8"/>
    <w:rsid w:val="00230C32"/>
    <w:rsid w:val="00230EF9"/>
    <w:rsid w:val="00231900"/>
    <w:rsid w:val="00231F17"/>
    <w:rsid w:val="00232189"/>
    <w:rsid w:val="002335FF"/>
    <w:rsid w:val="0023419B"/>
    <w:rsid w:val="0023453A"/>
    <w:rsid w:val="00234734"/>
    <w:rsid w:val="00234813"/>
    <w:rsid w:val="00235CA4"/>
    <w:rsid w:val="00235FAF"/>
    <w:rsid w:val="002365B6"/>
    <w:rsid w:val="00236FE0"/>
    <w:rsid w:val="00237675"/>
    <w:rsid w:val="002403A6"/>
    <w:rsid w:val="00240F61"/>
    <w:rsid w:val="0024113F"/>
    <w:rsid w:val="002414E6"/>
    <w:rsid w:val="00242B4D"/>
    <w:rsid w:val="00243139"/>
    <w:rsid w:val="00243B6F"/>
    <w:rsid w:val="00244DE5"/>
    <w:rsid w:val="00245408"/>
    <w:rsid w:val="0024616C"/>
    <w:rsid w:val="00247909"/>
    <w:rsid w:val="00247A21"/>
    <w:rsid w:val="002502E9"/>
    <w:rsid w:val="00250AD2"/>
    <w:rsid w:val="00251B6C"/>
    <w:rsid w:val="00251C27"/>
    <w:rsid w:val="00252849"/>
    <w:rsid w:val="00253119"/>
    <w:rsid w:val="00253594"/>
    <w:rsid w:val="00253E30"/>
    <w:rsid w:val="00254115"/>
    <w:rsid w:val="00254ACC"/>
    <w:rsid w:val="00255580"/>
    <w:rsid w:val="00256E57"/>
    <w:rsid w:val="00257A10"/>
    <w:rsid w:val="00261515"/>
    <w:rsid w:val="00262BF8"/>
    <w:rsid w:val="00265F4D"/>
    <w:rsid w:val="0026621F"/>
    <w:rsid w:val="00270039"/>
    <w:rsid w:val="00270515"/>
    <w:rsid w:val="00270AAF"/>
    <w:rsid w:val="002710C8"/>
    <w:rsid w:val="002714E8"/>
    <w:rsid w:val="00271DC0"/>
    <w:rsid w:val="00271E1E"/>
    <w:rsid w:val="00272CEC"/>
    <w:rsid w:val="00273018"/>
    <w:rsid w:val="002737FE"/>
    <w:rsid w:val="00273A8F"/>
    <w:rsid w:val="00273CD8"/>
    <w:rsid w:val="00274BE8"/>
    <w:rsid w:val="00274F73"/>
    <w:rsid w:val="00275BE9"/>
    <w:rsid w:val="00275DEC"/>
    <w:rsid w:val="00276297"/>
    <w:rsid w:val="00276AB4"/>
    <w:rsid w:val="002810DA"/>
    <w:rsid w:val="0028120C"/>
    <w:rsid w:val="002813F1"/>
    <w:rsid w:val="0028188C"/>
    <w:rsid w:val="002820B1"/>
    <w:rsid w:val="00282C4D"/>
    <w:rsid w:val="00283264"/>
    <w:rsid w:val="002842C1"/>
    <w:rsid w:val="002848A8"/>
    <w:rsid w:val="002853B8"/>
    <w:rsid w:val="00286818"/>
    <w:rsid w:val="00287C0B"/>
    <w:rsid w:val="0029005A"/>
    <w:rsid w:val="0029042C"/>
    <w:rsid w:val="002904ED"/>
    <w:rsid w:val="002910AF"/>
    <w:rsid w:val="00291478"/>
    <w:rsid w:val="002920A5"/>
    <w:rsid w:val="00292266"/>
    <w:rsid w:val="00292A8E"/>
    <w:rsid w:val="00293FC5"/>
    <w:rsid w:val="00294ACF"/>
    <w:rsid w:val="00295549"/>
    <w:rsid w:val="00295581"/>
    <w:rsid w:val="00296644"/>
    <w:rsid w:val="00297824"/>
    <w:rsid w:val="00297E0C"/>
    <w:rsid w:val="002A0123"/>
    <w:rsid w:val="002A07E9"/>
    <w:rsid w:val="002A13F1"/>
    <w:rsid w:val="002A1C39"/>
    <w:rsid w:val="002A29F1"/>
    <w:rsid w:val="002A2C82"/>
    <w:rsid w:val="002A2F19"/>
    <w:rsid w:val="002A3241"/>
    <w:rsid w:val="002A3A31"/>
    <w:rsid w:val="002A3F38"/>
    <w:rsid w:val="002A4C79"/>
    <w:rsid w:val="002A4D37"/>
    <w:rsid w:val="002A5079"/>
    <w:rsid w:val="002A56C8"/>
    <w:rsid w:val="002A5702"/>
    <w:rsid w:val="002A5BEF"/>
    <w:rsid w:val="002A6380"/>
    <w:rsid w:val="002A7F05"/>
    <w:rsid w:val="002B02AB"/>
    <w:rsid w:val="002B036C"/>
    <w:rsid w:val="002B0CA8"/>
    <w:rsid w:val="002B0D98"/>
    <w:rsid w:val="002B1688"/>
    <w:rsid w:val="002B31D1"/>
    <w:rsid w:val="002B32AB"/>
    <w:rsid w:val="002B3F55"/>
    <w:rsid w:val="002B412C"/>
    <w:rsid w:val="002B46F1"/>
    <w:rsid w:val="002B5F4F"/>
    <w:rsid w:val="002B6741"/>
    <w:rsid w:val="002B6A54"/>
    <w:rsid w:val="002B6F87"/>
    <w:rsid w:val="002B7C90"/>
    <w:rsid w:val="002C028F"/>
    <w:rsid w:val="002C0E20"/>
    <w:rsid w:val="002C2BC9"/>
    <w:rsid w:val="002C4DAA"/>
    <w:rsid w:val="002C4E27"/>
    <w:rsid w:val="002C53BF"/>
    <w:rsid w:val="002C54D4"/>
    <w:rsid w:val="002C69AD"/>
    <w:rsid w:val="002C7A79"/>
    <w:rsid w:val="002C7C11"/>
    <w:rsid w:val="002D0240"/>
    <w:rsid w:val="002D063C"/>
    <w:rsid w:val="002D187D"/>
    <w:rsid w:val="002D30EC"/>
    <w:rsid w:val="002D3300"/>
    <w:rsid w:val="002D3898"/>
    <w:rsid w:val="002D4E32"/>
    <w:rsid w:val="002D51D6"/>
    <w:rsid w:val="002D5FBD"/>
    <w:rsid w:val="002D6055"/>
    <w:rsid w:val="002D610F"/>
    <w:rsid w:val="002D683C"/>
    <w:rsid w:val="002D69DF"/>
    <w:rsid w:val="002D6C51"/>
    <w:rsid w:val="002E02C9"/>
    <w:rsid w:val="002E10FA"/>
    <w:rsid w:val="002E1C24"/>
    <w:rsid w:val="002E2D17"/>
    <w:rsid w:val="002E5461"/>
    <w:rsid w:val="002E5539"/>
    <w:rsid w:val="002E6E21"/>
    <w:rsid w:val="002E7114"/>
    <w:rsid w:val="002E7246"/>
    <w:rsid w:val="002E7811"/>
    <w:rsid w:val="002F0BBC"/>
    <w:rsid w:val="002F3AE7"/>
    <w:rsid w:val="002F3FAB"/>
    <w:rsid w:val="002F5C4C"/>
    <w:rsid w:val="002F65D1"/>
    <w:rsid w:val="002F6F31"/>
    <w:rsid w:val="002F7C3B"/>
    <w:rsid w:val="002F7F82"/>
    <w:rsid w:val="00300F2C"/>
    <w:rsid w:val="003022D9"/>
    <w:rsid w:val="00302C65"/>
    <w:rsid w:val="00303472"/>
    <w:rsid w:val="00304106"/>
    <w:rsid w:val="00304CEB"/>
    <w:rsid w:val="003057A4"/>
    <w:rsid w:val="00305D8B"/>
    <w:rsid w:val="00305E37"/>
    <w:rsid w:val="00306994"/>
    <w:rsid w:val="0030739F"/>
    <w:rsid w:val="00307882"/>
    <w:rsid w:val="003110F2"/>
    <w:rsid w:val="00311F28"/>
    <w:rsid w:val="00312665"/>
    <w:rsid w:val="00312719"/>
    <w:rsid w:val="00312CE4"/>
    <w:rsid w:val="00313602"/>
    <w:rsid w:val="00313956"/>
    <w:rsid w:val="00313E0B"/>
    <w:rsid w:val="00314F69"/>
    <w:rsid w:val="003160D7"/>
    <w:rsid w:val="00316386"/>
    <w:rsid w:val="003166B1"/>
    <w:rsid w:val="00320706"/>
    <w:rsid w:val="00320FC7"/>
    <w:rsid w:val="0032124E"/>
    <w:rsid w:val="0032444F"/>
    <w:rsid w:val="003253F8"/>
    <w:rsid w:val="00325684"/>
    <w:rsid w:val="003259DE"/>
    <w:rsid w:val="00325B35"/>
    <w:rsid w:val="00325CB5"/>
    <w:rsid w:val="00326E4F"/>
    <w:rsid w:val="00330423"/>
    <w:rsid w:val="00330B8B"/>
    <w:rsid w:val="00330E45"/>
    <w:rsid w:val="003312C1"/>
    <w:rsid w:val="0033231F"/>
    <w:rsid w:val="00332369"/>
    <w:rsid w:val="00334DF1"/>
    <w:rsid w:val="00335064"/>
    <w:rsid w:val="003350A0"/>
    <w:rsid w:val="0033591D"/>
    <w:rsid w:val="00336600"/>
    <w:rsid w:val="0033684E"/>
    <w:rsid w:val="00336CAC"/>
    <w:rsid w:val="003378C6"/>
    <w:rsid w:val="00340137"/>
    <w:rsid w:val="00341175"/>
    <w:rsid w:val="00341A7F"/>
    <w:rsid w:val="003421CA"/>
    <w:rsid w:val="00342A24"/>
    <w:rsid w:val="003431E2"/>
    <w:rsid w:val="00345AF8"/>
    <w:rsid w:val="00345EEE"/>
    <w:rsid w:val="0034660C"/>
    <w:rsid w:val="00346B86"/>
    <w:rsid w:val="00347AE9"/>
    <w:rsid w:val="00350A68"/>
    <w:rsid w:val="00353909"/>
    <w:rsid w:val="003546B3"/>
    <w:rsid w:val="00354BB0"/>
    <w:rsid w:val="003579F2"/>
    <w:rsid w:val="00361019"/>
    <w:rsid w:val="00362563"/>
    <w:rsid w:val="003629EF"/>
    <w:rsid w:val="0036363A"/>
    <w:rsid w:val="003651A9"/>
    <w:rsid w:val="003654F1"/>
    <w:rsid w:val="0036615A"/>
    <w:rsid w:val="0036790E"/>
    <w:rsid w:val="00367E38"/>
    <w:rsid w:val="00367E8A"/>
    <w:rsid w:val="0037058F"/>
    <w:rsid w:val="00372647"/>
    <w:rsid w:val="003730DE"/>
    <w:rsid w:val="003735C2"/>
    <w:rsid w:val="00373B84"/>
    <w:rsid w:val="00373ED2"/>
    <w:rsid w:val="00374E45"/>
    <w:rsid w:val="0037504E"/>
    <w:rsid w:val="003760FD"/>
    <w:rsid w:val="00376854"/>
    <w:rsid w:val="0037737D"/>
    <w:rsid w:val="00377955"/>
    <w:rsid w:val="003779E3"/>
    <w:rsid w:val="00377D4A"/>
    <w:rsid w:val="00377DE7"/>
    <w:rsid w:val="00381947"/>
    <w:rsid w:val="003828BF"/>
    <w:rsid w:val="0038312E"/>
    <w:rsid w:val="00384202"/>
    <w:rsid w:val="003845D4"/>
    <w:rsid w:val="0038470A"/>
    <w:rsid w:val="00384D37"/>
    <w:rsid w:val="00385FD8"/>
    <w:rsid w:val="00386215"/>
    <w:rsid w:val="00386D4E"/>
    <w:rsid w:val="00387418"/>
    <w:rsid w:val="00387732"/>
    <w:rsid w:val="00387ADD"/>
    <w:rsid w:val="00390D52"/>
    <w:rsid w:val="00391DCF"/>
    <w:rsid w:val="00392A03"/>
    <w:rsid w:val="00392E27"/>
    <w:rsid w:val="00393C3A"/>
    <w:rsid w:val="003948C5"/>
    <w:rsid w:val="00394ED5"/>
    <w:rsid w:val="003954AF"/>
    <w:rsid w:val="00395C05"/>
    <w:rsid w:val="00395C87"/>
    <w:rsid w:val="00396DAC"/>
    <w:rsid w:val="00397206"/>
    <w:rsid w:val="003A0B96"/>
    <w:rsid w:val="003A132E"/>
    <w:rsid w:val="003A1531"/>
    <w:rsid w:val="003A275C"/>
    <w:rsid w:val="003A34D0"/>
    <w:rsid w:val="003A3DC1"/>
    <w:rsid w:val="003A48A8"/>
    <w:rsid w:val="003A5228"/>
    <w:rsid w:val="003A53DE"/>
    <w:rsid w:val="003A6732"/>
    <w:rsid w:val="003A7496"/>
    <w:rsid w:val="003B01C8"/>
    <w:rsid w:val="003B11D2"/>
    <w:rsid w:val="003B1915"/>
    <w:rsid w:val="003B440E"/>
    <w:rsid w:val="003B483B"/>
    <w:rsid w:val="003B6D8E"/>
    <w:rsid w:val="003B74F6"/>
    <w:rsid w:val="003B7583"/>
    <w:rsid w:val="003B7E4B"/>
    <w:rsid w:val="003C0282"/>
    <w:rsid w:val="003C0484"/>
    <w:rsid w:val="003C0CD8"/>
    <w:rsid w:val="003C27E2"/>
    <w:rsid w:val="003C2AA4"/>
    <w:rsid w:val="003C2B70"/>
    <w:rsid w:val="003C3E3F"/>
    <w:rsid w:val="003C7006"/>
    <w:rsid w:val="003C77EF"/>
    <w:rsid w:val="003C7957"/>
    <w:rsid w:val="003C7D38"/>
    <w:rsid w:val="003D2D91"/>
    <w:rsid w:val="003D2F3E"/>
    <w:rsid w:val="003D3B3C"/>
    <w:rsid w:val="003D42EE"/>
    <w:rsid w:val="003D4F97"/>
    <w:rsid w:val="003D50B3"/>
    <w:rsid w:val="003D51C4"/>
    <w:rsid w:val="003D5CE2"/>
    <w:rsid w:val="003D6357"/>
    <w:rsid w:val="003D64ED"/>
    <w:rsid w:val="003D65CB"/>
    <w:rsid w:val="003D709E"/>
    <w:rsid w:val="003E10C2"/>
    <w:rsid w:val="003E1DFC"/>
    <w:rsid w:val="003E1EFE"/>
    <w:rsid w:val="003E2600"/>
    <w:rsid w:val="003E2C8C"/>
    <w:rsid w:val="003E4A4C"/>
    <w:rsid w:val="003E4D74"/>
    <w:rsid w:val="003E5415"/>
    <w:rsid w:val="003E64A8"/>
    <w:rsid w:val="003F1E2D"/>
    <w:rsid w:val="003F3397"/>
    <w:rsid w:val="003F47DD"/>
    <w:rsid w:val="003F5057"/>
    <w:rsid w:val="003F5FFD"/>
    <w:rsid w:val="003F6FA8"/>
    <w:rsid w:val="003F7146"/>
    <w:rsid w:val="00400B77"/>
    <w:rsid w:val="00401B66"/>
    <w:rsid w:val="00404E82"/>
    <w:rsid w:val="0040535E"/>
    <w:rsid w:val="00405B29"/>
    <w:rsid w:val="00405BDB"/>
    <w:rsid w:val="00406FD5"/>
    <w:rsid w:val="00407953"/>
    <w:rsid w:val="00407BB3"/>
    <w:rsid w:val="004108C7"/>
    <w:rsid w:val="0041285A"/>
    <w:rsid w:val="00412B1B"/>
    <w:rsid w:val="00413443"/>
    <w:rsid w:val="0041504E"/>
    <w:rsid w:val="004151EB"/>
    <w:rsid w:val="00415300"/>
    <w:rsid w:val="004155A3"/>
    <w:rsid w:val="00415C95"/>
    <w:rsid w:val="0041620A"/>
    <w:rsid w:val="004166BB"/>
    <w:rsid w:val="00416AB3"/>
    <w:rsid w:val="00416F85"/>
    <w:rsid w:val="0041778A"/>
    <w:rsid w:val="0041790A"/>
    <w:rsid w:val="004210CE"/>
    <w:rsid w:val="00423877"/>
    <w:rsid w:val="004238C1"/>
    <w:rsid w:val="0042433B"/>
    <w:rsid w:val="00424CC3"/>
    <w:rsid w:val="0042696A"/>
    <w:rsid w:val="00427914"/>
    <w:rsid w:val="00430078"/>
    <w:rsid w:val="00430773"/>
    <w:rsid w:val="0043361C"/>
    <w:rsid w:val="0043362E"/>
    <w:rsid w:val="004337B1"/>
    <w:rsid w:val="00433FE5"/>
    <w:rsid w:val="004350CC"/>
    <w:rsid w:val="00436391"/>
    <w:rsid w:val="00436E22"/>
    <w:rsid w:val="004378FD"/>
    <w:rsid w:val="0044080E"/>
    <w:rsid w:val="00440FA6"/>
    <w:rsid w:val="00441697"/>
    <w:rsid w:val="00441745"/>
    <w:rsid w:val="00441B40"/>
    <w:rsid w:val="00441B41"/>
    <w:rsid w:val="0044201F"/>
    <w:rsid w:val="004423CB"/>
    <w:rsid w:val="00442C17"/>
    <w:rsid w:val="0044307A"/>
    <w:rsid w:val="00443257"/>
    <w:rsid w:val="00443428"/>
    <w:rsid w:val="00443794"/>
    <w:rsid w:val="0044380D"/>
    <w:rsid w:val="00443D51"/>
    <w:rsid w:val="00443F03"/>
    <w:rsid w:val="00444F9A"/>
    <w:rsid w:val="004465E8"/>
    <w:rsid w:val="00447578"/>
    <w:rsid w:val="00447A7B"/>
    <w:rsid w:val="00447E7A"/>
    <w:rsid w:val="00450064"/>
    <w:rsid w:val="004503EF"/>
    <w:rsid w:val="00450A77"/>
    <w:rsid w:val="00451591"/>
    <w:rsid w:val="0045182D"/>
    <w:rsid w:val="00451DC2"/>
    <w:rsid w:val="00452970"/>
    <w:rsid w:val="004540DD"/>
    <w:rsid w:val="004551AA"/>
    <w:rsid w:val="004568A8"/>
    <w:rsid w:val="00456F60"/>
    <w:rsid w:val="00460361"/>
    <w:rsid w:val="00460AD8"/>
    <w:rsid w:val="00461B3D"/>
    <w:rsid w:val="0046206D"/>
    <w:rsid w:val="00462730"/>
    <w:rsid w:val="00463077"/>
    <w:rsid w:val="004638E0"/>
    <w:rsid w:val="00463A04"/>
    <w:rsid w:val="00464989"/>
    <w:rsid w:val="004659DD"/>
    <w:rsid w:val="00467A77"/>
    <w:rsid w:val="00471941"/>
    <w:rsid w:val="00471FD7"/>
    <w:rsid w:val="0047205C"/>
    <w:rsid w:val="00472D98"/>
    <w:rsid w:val="00473A63"/>
    <w:rsid w:val="00473AC6"/>
    <w:rsid w:val="004744FE"/>
    <w:rsid w:val="00474D06"/>
    <w:rsid w:val="00475C8A"/>
    <w:rsid w:val="00476791"/>
    <w:rsid w:val="00477B21"/>
    <w:rsid w:val="00480EDB"/>
    <w:rsid w:val="00482398"/>
    <w:rsid w:val="00482525"/>
    <w:rsid w:val="00482803"/>
    <w:rsid w:val="00483DF4"/>
    <w:rsid w:val="00483E7A"/>
    <w:rsid w:val="00490178"/>
    <w:rsid w:val="00491C00"/>
    <w:rsid w:val="004929C2"/>
    <w:rsid w:val="00493077"/>
    <w:rsid w:val="00493A84"/>
    <w:rsid w:val="0049461B"/>
    <w:rsid w:val="004947A8"/>
    <w:rsid w:val="00494980"/>
    <w:rsid w:val="00494A39"/>
    <w:rsid w:val="004974C9"/>
    <w:rsid w:val="004A0678"/>
    <w:rsid w:val="004A1BB3"/>
    <w:rsid w:val="004A2596"/>
    <w:rsid w:val="004A2E22"/>
    <w:rsid w:val="004A31CE"/>
    <w:rsid w:val="004A4D62"/>
    <w:rsid w:val="004A60C1"/>
    <w:rsid w:val="004A6178"/>
    <w:rsid w:val="004A71BF"/>
    <w:rsid w:val="004A7E46"/>
    <w:rsid w:val="004B0C20"/>
    <w:rsid w:val="004B0FED"/>
    <w:rsid w:val="004B1F28"/>
    <w:rsid w:val="004B2240"/>
    <w:rsid w:val="004B27FE"/>
    <w:rsid w:val="004B2A78"/>
    <w:rsid w:val="004B39B7"/>
    <w:rsid w:val="004B3B20"/>
    <w:rsid w:val="004B4695"/>
    <w:rsid w:val="004B47D1"/>
    <w:rsid w:val="004B5210"/>
    <w:rsid w:val="004B54BC"/>
    <w:rsid w:val="004B5F33"/>
    <w:rsid w:val="004B65E3"/>
    <w:rsid w:val="004C08A4"/>
    <w:rsid w:val="004C09F0"/>
    <w:rsid w:val="004C0CA5"/>
    <w:rsid w:val="004C0F72"/>
    <w:rsid w:val="004C1A69"/>
    <w:rsid w:val="004C258C"/>
    <w:rsid w:val="004C2E5F"/>
    <w:rsid w:val="004C38CB"/>
    <w:rsid w:val="004C4680"/>
    <w:rsid w:val="004C4893"/>
    <w:rsid w:val="004C5962"/>
    <w:rsid w:val="004C5A02"/>
    <w:rsid w:val="004C64FB"/>
    <w:rsid w:val="004C679F"/>
    <w:rsid w:val="004C7C61"/>
    <w:rsid w:val="004C7E1F"/>
    <w:rsid w:val="004D0DEF"/>
    <w:rsid w:val="004D2310"/>
    <w:rsid w:val="004D32FD"/>
    <w:rsid w:val="004D368B"/>
    <w:rsid w:val="004D3DC8"/>
    <w:rsid w:val="004D620C"/>
    <w:rsid w:val="004D62B8"/>
    <w:rsid w:val="004D7290"/>
    <w:rsid w:val="004D7517"/>
    <w:rsid w:val="004D7716"/>
    <w:rsid w:val="004D7AD2"/>
    <w:rsid w:val="004E0337"/>
    <w:rsid w:val="004E075A"/>
    <w:rsid w:val="004E27E6"/>
    <w:rsid w:val="004E35B8"/>
    <w:rsid w:val="004E3BAC"/>
    <w:rsid w:val="004E3F47"/>
    <w:rsid w:val="004E59D3"/>
    <w:rsid w:val="004E60FA"/>
    <w:rsid w:val="004E66F3"/>
    <w:rsid w:val="004E7481"/>
    <w:rsid w:val="004F0091"/>
    <w:rsid w:val="004F056B"/>
    <w:rsid w:val="004F0ADE"/>
    <w:rsid w:val="004F17CC"/>
    <w:rsid w:val="004F20E8"/>
    <w:rsid w:val="004F2577"/>
    <w:rsid w:val="004F2938"/>
    <w:rsid w:val="004F30E4"/>
    <w:rsid w:val="004F3845"/>
    <w:rsid w:val="004F40E3"/>
    <w:rsid w:val="004F4698"/>
    <w:rsid w:val="004F5809"/>
    <w:rsid w:val="004F6433"/>
    <w:rsid w:val="004F6456"/>
    <w:rsid w:val="004F6C96"/>
    <w:rsid w:val="004F7483"/>
    <w:rsid w:val="0050057B"/>
    <w:rsid w:val="0050151E"/>
    <w:rsid w:val="005029C8"/>
    <w:rsid w:val="00503AE9"/>
    <w:rsid w:val="00504AAB"/>
    <w:rsid w:val="005057A5"/>
    <w:rsid w:val="00505BBF"/>
    <w:rsid w:val="00506A17"/>
    <w:rsid w:val="00506B30"/>
    <w:rsid w:val="00507054"/>
    <w:rsid w:val="0050774C"/>
    <w:rsid w:val="00510058"/>
    <w:rsid w:val="00510368"/>
    <w:rsid w:val="0051046A"/>
    <w:rsid w:val="00511BC7"/>
    <w:rsid w:val="00512621"/>
    <w:rsid w:val="00512CD3"/>
    <w:rsid w:val="00512FD6"/>
    <w:rsid w:val="00513615"/>
    <w:rsid w:val="00514FE7"/>
    <w:rsid w:val="005152AB"/>
    <w:rsid w:val="005154EA"/>
    <w:rsid w:val="005159E5"/>
    <w:rsid w:val="00515FC2"/>
    <w:rsid w:val="00516484"/>
    <w:rsid w:val="00517289"/>
    <w:rsid w:val="0051756E"/>
    <w:rsid w:val="0052015A"/>
    <w:rsid w:val="0052026F"/>
    <w:rsid w:val="005202DC"/>
    <w:rsid w:val="005207AB"/>
    <w:rsid w:val="00520E68"/>
    <w:rsid w:val="00520F64"/>
    <w:rsid w:val="00522446"/>
    <w:rsid w:val="00522B03"/>
    <w:rsid w:val="00523494"/>
    <w:rsid w:val="0052361D"/>
    <w:rsid w:val="00523D33"/>
    <w:rsid w:val="00523F4A"/>
    <w:rsid w:val="005240D9"/>
    <w:rsid w:val="00524BBB"/>
    <w:rsid w:val="00525CCE"/>
    <w:rsid w:val="0052717F"/>
    <w:rsid w:val="005274AF"/>
    <w:rsid w:val="00527A16"/>
    <w:rsid w:val="0053067F"/>
    <w:rsid w:val="00531233"/>
    <w:rsid w:val="0053254A"/>
    <w:rsid w:val="00532849"/>
    <w:rsid w:val="00533059"/>
    <w:rsid w:val="00533B30"/>
    <w:rsid w:val="0053427E"/>
    <w:rsid w:val="0053464C"/>
    <w:rsid w:val="0053513F"/>
    <w:rsid w:val="00536830"/>
    <w:rsid w:val="00537B43"/>
    <w:rsid w:val="00537E20"/>
    <w:rsid w:val="00537FDE"/>
    <w:rsid w:val="00540497"/>
    <w:rsid w:val="00541C2C"/>
    <w:rsid w:val="00541D58"/>
    <w:rsid w:val="00541D65"/>
    <w:rsid w:val="00541DED"/>
    <w:rsid w:val="00542042"/>
    <w:rsid w:val="005420E9"/>
    <w:rsid w:val="00542205"/>
    <w:rsid w:val="0054237C"/>
    <w:rsid w:val="00542477"/>
    <w:rsid w:val="00542998"/>
    <w:rsid w:val="005435F7"/>
    <w:rsid w:val="00543BFA"/>
    <w:rsid w:val="00544B34"/>
    <w:rsid w:val="00544E1B"/>
    <w:rsid w:val="00544EAF"/>
    <w:rsid w:val="00544FA2"/>
    <w:rsid w:val="00546401"/>
    <w:rsid w:val="00546811"/>
    <w:rsid w:val="00546AC0"/>
    <w:rsid w:val="00546DD5"/>
    <w:rsid w:val="00547044"/>
    <w:rsid w:val="0054747D"/>
    <w:rsid w:val="00547CDB"/>
    <w:rsid w:val="0055009C"/>
    <w:rsid w:val="0055108E"/>
    <w:rsid w:val="005510F2"/>
    <w:rsid w:val="005523F7"/>
    <w:rsid w:val="00552612"/>
    <w:rsid w:val="00553BED"/>
    <w:rsid w:val="005546C0"/>
    <w:rsid w:val="005554D6"/>
    <w:rsid w:val="00555533"/>
    <w:rsid w:val="0055586E"/>
    <w:rsid w:val="00556F55"/>
    <w:rsid w:val="00557D05"/>
    <w:rsid w:val="00560609"/>
    <w:rsid w:val="00560F1B"/>
    <w:rsid w:val="00561D88"/>
    <w:rsid w:val="00562A10"/>
    <w:rsid w:val="00563DB2"/>
    <w:rsid w:val="005640D9"/>
    <w:rsid w:val="00565B4A"/>
    <w:rsid w:val="0056698A"/>
    <w:rsid w:val="00566BAA"/>
    <w:rsid w:val="0056784B"/>
    <w:rsid w:val="005702DF"/>
    <w:rsid w:val="00571B11"/>
    <w:rsid w:val="00572EFD"/>
    <w:rsid w:val="00573F89"/>
    <w:rsid w:val="00575C59"/>
    <w:rsid w:val="00575EF7"/>
    <w:rsid w:val="00576285"/>
    <w:rsid w:val="005772BE"/>
    <w:rsid w:val="00580B83"/>
    <w:rsid w:val="00581A05"/>
    <w:rsid w:val="00581A4A"/>
    <w:rsid w:val="00581B43"/>
    <w:rsid w:val="005826FF"/>
    <w:rsid w:val="00584388"/>
    <w:rsid w:val="00584400"/>
    <w:rsid w:val="00584DAF"/>
    <w:rsid w:val="005859F2"/>
    <w:rsid w:val="005865FB"/>
    <w:rsid w:val="0058681A"/>
    <w:rsid w:val="00586E9C"/>
    <w:rsid w:val="00587EC0"/>
    <w:rsid w:val="00590850"/>
    <w:rsid w:val="005918CF"/>
    <w:rsid w:val="0059217B"/>
    <w:rsid w:val="0059230F"/>
    <w:rsid w:val="005923EC"/>
    <w:rsid w:val="00592814"/>
    <w:rsid w:val="00593693"/>
    <w:rsid w:val="00594D3A"/>
    <w:rsid w:val="00594FF2"/>
    <w:rsid w:val="00595770"/>
    <w:rsid w:val="00596A73"/>
    <w:rsid w:val="00596C89"/>
    <w:rsid w:val="00597286"/>
    <w:rsid w:val="00597D58"/>
    <w:rsid w:val="005A019D"/>
    <w:rsid w:val="005A0DDF"/>
    <w:rsid w:val="005A0ED4"/>
    <w:rsid w:val="005A16F2"/>
    <w:rsid w:val="005A1E01"/>
    <w:rsid w:val="005A1FC1"/>
    <w:rsid w:val="005A26CC"/>
    <w:rsid w:val="005A2EB5"/>
    <w:rsid w:val="005A3196"/>
    <w:rsid w:val="005A4E5B"/>
    <w:rsid w:val="005A574D"/>
    <w:rsid w:val="005A57EC"/>
    <w:rsid w:val="005A5FAF"/>
    <w:rsid w:val="005A7084"/>
    <w:rsid w:val="005A739F"/>
    <w:rsid w:val="005B02C9"/>
    <w:rsid w:val="005B0307"/>
    <w:rsid w:val="005B17E1"/>
    <w:rsid w:val="005B1BA4"/>
    <w:rsid w:val="005B320C"/>
    <w:rsid w:val="005B3F0C"/>
    <w:rsid w:val="005B4C7E"/>
    <w:rsid w:val="005B5FA5"/>
    <w:rsid w:val="005C079D"/>
    <w:rsid w:val="005C1F6B"/>
    <w:rsid w:val="005C1FBC"/>
    <w:rsid w:val="005C255A"/>
    <w:rsid w:val="005C3B4C"/>
    <w:rsid w:val="005C4028"/>
    <w:rsid w:val="005C4C27"/>
    <w:rsid w:val="005C531B"/>
    <w:rsid w:val="005C5390"/>
    <w:rsid w:val="005C5BFB"/>
    <w:rsid w:val="005C5DC1"/>
    <w:rsid w:val="005C6F07"/>
    <w:rsid w:val="005C7B8D"/>
    <w:rsid w:val="005C7BE2"/>
    <w:rsid w:val="005C7C47"/>
    <w:rsid w:val="005D1BDD"/>
    <w:rsid w:val="005D20D9"/>
    <w:rsid w:val="005D294C"/>
    <w:rsid w:val="005D2E94"/>
    <w:rsid w:val="005D489A"/>
    <w:rsid w:val="005D5602"/>
    <w:rsid w:val="005D6337"/>
    <w:rsid w:val="005D753D"/>
    <w:rsid w:val="005D7DBB"/>
    <w:rsid w:val="005D7EF2"/>
    <w:rsid w:val="005E00A9"/>
    <w:rsid w:val="005E1B71"/>
    <w:rsid w:val="005E2153"/>
    <w:rsid w:val="005E25BF"/>
    <w:rsid w:val="005E31B9"/>
    <w:rsid w:val="005E402D"/>
    <w:rsid w:val="005E4C23"/>
    <w:rsid w:val="005E4F46"/>
    <w:rsid w:val="005E59A1"/>
    <w:rsid w:val="005E5CEE"/>
    <w:rsid w:val="005E66C2"/>
    <w:rsid w:val="005E6799"/>
    <w:rsid w:val="005E69DD"/>
    <w:rsid w:val="005E720F"/>
    <w:rsid w:val="005F1EF8"/>
    <w:rsid w:val="005F230C"/>
    <w:rsid w:val="005F400A"/>
    <w:rsid w:val="005F51C8"/>
    <w:rsid w:val="005F51CF"/>
    <w:rsid w:val="005F5B3F"/>
    <w:rsid w:val="005F6E04"/>
    <w:rsid w:val="005F6F9F"/>
    <w:rsid w:val="005F726D"/>
    <w:rsid w:val="005F762D"/>
    <w:rsid w:val="005F78F1"/>
    <w:rsid w:val="005F7E42"/>
    <w:rsid w:val="00600802"/>
    <w:rsid w:val="00601182"/>
    <w:rsid w:val="00601752"/>
    <w:rsid w:val="00601C66"/>
    <w:rsid w:val="00601DEC"/>
    <w:rsid w:val="00601FE9"/>
    <w:rsid w:val="00602F06"/>
    <w:rsid w:val="0060332F"/>
    <w:rsid w:val="0060333F"/>
    <w:rsid w:val="00603F9C"/>
    <w:rsid w:val="00604051"/>
    <w:rsid w:val="006050EE"/>
    <w:rsid w:val="00605276"/>
    <w:rsid w:val="00605F8A"/>
    <w:rsid w:val="00606678"/>
    <w:rsid w:val="006067AE"/>
    <w:rsid w:val="00606A24"/>
    <w:rsid w:val="00606E8D"/>
    <w:rsid w:val="006104CC"/>
    <w:rsid w:val="0061126C"/>
    <w:rsid w:val="00611FAF"/>
    <w:rsid w:val="006124EF"/>
    <w:rsid w:val="00613D97"/>
    <w:rsid w:val="00615637"/>
    <w:rsid w:val="00615E78"/>
    <w:rsid w:val="00615F0B"/>
    <w:rsid w:val="00621A3F"/>
    <w:rsid w:val="00622614"/>
    <w:rsid w:val="00622715"/>
    <w:rsid w:val="006227EF"/>
    <w:rsid w:val="006232DF"/>
    <w:rsid w:val="00623C5D"/>
    <w:rsid w:val="006241FA"/>
    <w:rsid w:val="00624BB5"/>
    <w:rsid w:val="00624C49"/>
    <w:rsid w:val="00625641"/>
    <w:rsid w:val="00625F61"/>
    <w:rsid w:val="0062603B"/>
    <w:rsid w:val="00626121"/>
    <w:rsid w:val="006264FD"/>
    <w:rsid w:val="00626849"/>
    <w:rsid w:val="00627528"/>
    <w:rsid w:val="00630A1D"/>
    <w:rsid w:val="00630AD7"/>
    <w:rsid w:val="00635167"/>
    <w:rsid w:val="006356F8"/>
    <w:rsid w:val="0063612A"/>
    <w:rsid w:val="0063620F"/>
    <w:rsid w:val="006375A1"/>
    <w:rsid w:val="00640267"/>
    <w:rsid w:val="00640890"/>
    <w:rsid w:val="00641056"/>
    <w:rsid w:val="006424FE"/>
    <w:rsid w:val="00642E0C"/>
    <w:rsid w:val="006431ED"/>
    <w:rsid w:val="006437E9"/>
    <w:rsid w:val="00644877"/>
    <w:rsid w:val="00645849"/>
    <w:rsid w:val="006469E3"/>
    <w:rsid w:val="006475C2"/>
    <w:rsid w:val="00647D5D"/>
    <w:rsid w:val="0065201D"/>
    <w:rsid w:val="00653737"/>
    <w:rsid w:val="00653824"/>
    <w:rsid w:val="00653A6F"/>
    <w:rsid w:val="00653BEE"/>
    <w:rsid w:val="00654104"/>
    <w:rsid w:val="00655088"/>
    <w:rsid w:val="006578E7"/>
    <w:rsid w:val="006579BC"/>
    <w:rsid w:val="00657BE8"/>
    <w:rsid w:val="00660276"/>
    <w:rsid w:val="00661636"/>
    <w:rsid w:val="006627B8"/>
    <w:rsid w:val="00663010"/>
    <w:rsid w:val="00664563"/>
    <w:rsid w:val="00664EAA"/>
    <w:rsid w:val="00664FDB"/>
    <w:rsid w:val="00665482"/>
    <w:rsid w:val="00665DA0"/>
    <w:rsid w:val="00667204"/>
    <w:rsid w:val="006674D9"/>
    <w:rsid w:val="00667608"/>
    <w:rsid w:val="0067012E"/>
    <w:rsid w:val="00670A62"/>
    <w:rsid w:val="0067173A"/>
    <w:rsid w:val="0067281F"/>
    <w:rsid w:val="00672C83"/>
    <w:rsid w:val="00672CAA"/>
    <w:rsid w:val="00673110"/>
    <w:rsid w:val="006744B8"/>
    <w:rsid w:val="00674E1D"/>
    <w:rsid w:val="00675B03"/>
    <w:rsid w:val="006760B4"/>
    <w:rsid w:val="006766EC"/>
    <w:rsid w:val="006779C8"/>
    <w:rsid w:val="00680787"/>
    <w:rsid w:val="00681555"/>
    <w:rsid w:val="006825C3"/>
    <w:rsid w:val="00682B47"/>
    <w:rsid w:val="00682E89"/>
    <w:rsid w:val="00683907"/>
    <w:rsid w:val="0068400D"/>
    <w:rsid w:val="00684296"/>
    <w:rsid w:val="00685549"/>
    <w:rsid w:val="00692D7A"/>
    <w:rsid w:val="00692F25"/>
    <w:rsid w:val="00693BD6"/>
    <w:rsid w:val="0069407A"/>
    <w:rsid w:val="00694BEA"/>
    <w:rsid w:val="0069652C"/>
    <w:rsid w:val="00697039"/>
    <w:rsid w:val="00697229"/>
    <w:rsid w:val="006972D2"/>
    <w:rsid w:val="00697DFB"/>
    <w:rsid w:val="006A07DD"/>
    <w:rsid w:val="006A094C"/>
    <w:rsid w:val="006A1A00"/>
    <w:rsid w:val="006A1F86"/>
    <w:rsid w:val="006A3FE6"/>
    <w:rsid w:val="006A45CA"/>
    <w:rsid w:val="006A4944"/>
    <w:rsid w:val="006A5F7A"/>
    <w:rsid w:val="006A6DBB"/>
    <w:rsid w:val="006B1CC0"/>
    <w:rsid w:val="006B1DC5"/>
    <w:rsid w:val="006B3362"/>
    <w:rsid w:val="006B3E2B"/>
    <w:rsid w:val="006B4364"/>
    <w:rsid w:val="006B55E5"/>
    <w:rsid w:val="006B6F66"/>
    <w:rsid w:val="006C17B2"/>
    <w:rsid w:val="006C1DD7"/>
    <w:rsid w:val="006C24AA"/>
    <w:rsid w:val="006C3941"/>
    <w:rsid w:val="006C4504"/>
    <w:rsid w:val="006C4710"/>
    <w:rsid w:val="006C4932"/>
    <w:rsid w:val="006C5B13"/>
    <w:rsid w:val="006C7489"/>
    <w:rsid w:val="006D04FE"/>
    <w:rsid w:val="006D0523"/>
    <w:rsid w:val="006D153F"/>
    <w:rsid w:val="006D1618"/>
    <w:rsid w:val="006D2AAE"/>
    <w:rsid w:val="006D42AA"/>
    <w:rsid w:val="006D5763"/>
    <w:rsid w:val="006D6061"/>
    <w:rsid w:val="006D74DE"/>
    <w:rsid w:val="006D7CDF"/>
    <w:rsid w:val="006D7E5C"/>
    <w:rsid w:val="006E07B5"/>
    <w:rsid w:val="006E160F"/>
    <w:rsid w:val="006E3CBA"/>
    <w:rsid w:val="006E4BAC"/>
    <w:rsid w:val="006E6C3E"/>
    <w:rsid w:val="006E70F1"/>
    <w:rsid w:val="006E77B8"/>
    <w:rsid w:val="006E7A57"/>
    <w:rsid w:val="006F13EA"/>
    <w:rsid w:val="006F14A1"/>
    <w:rsid w:val="006F2A8E"/>
    <w:rsid w:val="006F414D"/>
    <w:rsid w:val="006F5946"/>
    <w:rsid w:val="006F6714"/>
    <w:rsid w:val="006F6D95"/>
    <w:rsid w:val="006F6EF2"/>
    <w:rsid w:val="00701664"/>
    <w:rsid w:val="007034A4"/>
    <w:rsid w:val="00703D41"/>
    <w:rsid w:val="00704DF8"/>
    <w:rsid w:val="00705BBE"/>
    <w:rsid w:val="00705C66"/>
    <w:rsid w:val="00705D5A"/>
    <w:rsid w:val="00706146"/>
    <w:rsid w:val="0070732B"/>
    <w:rsid w:val="00707B4F"/>
    <w:rsid w:val="00707FD6"/>
    <w:rsid w:val="00710D25"/>
    <w:rsid w:val="007123C2"/>
    <w:rsid w:val="007136B5"/>
    <w:rsid w:val="00713E0F"/>
    <w:rsid w:val="007146E5"/>
    <w:rsid w:val="00714997"/>
    <w:rsid w:val="00714F92"/>
    <w:rsid w:val="00715831"/>
    <w:rsid w:val="007158B5"/>
    <w:rsid w:val="00716098"/>
    <w:rsid w:val="00716DFA"/>
    <w:rsid w:val="00716E3C"/>
    <w:rsid w:val="00720598"/>
    <w:rsid w:val="00720FD8"/>
    <w:rsid w:val="007217BE"/>
    <w:rsid w:val="0072394B"/>
    <w:rsid w:val="00724592"/>
    <w:rsid w:val="00724D33"/>
    <w:rsid w:val="00725074"/>
    <w:rsid w:val="00725541"/>
    <w:rsid w:val="007255A5"/>
    <w:rsid w:val="007256CA"/>
    <w:rsid w:val="00725AB5"/>
    <w:rsid w:val="00725AD9"/>
    <w:rsid w:val="00725D58"/>
    <w:rsid w:val="00726B7B"/>
    <w:rsid w:val="00727961"/>
    <w:rsid w:val="007279AD"/>
    <w:rsid w:val="00727A83"/>
    <w:rsid w:val="00727D55"/>
    <w:rsid w:val="00730634"/>
    <w:rsid w:val="0073066E"/>
    <w:rsid w:val="00730C53"/>
    <w:rsid w:val="0073248D"/>
    <w:rsid w:val="00732C1C"/>
    <w:rsid w:val="00732C22"/>
    <w:rsid w:val="00732FCB"/>
    <w:rsid w:val="00734BD0"/>
    <w:rsid w:val="007358BA"/>
    <w:rsid w:val="00735A9B"/>
    <w:rsid w:val="0073684A"/>
    <w:rsid w:val="00736C81"/>
    <w:rsid w:val="007373EA"/>
    <w:rsid w:val="00737B8E"/>
    <w:rsid w:val="00740615"/>
    <w:rsid w:val="00740A3C"/>
    <w:rsid w:val="007437B7"/>
    <w:rsid w:val="007443EE"/>
    <w:rsid w:val="00745BD1"/>
    <w:rsid w:val="00746C40"/>
    <w:rsid w:val="00746E7B"/>
    <w:rsid w:val="00747720"/>
    <w:rsid w:val="00747A36"/>
    <w:rsid w:val="00751D45"/>
    <w:rsid w:val="0075511D"/>
    <w:rsid w:val="00756B3F"/>
    <w:rsid w:val="00757383"/>
    <w:rsid w:val="007576CA"/>
    <w:rsid w:val="00757E18"/>
    <w:rsid w:val="00760725"/>
    <w:rsid w:val="00760B41"/>
    <w:rsid w:val="007614AC"/>
    <w:rsid w:val="00762EED"/>
    <w:rsid w:val="00763B7D"/>
    <w:rsid w:val="00764461"/>
    <w:rsid w:val="00766EF7"/>
    <w:rsid w:val="0076704F"/>
    <w:rsid w:val="00767AFF"/>
    <w:rsid w:val="007703A8"/>
    <w:rsid w:val="007703AF"/>
    <w:rsid w:val="007704BF"/>
    <w:rsid w:val="00771F05"/>
    <w:rsid w:val="007722A7"/>
    <w:rsid w:val="007723F6"/>
    <w:rsid w:val="0077246C"/>
    <w:rsid w:val="00772C63"/>
    <w:rsid w:val="00772EBC"/>
    <w:rsid w:val="00772F77"/>
    <w:rsid w:val="007730C6"/>
    <w:rsid w:val="00773908"/>
    <w:rsid w:val="00773EAF"/>
    <w:rsid w:val="007740D4"/>
    <w:rsid w:val="007744F5"/>
    <w:rsid w:val="007747C2"/>
    <w:rsid w:val="007761D4"/>
    <w:rsid w:val="00776282"/>
    <w:rsid w:val="0077743F"/>
    <w:rsid w:val="00777B89"/>
    <w:rsid w:val="00777DDE"/>
    <w:rsid w:val="00780DB1"/>
    <w:rsid w:val="00780EA8"/>
    <w:rsid w:val="00780F16"/>
    <w:rsid w:val="00781988"/>
    <w:rsid w:val="00781A9A"/>
    <w:rsid w:val="00781EDD"/>
    <w:rsid w:val="007837A6"/>
    <w:rsid w:val="00784C4E"/>
    <w:rsid w:val="00784F10"/>
    <w:rsid w:val="00784F6C"/>
    <w:rsid w:val="00785535"/>
    <w:rsid w:val="007857F9"/>
    <w:rsid w:val="007861D4"/>
    <w:rsid w:val="0078696F"/>
    <w:rsid w:val="00787F95"/>
    <w:rsid w:val="00790340"/>
    <w:rsid w:val="00791D5E"/>
    <w:rsid w:val="00792193"/>
    <w:rsid w:val="00793513"/>
    <w:rsid w:val="00793FFD"/>
    <w:rsid w:val="00794A0F"/>
    <w:rsid w:val="007959A6"/>
    <w:rsid w:val="00795B42"/>
    <w:rsid w:val="00796D98"/>
    <w:rsid w:val="00796E7D"/>
    <w:rsid w:val="007974B3"/>
    <w:rsid w:val="0079765C"/>
    <w:rsid w:val="007A0D08"/>
    <w:rsid w:val="007A23F4"/>
    <w:rsid w:val="007A2779"/>
    <w:rsid w:val="007A27A6"/>
    <w:rsid w:val="007A312E"/>
    <w:rsid w:val="007A5205"/>
    <w:rsid w:val="007A576D"/>
    <w:rsid w:val="007A58C7"/>
    <w:rsid w:val="007A5984"/>
    <w:rsid w:val="007A5D27"/>
    <w:rsid w:val="007A701D"/>
    <w:rsid w:val="007A7B37"/>
    <w:rsid w:val="007A7F02"/>
    <w:rsid w:val="007B012B"/>
    <w:rsid w:val="007B03F0"/>
    <w:rsid w:val="007B074B"/>
    <w:rsid w:val="007B0E4E"/>
    <w:rsid w:val="007B0EBC"/>
    <w:rsid w:val="007B1103"/>
    <w:rsid w:val="007B135A"/>
    <w:rsid w:val="007B25AE"/>
    <w:rsid w:val="007B2E7F"/>
    <w:rsid w:val="007B32F6"/>
    <w:rsid w:val="007B404D"/>
    <w:rsid w:val="007B5FF7"/>
    <w:rsid w:val="007B62DC"/>
    <w:rsid w:val="007B66E4"/>
    <w:rsid w:val="007B6795"/>
    <w:rsid w:val="007B6AAF"/>
    <w:rsid w:val="007B710A"/>
    <w:rsid w:val="007C0851"/>
    <w:rsid w:val="007C0B0E"/>
    <w:rsid w:val="007C1D1F"/>
    <w:rsid w:val="007C2DE4"/>
    <w:rsid w:val="007C3015"/>
    <w:rsid w:val="007C3721"/>
    <w:rsid w:val="007C37C9"/>
    <w:rsid w:val="007C5038"/>
    <w:rsid w:val="007C5074"/>
    <w:rsid w:val="007C50F1"/>
    <w:rsid w:val="007C5136"/>
    <w:rsid w:val="007C65ED"/>
    <w:rsid w:val="007C6F19"/>
    <w:rsid w:val="007C712D"/>
    <w:rsid w:val="007C78FA"/>
    <w:rsid w:val="007C7F32"/>
    <w:rsid w:val="007D00B1"/>
    <w:rsid w:val="007D0752"/>
    <w:rsid w:val="007D2B24"/>
    <w:rsid w:val="007D3446"/>
    <w:rsid w:val="007D4712"/>
    <w:rsid w:val="007D54A8"/>
    <w:rsid w:val="007D6150"/>
    <w:rsid w:val="007D78E0"/>
    <w:rsid w:val="007D7B67"/>
    <w:rsid w:val="007D7BF2"/>
    <w:rsid w:val="007D7C1B"/>
    <w:rsid w:val="007E02C8"/>
    <w:rsid w:val="007E039D"/>
    <w:rsid w:val="007E0665"/>
    <w:rsid w:val="007E0C90"/>
    <w:rsid w:val="007E0FB7"/>
    <w:rsid w:val="007E150F"/>
    <w:rsid w:val="007E16E5"/>
    <w:rsid w:val="007E1825"/>
    <w:rsid w:val="007E1924"/>
    <w:rsid w:val="007E1ABE"/>
    <w:rsid w:val="007E1CBD"/>
    <w:rsid w:val="007E26C4"/>
    <w:rsid w:val="007E2C98"/>
    <w:rsid w:val="007E43EC"/>
    <w:rsid w:val="007E4949"/>
    <w:rsid w:val="007E5C23"/>
    <w:rsid w:val="007E601C"/>
    <w:rsid w:val="007E6D41"/>
    <w:rsid w:val="007E6DBC"/>
    <w:rsid w:val="007E6F26"/>
    <w:rsid w:val="007E76F9"/>
    <w:rsid w:val="007F1485"/>
    <w:rsid w:val="007F2367"/>
    <w:rsid w:val="007F2D9A"/>
    <w:rsid w:val="007F2F24"/>
    <w:rsid w:val="007F4315"/>
    <w:rsid w:val="007F4DFD"/>
    <w:rsid w:val="007F545F"/>
    <w:rsid w:val="007F571C"/>
    <w:rsid w:val="007F6052"/>
    <w:rsid w:val="007F62C9"/>
    <w:rsid w:val="007F6D21"/>
    <w:rsid w:val="00800406"/>
    <w:rsid w:val="00800EA8"/>
    <w:rsid w:val="00800FCA"/>
    <w:rsid w:val="00801736"/>
    <w:rsid w:val="0080262B"/>
    <w:rsid w:val="00803CAE"/>
    <w:rsid w:val="0080418B"/>
    <w:rsid w:val="00804388"/>
    <w:rsid w:val="008046CF"/>
    <w:rsid w:val="00804F46"/>
    <w:rsid w:val="00805909"/>
    <w:rsid w:val="00805AE7"/>
    <w:rsid w:val="00805B70"/>
    <w:rsid w:val="00805F82"/>
    <w:rsid w:val="00807D60"/>
    <w:rsid w:val="00807ECF"/>
    <w:rsid w:val="0081046D"/>
    <w:rsid w:val="0081126A"/>
    <w:rsid w:val="008113D5"/>
    <w:rsid w:val="008121F7"/>
    <w:rsid w:val="00812D1C"/>
    <w:rsid w:val="00814012"/>
    <w:rsid w:val="008140E1"/>
    <w:rsid w:val="00814E66"/>
    <w:rsid w:val="0081506A"/>
    <w:rsid w:val="008150B0"/>
    <w:rsid w:val="008157F9"/>
    <w:rsid w:val="00816A7A"/>
    <w:rsid w:val="00816C27"/>
    <w:rsid w:val="008171DB"/>
    <w:rsid w:val="00817C9C"/>
    <w:rsid w:val="008200E5"/>
    <w:rsid w:val="0082014C"/>
    <w:rsid w:val="0082068D"/>
    <w:rsid w:val="00820FFF"/>
    <w:rsid w:val="00821C13"/>
    <w:rsid w:val="008221D2"/>
    <w:rsid w:val="00822EB6"/>
    <w:rsid w:val="008236DC"/>
    <w:rsid w:val="00823FE5"/>
    <w:rsid w:val="00824940"/>
    <w:rsid w:val="00825437"/>
    <w:rsid w:val="008265EA"/>
    <w:rsid w:val="0082712C"/>
    <w:rsid w:val="00827190"/>
    <w:rsid w:val="0082733F"/>
    <w:rsid w:val="00827450"/>
    <w:rsid w:val="00827581"/>
    <w:rsid w:val="00827F0B"/>
    <w:rsid w:val="00830B1B"/>
    <w:rsid w:val="00831ABA"/>
    <w:rsid w:val="00832C8A"/>
    <w:rsid w:val="00832E21"/>
    <w:rsid w:val="0083338C"/>
    <w:rsid w:val="00833D28"/>
    <w:rsid w:val="008340B6"/>
    <w:rsid w:val="008347EF"/>
    <w:rsid w:val="00834D33"/>
    <w:rsid w:val="00835325"/>
    <w:rsid w:val="008354F6"/>
    <w:rsid w:val="00837FAF"/>
    <w:rsid w:val="0084004F"/>
    <w:rsid w:val="008402FA"/>
    <w:rsid w:val="008403E6"/>
    <w:rsid w:val="00840551"/>
    <w:rsid w:val="00840778"/>
    <w:rsid w:val="008419A3"/>
    <w:rsid w:val="00841EF1"/>
    <w:rsid w:val="00842175"/>
    <w:rsid w:val="00842802"/>
    <w:rsid w:val="008444BF"/>
    <w:rsid w:val="0084606A"/>
    <w:rsid w:val="008465C8"/>
    <w:rsid w:val="0084690E"/>
    <w:rsid w:val="0084781C"/>
    <w:rsid w:val="00847FAE"/>
    <w:rsid w:val="00851225"/>
    <w:rsid w:val="008513A3"/>
    <w:rsid w:val="008515D8"/>
    <w:rsid w:val="00851F04"/>
    <w:rsid w:val="0085211B"/>
    <w:rsid w:val="0085255E"/>
    <w:rsid w:val="00852F98"/>
    <w:rsid w:val="00854343"/>
    <w:rsid w:val="008546FF"/>
    <w:rsid w:val="00854D39"/>
    <w:rsid w:val="0085500B"/>
    <w:rsid w:val="00855105"/>
    <w:rsid w:val="00856C22"/>
    <w:rsid w:val="00857540"/>
    <w:rsid w:val="00857A7E"/>
    <w:rsid w:val="00857BB6"/>
    <w:rsid w:val="00860249"/>
    <w:rsid w:val="0086028C"/>
    <w:rsid w:val="00860FE5"/>
    <w:rsid w:val="00861485"/>
    <w:rsid w:val="008618A8"/>
    <w:rsid w:val="00863694"/>
    <w:rsid w:val="00863699"/>
    <w:rsid w:val="00865071"/>
    <w:rsid w:val="00865F2B"/>
    <w:rsid w:val="00866761"/>
    <w:rsid w:val="00867191"/>
    <w:rsid w:val="0087008B"/>
    <w:rsid w:val="00871B19"/>
    <w:rsid w:val="00873F1D"/>
    <w:rsid w:val="00874394"/>
    <w:rsid w:val="00874935"/>
    <w:rsid w:val="00874FB6"/>
    <w:rsid w:val="008751D2"/>
    <w:rsid w:val="00875B01"/>
    <w:rsid w:val="00875C8D"/>
    <w:rsid w:val="008767E5"/>
    <w:rsid w:val="008771EF"/>
    <w:rsid w:val="00880224"/>
    <w:rsid w:val="00880D82"/>
    <w:rsid w:val="00881523"/>
    <w:rsid w:val="00881C26"/>
    <w:rsid w:val="00882486"/>
    <w:rsid w:val="0088262F"/>
    <w:rsid w:val="00882903"/>
    <w:rsid w:val="00883003"/>
    <w:rsid w:val="00883C17"/>
    <w:rsid w:val="00885FA1"/>
    <w:rsid w:val="008868B5"/>
    <w:rsid w:val="00890F3B"/>
    <w:rsid w:val="00891B6D"/>
    <w:rsid w:val="008925A4"/>
    <w:rsid w:val="00893802"/>
    <w:rsid w:val="00893E61"/>
    <w:rsid w:val="00893EA4"/>
    <w:rsid w:val="008943C3"/>
    <w:rsid w:val="008944D7"/>
    <w:rsid w:val="0089486F"/>
    <w:rsid w:val="00894FB7"/>
    <w:rsid w:val="008953DD"/>
    <w:rsid w:val="00896DF9"/>
    <w:rsid w:val="0089742A"/>
    <w:rsid w:val="008976FB"/>
    <w:rsid w:val="00897ED4"/>
    <w:rsid w:val="008A0678"/>
    <w:rsid w:val="008A0983"/>
    <w:rsid w:val="008A0F60"/>
    <w:rsid w:val="008A11C7"/>
    <w:rsid w:val="008A33A2"/>
    <w:rsid w:val="008A4FCE"/>
    <w:rsid w:val="008A6677"/>
    <w:rsid w:val="008B0497"/>
    <w:rsid w:val="008B14C7"/>
    <w:rsid w:val="008B2A0C"/>
    <w:rsid w:val="008B2F62"/>
    <w:rsid w:val="008B394B"/>
    <w:rsid w:val="008B4129"/>
    <w:rsid w:val="008B4855"/>
    <w:rsid w:val="008B70C1"/>
    <w:rsid w:val="008C02C4"/>
    <w:rsid w:val="008C0538"/>
    <w:rsid w:val="008C0705"/>
    <w:rsid w:val="008C0763"/>
    <w:rsid w:val="008C13A8"/>
    <w:rsid w:val="008C1568"/>
    <w:rsid w:val="008C2138"/>
    <w:rsid w:val="008C23F5"/>
    <w:rsid w:val="008C3A76"/>
    <w:rsid w:val="008C5F51"/>
    <w:rsid w:val="008C5FB4"/>
    <w:rsid w:val="008C6188"/>
    <w:rsid w:val="008C7087"/>
    <w:rsid w:val="008C71B3"/>
    <w:rsid w:val="008C71E1"/>
    <w:rsid w:val="008C7F7F"/>
    <w:rsid w:val="008D006A"/>
    <w:rsid w:val="008D078B"/>
    <w:rsid w:val="008D0A61"/>
    <w:rsid w:val="008D1E32"/>
    <w:rsid w:val="008D1EF2"/>
    <w:rsid w:val="008D26DE"/>
    <w:rsid w:val="008D26F3"/>
    <w:rsid w:val="008D2890"/>
    <w:rsid w:val="008D2B5A"/>
    <w:rsid w:val="008D31BA"/>
    <w:rsid w:val="008D4C67"/>
    <w:rsid w:val="008E1C90"/>
    <w:rsid w:val="008E24EA"/>
    <w:rsid w:val="008E3F71"/>
    <w:rsid w:val="008E4227"/>
    <w:rsid w:val="008E4523"/>
    <w:rsid w:val="008E57FF"/>
    <w:rsid w:val="008E5832"/>
    <w:rsid w:val="008E687F"/>
    <w:rsid w:val="008E6E2A"/>
    <w:rsid w:val="008F0CAF"/>
    <w:rsid w:val="008F0DEA"/>
    <w:rsid w:val="008F0EF6"/>
    <w:rsid w:val="008F0FB5"/>
    <w:rsid w:val="008F18B5"/>
    <w:rsid w:val="008F18F1"/>
    <w:rsid w:val="008F2228"/>
    <w:rsid w:val="008F318D"/>
    <w:rsid w:val="008F4346"/>
    <w:rsid w:val="008F58A2"/>
    <w:rsid w:val="008F5D3C"/>
    <w:rsid w:val="008F6463"/>
    <w:rsid w:val="008F66FA"/>
    <w:rsid w:val="008F6E22"/>
    <w:rsid w:val="00900F56"/>
    <w:rsid w:val="0090199F"/>
    <w:rsid w:val="00902CA3"/>
    <w:rsid w:val="00903A2D"/>
    <w:rsid w:val="0090517C"/>
    <w:rsid w:val="009065DD"/>
    <w:rsid w:val="0090708D"/>
    <w:rsid w:val="009077DE"/>
    <w:rsid w:val="00907C92"/>
    <w:rsid w:val="00907D26"/>
    <w:rsid w:val="00910DB5"/>
    <w:rsid w:val="009117CA"/>
    <w:rsid w:val="00911988"/>
    <w:rsid w:val="00912789"/>
    <w:rsid w:val="00912C83"/>
    <w:rsid w:val="00912D4D"/>
    <w:rsid w:val="00912F6A"/>
    <w:rsid w:val="0091311B"/>
    <w:rsid w:val="009133D2"/>
    <w:rsid w:val="0091363F"/>
    <w:rsid w:val="00913DE0"/>
    <w:rsid w:val="00914CF8"/>
    <w:rsid w:val="00914DF3"/>
    <w:rsid w:val="00915532"/>
    <w:rsid w:val="009158FE"/>
    <w:rsid w:val="00915C0B"/>
    <w:rsid w:val="00916332"/>
    <w:rsid w:val="009171B4"/>
    <w:rsid w:val="009173EC"/>
    <w:rsid w:val="009177E6"/>
    <w:rsid w:val="00917B09"/>
    <w:rsid w:val="0092041B"/>
    <w:rsid w:val="009207FA"/>
    <w:rsid w:val="00921862"/>
    <w:rsid w:val="00923296"/>
    <w:rsid w:val="00925872"/>
    <w:rsid w:val="00925F50"/>
    <w:rsid w:val="00930C92"/>
    <w:rsid w:val="0093130A"/>
    <w:rsid w:val="00932D25"/>
    <w:rsid w:val="00936B7E"/>
    <w:rsid w:val="00940507"/>
    <w:rsid w:val="00940EC2"/>
    <w:rsid w:val="00941BC9"/>
    <w:rsid w:val="009428E0"/>
    <w:rsid w:val="00942CE2"/>
    <w:rsid w:val="00943164"/>
    <w:rsid w:val="009438AF"/>
    <w:rsid w:val="00943D4C"/>
    <w:rsid w:val="0094483C"/>
    <w:rsid w:val="00946445"/>
    <w:rsid w:val="00946C02"/>
    <w:rsid w:val="00947F1B"/>
    <w:rsid w:val="00947F94"/>
    <w:rsid w:val="009500C2"/>
    <w:rsid w:val="009501B4"/>
    <w:rsid w:val="009502EB"/>
    <w:rsid w:val="00951461"/>
    <w:rsid w:val="00951C2A"/>
    <w:rsid w:val="00953D87"/>
    <w:rsid w:val="00954010"/>
    <w:rsid w:val="00954586"/>
    <w:rsid w:val="00955696"/>
    <w:rsid w:val="00955AE1"/>
    <w:rsid w:val="00955F1B"/>
    <w:rsid w:val="00956ADE"/>
    <w:rsid w:val="00957D28"/>
    <w:rsid w:val="00957D5E"/>
    <w:rsid w:val="00960325"/>
    <w:rsid w:val="009604EF"/>
    <w:rsid w:val="009624DA"/>
    <w:rsid w:val="00962707"/>
    <w:rsid w:val="00962ECD"/>
    <w:rsid w:val="00964052"/>
    <w:rsid w:val="009642DE"/>
    <w:rsid w:val="0096473D"/>
    <w:rsid w:val="00964793"/>
    <w:rsid w:val="0096527E"/>
    <w:rsid w:val="00965888"/>
    <w:rsid w:val="00965C17"/>
    <w:rsid w:val="00966B17"/>
    <w:rsid w:val="00966E6E"/>
    <w:rsid w:val="00966ECA"/>
    <w:rsid w:val="00967E22"/>
    <w:rsid w:val="00971761"/>
    <w:rsid w:val="009717F6"/>
    <w:rsid w:val="00971FFD"/>
    <w:rsid w:val="0097202E"/>
    <w:rsid w:val="0097295A"/>
    <w:rsid w:val="00973E2C"/>
    <w:rsid w:val="00974539"/>
    <w:rsid w:val="00974B82"/>
    <w:rsid w:val="00975690"/>
    <w:rsid w:val="00975D88"/>
    <w:rsid w:val="009800B9"/>
    <w:rsid w:val="00981FE5"/>
    <w:rsid w:val="00982151"/>
    <w:rsid w:val="0098385E"/>
    <w:rsid w:val="00984B8D"/>
    <w:rsid w:val="009860E5"/>
    <w:rsid w:val="0098616E"/>
    <w:rsid w:val="00990D62"/>
    <w:rsid w:val="0099112C"/>
    <w:rsid w:val="00991979"/>
    <w:rsid w:val="00992469"/>
    <w:rsid w:val="00992B4A"/>
    <w:rsid w:val="009939CF"/>
    <w:rsid w:val="00994019"/>
    <w:rsid w:val="00994956"/>
    <w:rsid w:val="009949FD"/>
    <w:rsid w:val="009A24BB"/>
    <w:rsid w:val="009A25F5"/>
    <w:rsid w:val="009A2C76"/>
    <w:rsid w:val="009A395A"/>
    <w:rsid w:val="009A4603"/>
    <w:rsid w:val="009A5A78"/>
    <w:rsid w:val="009A5F2B"/>
    <w:rsid w:val="009A625A"/>
    <w:rsid w:val="009A690D"/>
    <w:rsid w:val="009A7A06"/>
    <w:rsid w:val="009B06B8"/>
    <w:rsid w:val="009B15B1"/>
    <w:rsid w:val="009B19A6"/>
    <w:rsid w:val="009B256F"/>
    <w:rsid w:val="009B2D43"/>
    <w:rsid w:val="009B5164"/>
    <w:rsid w:val="009B725A"/>
    <w:rsid w:val="009B7F8B"/>
    <w:rsid w:val="009C2122"/>
    <w:rsid w:val="009C5F94"/>
    <w:rsid w:val="009C69EF"/>
    <w:rsid w:val="009C78B6"/>
    <w:rsid w:val="009C7B66"/>
    <w:rsid w:val="009D05FF"/>
    <w:rsid w:val="009D3BBD"/>
    <w:rsid w:val="009D3C89"/>
    <w:rsid w:val="009D43DE"/>
    <w:rsid w:val="009D45B9"/>
    <w:rsid w:val="009D5461"/>
    <w:rsid w:val="009D5EA3"/>
    <w:rsid w:val="009D6FDB"/>
    <w:rsid w:val="009D727B"/>
    <w:rsid w:val="009D7BDB"/>
    <w:rsid w:val="009E0037"/>
    <w:rsid w:val="009E1367"/>
    <w:rsid w:val="009E34D6"/>
    <w:rsid w:val="009E3A6A"/>
    <w:rsid w:val="009E4447"/>
    <w:rsid w:val="009E5577"/>
    <w:rsid w:val="009E5807"/>
    <w:rsid w:val="009E67C8"/>
    <w:rsid w:val="009F0254"/>
    <w:rsid w:val="009F0269"/>
    <w:rsid w:val="009F1233"/>
    <w:rsid w:val="009F1C54"/>
    <w:rsid w:val="009F1D4D"/>
    <w:rsid w:val="009F1DCB"/>
    <w:rsid w:val="009F1F1B"/>
    <w:rsid w:val="009F24FD"/>
    <w:rsid w:val="009F2A1D"/>
    <w:rsid w:val="009F507C"/>
    <w:rsid w:val="009F57BB"/>
    <w:rsid w:val="009F5F6B"/>
    <w:rsid w:val="009F7FA7"/>
    <w:rsid w:val="00A0012D"/>
    <w:rsid w:val="00A01EF1"/>
    <w:rsid w:val="00A031CD"/>
    <w:rsid w:val="00A03CC3"/>
    <w:rsid w:val="00A048C1"/>
    <w:rsid w:val="00A04935"/>
    <w:rsid w:val="00A04AD7"/>
    <w:rsid w:val="00A051AF"/>
    <w:rsid w:val="00A05E1B"/>
    <w:rsid w:val="00A0652A"/>
    <w:rsid w:val="00A069F1"/>
    <w:rsid w:val="00A0725A"/>
    <w:rsid w:val="00A07881"/>
    <w:rsid w:val="00A07E5B"/>
    <w:rsid w:val="00A11A18"/>
    <w:rsid w:val="00A12744"/>
    <w:rsid w:val="00A1311B"/>
    <w:rsid w:val="00A13408"/>
    <w:rsid w:val="00A13959"/>
    <w:rsid w:val="00A142F9"/>
    <w:rsid w:val="00A155BA"/>
    <w:rsid w:val="00A15CA4"/>
    <w:rsid w:val="00A1677B"/>
    <w:rsid w:val="00A1710F"/>
    <w:rsid w:val="00A20A4A"/>
    <w:rsid w:val="00A21379"/>
    <w:rsid w:val="00A213B6"/>
    <w:rsid w:val="00A2199E"/>
    <w:rsid w:val="00A22B84"/>
    <w:rsid w:val="00A22BCF"/>
    <w:rsid w:val="00A22D94"/>
    <w:rsid w:val="00A22FF8"/>
    <w:rsid w:val="00A2312A"/>
    <w:rsid w:val="00A23706"/>
    <w:rsid w:val="00A23E0A"/>
    <w:rsid w:val="00A25E86"/>
    <w:rsid w:val="00A26280"/>
    <w:rsid w:val="00A26F4F"/>
    <w:rsid w:val="00A27C38"/>
    <w:rsid w:val="00A3038F"/>
    <w:rsid w:val="00A30D1F"/>
    <w:rsid w:val="00A3106F"/>
    <w:rsid w:val="00A313C5"/>
    <w:rsid w:val="00A3334C"/>
    <w:rsid w:val="00A3436B"/>
    <w:rsid w:val="00A34B42"/>
    <w:rsid w:val="00A34B88"/>
    <w:rsid w:val="00A34BA4"/>
    <w:rsid w:val="00A360E3"/>
    <w:rsid w:val="00A36702"/>
    <w:rsid w:val="00A36F35"/>
    <w:rsid w:val="00A37370"/>
    <w:rsid w:val="00A37B0B"/>
    <w:rsid w:val="00A401E6"/>
    <w:rsid w:val="00A402BD"/>
    <w:rsid w:val="00A407D3"/>
    <w:rsid w:val="00A40890"/>
    <w:rsid w:val="00A41288"/>
    <w:rsid w:val="00A41CE0"/>
    <w:rsid w:val="00A420B7"/>
    <w:rsid w:val="00A42A9E"/>
    <w:rsid w:val="00A43DF8"/>
    <w:rsid w:val="00A443F6"/>
    <w:rsid w:val="00A445A3"/>
    <w:rsid w:val="00A450A8"/>
    <w:rsid w:val="00A45E78"/>
    <w:rsid w:val="00A46002"/>
    <w:rsid w:val="00A463F4"/>
    <w:rsid w:val="00A46DCD"/>
    <w:rsid w:val="00A47157"/>
    <w:rsid w:val="00A47210"/>
    <w:rsid w:val="00A50D89"/>
    <w:rsid w:val="00A51208"/>
    <w:rsid w:val="00A515F4"/>
    <w:rsid w:val="00A51AC1"/>
    <w:rsid w:val="00A52176"/>
    <w:rsid w:val="00A527F2"/>
    <w:rsid w:val="00A52F8B"/>
    <w:rsid w:val="00A53B57"/>
    <w:rsid w:val="00A54793"/>
    <w:rsid w:val="00A5568E"/>
    <w:rsid w:val="00A55879"/>
    <w:rsid w:val="00A55F0A"/>
    <w:rsid w:val="00A561D7"/>
    <w:rsid w:val="00A5639B"/>
    <w:rsid w:val="00A57163"/>
    <w:rsid w:val="00A57B08"/>
    <w:rsid w:val="00A6056F"/>
    <w:rsid w:val="00A60C91"/>
    <w:rsid w:val="00A60F29"/>
    <w:rsid w:val="00A6134F"/>
    <w:rsid w:val="00A6187A"/>
    <w:rsid w:val="00A6203F"/>
    <w:rsid w:val="00A636F8"/>
    <w:rsid w:val="00A63B38"/>
    <w:rsid w:val="00A63DE2"/>
    <w:rsid w:val="00A6429C"/>
    <w:rsid w:val="00A64581"/>
    <w:rsid w:val="00A647BC"/>
    <w:rsid w:val="00A64F5B"/>
    <w:rsid w:val="00A656E9"/>
    <w:rsid w:val="00A65733"/>
    <w:rsid w:val="00A66575"/>
    <w:rsid w:val="00A66CBF"/>
    <w:rsid w:val="00A67E64"/>
    <w:rsid w:val="00A67F66"/>
    <w:rsid w:val="00A71F0D"/>
    <w:rsid w:val="00A734B2"/>
    <w:rsid w:val="00A73804"/>
    <w:rsid w:val="00A73C33"/>
    <w:rsid w:val="00A73F0B"/>
    <w:rsid w:val="00A74D82"/>
    <w:rsid w:val="00A75634"/>
    <w:rsid w:val="00A80F82"/>
    <w:rsid w:val="00A81199"/>
    <w:rsid w:val="00A816CC"/>
    <w:rsid w:val="00A8242F"/>
    <w:rsid w:val="00A8277F"/>
    <w:rsid w:val="00A8296C"/>
    <w:rsid w:val="00A829F4"/>
    <w:rsid w:val="00A8356E"/>
    <w:rsid w:val="00A84769"/>
    <w:rsid w:val="00A853D6"/>
    <w:rsid w:val="00A8566B"/>
    <w:rsid w:val="00A85B3B"/>
    <w:rsid w:val="00A876CD"/>
    <w:rsid w:val="00A9119C"/>
    <w:rsid w:val="00A9174B"/>
    <w:rsid w:val="00A91AFD"/>
    <w:rsid w:val="00A91C12"/>
    <w:rsid w:val="00A91FB2"/>
    <w:rsid w:val="00A9224D"/>
    <w:rsid w:val="00A92395"/>
    <w:rsid w:val="00A9255A"/>
    <w:rsid w:val="00A92786"/>
    <w:rsid w:val="00A92F89"/>
    <w:rsid w:val="00A93E76"/>
    <w:rsid w:val="00A95083"/>
    <w:rsid w:val="00A95861"/>
    <w:rsid w:val="00A95972"/>
    <w:rsid w:val="00A95EB6"/>
    <w:rsid w:val="00A960CB"/>
    <w:rsid w:val="00A96D05"/>
    <w:rsid w:val="00A9731B"/>
    <w:rsid w:val="00A97748"/>
    <w:rsid w:val="00A979EC"/>
    <w:rsid w:val="00AA143F"/>
    <w:rsid w:val="00AA4B90"/>
    <w:rsid w:val="00AA4F41"/>
    <w:rsid w:val="00AA50CF"/>
    <w:rsid w:val="00AA6255"/>
    <w:rsid w:val="00AA67E5"/>
    <w:rsid w:val="00AA75C0"/>
    <w:rsid w:val="00AB1311"/>
    <w:rsid w:val="00AB2121"/>
    <w:rsid w:val="00AB21E5"/>
    <w:rsid w:val="00AB3988"/>
    <w:rsid w:val="00AB3DE5"/>
    <w:rsid w:val="00AB4733"/>
    <w:rsid w:val="00AB523E"/>
    <w:rsid w:val="00AB5496"/>
    <w:rsid w:val="00AB59C6"/>
    <w:rsid w:val="00AB5EC6"/>
    <w:rsid w:val="00AB629E"/>
    <w:rsid w:val="00AB66E9"/>
    <w:rsid w:val="00AB675E"/>
    <w:rsid w:val="00AB6BA4"/>
    <w:rsid w:val="00AB6C92"/>
    <w:rsid w:val="00AB776B"/>
    <w:rsid w:val="00AC1B41"/>
    <w:rsid w:val="00AC2939"/>
    <w:rsid w:val="00AC363C"/>
    <w:rsid w:val="00AC3E83"/>
    <w:rsid w:val="00AC4044"/>
    <w:rsid w:val="00AC41E3"/>
    <w:rsid w:val="00AC6E83"/>
    <w:rsid w:val="00AD06F6"/>
    <w:rsid w:val="00AD0E4C"/>
    <w:rsid w:val="00AD2651"/>
    <w:rsid w:val="00AD2A4B"/>
    <w:rsid w:val="00AD38E6"/>
    <w:rsid w:val="00AD4265"/>
    <w:rsid w:val="00AD4975"/>
    <w:rsid w:val="00AD560C"/>
    <w:rsid w:val="00AD5935"/>
    <w:rsid w:val="00AD65F1"/>
    <w:rsid w:val="00AD7389"/>
    <w:rsid w:val="00AD7478"/>
    <w:rsid w:val="00AD7C43"/>
    <w:rsid w:val="00AE007E"/>
    <w:rsid w:val="00AE00C6"/>
    <w:rsid w:val="00AE02BB"/>
    <w:rsid w:val="00AE1B26"/>
    <w:rsid w:val="00AE33B8"/>
    <w:rsid w:val="00AE4F70"/>
    <w:rsid w:val="00AE53A6"/>
    <w:rsid w:val="00AE53CF"/>
    <w:rsid w:val="00AE54FC"/>
    <w:rsid w:val="00AE69D1"/>
    <w:rsid w:val="00AE6F53"/>
    <w:rsid w:val="00AE732E"/>
    <w:rsid w:val="00AF0103"/>
    <w:rsid w:val="00AF0A42"/>
    <w:rsid w:val="00AF1FB9"/>
    <w:rsid w:val="00AF2182"/>
    <w:rsid w:val="00AF229E"/>
    <w:rsid w:val="00AF2679"/>
    <w:rsid w:val="00AF2F61"/>
    <w:rsid w:val="00AF3CEA"/>
    <w:rsid w:val="00AF4F01"/>
    <w:rsid w:val="00AF51A0"/>
    <w:rsid w:val="00AF52C6"/>
    <w:rsid w:val="00AF5F00"/>
    <w:rsid w:val="00AF672B"/>
    <w:rsid w:val="00AF6FE5"/>
    <w:rsid w:val="00AF71C2"/>
    <w:rsid w:val="00B0030B"/>
    <w:rsid w:val="00B0095B"/>
    <w:rsid w:val="00B00ADC"/>
    <w:rsid w:val="00B01567"/>
    <w:rsid w:val="00B0165A"/>
    <w:rsid w:val="00B01C07"/>
    <w:rsid w:val="00B053D2"/>
    <w:rsid w:val="00B06997"/>
    <w:rsid w:val="00B072CC"/>
    <w:rsid w:val="00B07C69"/>
    <w:rsid w:val="00B10AFC"/>
    <w:rsid w:val="00B11DD1"/>
    <w:rsid w:val="00B12BFF"/>
    <w:rsid w:val="00B13737"/>
    <w:rsid w:val="00B1390D"/>
    <w:rsid w:val="00B14065"/>
    <w:rsid w:val="00B14678"/>
    <w:rsid w:val="00B16618"/>
    <w:rsid w:val="00B17945"/>
    <w:rsid w:val="00B23E6A"/>
    <w:rsid w:val="00B24B34"/>
    <w:rsid w:val="00B25165"/>
    <w:rsid w:val="00B2546D"/>
    <w:rsid w:val="00B25696"/>
    <w:rsid w:val="00B3231A"/>
    <w:rsid w:val="00B324D7"/>
    <w:rsid w:val="00B34134"/>
    <w:rsid w:val="00B3469F"/>
    <w:rsid w:val="00B346DC"/>
    <w:rsid w:val="00B35D05"/>
    <w:rsid w:val="00B362BC"/>
    <w:rsid w:val="00B36340"/>
    <w:rsid w:val="00B37077"/>
    <w:rsid w:val="00B37747"/>
    <w:rsid w:val="00B37C68"/>
    <w:rsid w:val="00B400BF"/>
    <w:rsid w:val="00B4019B"/>
    <w:rsid w:val="00B401F1"/>
    <w:rsid w:val="00B407DB"/>
    <w:rsid w:val="00B41449"/>
    <w:rsid w:val="00B4153D"/>
    <w:rsid w:val="00B43297"/>
    <w:rsid w:val="00B437D5"/>
    <w:rsid w:val="00B4405C"/>
    <w:rsid w:val="00B44513"/>
    <w:rsid w:val="00B44CD4"/>
    <w:rsid w:val="00B4525C"/>
    <w:rsid w:val="00B46A4E"/>
    <w:rsid w:val="00B47E53"/>
    <w:rsid w:val="00B50405"/>
    <w:rsid w:val="00B50D3E"/>
    <w:rsid w:val="00B516F9"/>
    <w:rsid w:val="00B51BEC"/>
    <w:rsid w:val="00B53E61"/>
    <w:rsid w:val="00B54A21"/>
    <w:rsid w:val="00B54C10"/>
    <w:rsid w:val="00B556AD"/>
    <w:rsid w:val="00B55762"/>
    <w:rsid w:val="00B5594C"/>
    <w:rsid w:val="00B56B88"/>
    <w:rsid w:val="00B60178"/>
    <w:rsid w:val="00B6077A"/>
    <w:rsid w:val="00B6152C"/>
    <w:rsid w:val="00B61603"/>
    <w:rsid w:val="00B61BDF"/>
    <w:rsid w:val="00B623B6"/>
    <w:rsid w:val="00B62719"/>
    <w:rsid w:val="00B62F85"/>
    <w:rsid w:val="00B647B4"/>
    <w:rsid w:val="00B64858"/>
    <w:rsid w:val="00B64B96"/>
    <w:rsid w:val="00B650ED"/>
    <w:rsid w:val="00B65F8C"/>
    <w:rsid w:val="00B67114"/>
    <w:rsid w:val="00B6720D"/>
    <w:rsid w:val="00B70B33"/>
    <w:rsid w:val="00B720CC"/>
    <w:rsid w:val="00B7235D"/>
    <w:rsid w:val="00B728E9"/>
    <w:rsid w:val="00B73103"/>
    <w:rsid w:val="00B73213"/>
    <w:rsid w:val="00B73A1C"/>
    <w:rsid w:val="00B749F7"/>
    <w:rsid w:val="00B74E86"/>
    <w:rsid w:val="00B75E34"/>
    <w:rsid w:val="00B76836"/>
    <w:rsid w:val="00B76A37"/>
    <w:rsid w:val="00B76F60"/>
    <w:rsid w:val="00B77307"/>
    <w:rsid w:val="00B803EA"/>
    <w:rsid w:val="00B81159"/>
    <w:rsid w:val="00B83D9D"/>
    <w:rsid w:val="00B864A8"/>
    <w:rsid w:val="00B86FCB"/>
    <w:rsid w:val="00B874F4"/>
    <w:rsid w:val="00B87B18"/>
    <w:rsid w:val="00B90248"/>
    <w:rsid w:val="00B912EB"/>
    <w:rsid w:val="00B91F07"/>
    <w:rsid w:val="00B91F59"/>
    <w:rsid w:val="00B921E9"/>
    <w:rsid w:val="00B92C29"/>
    <w:rsid w:val="00B93E36"/>
    <w:rsid w:val="00B93EDD"/>
    <w:rsid w:val="00B942BE"/>
    <w:rsid w:val="00B94670"/>
    <w:rsid w:val="00B94F98"/>
    <w:rsid w:val="00B953A7"/>
    <w:rsid w:val="00B96497"/>
    <w:rsid w:val="00B96D03"/>
    <w:rsid w:val="00B96E22"/>
    <w:rsid w:val="00BA0F9D"/>
    <w:rsid w:val="00BA255F"/>
    <w:rsid w:val="00BA2B69"/>
    <w:rsid w:val="00BA4917"/>
    <w:rsid w:val="00BA64A6"/>
    <w:rsid w:val="00BA6BB6"/>
    <w:rsid w:val="00BA7785"/>
    <w:rsid w:val="00BB0E56"/>
    <w:rsid w:val="00BB2077"/>
    <w:rsid w:val="00BB229F"/>
    <w:rsid w:val="00BB2FDE"/>
    <w:rsid w:val="00BB40B9"/>
    <w:rsid w:val="00BB5226"/>
    <w:rsid w:val="00BB5463"/>
    <w:rsid w:val="00BB60A1"/>
    <w:rsid w:val="00BB791B"/>
    <w:rsid w:val="00BC36CA"/>
    <w:rsid w:val="00BC40AC"/>
    <w:rsid w:val="00BC4357"/>
    <w:rsid w:val="00BC47AC"/>
    <w:rsid w:val="00BC47B2"/>
    <w:rsid w:val="00BC4812"/>
    <w:rsid w:val="00BC4BF7"/>
    <w:rsid w:val="00BC5DAE"/>
    <w:rsid w:val="00BC6123"/>
    <w:rsid w:val="00BC7637"/>
    <w:rsid w:val="00BD164E"/>
    <w:rsid w:val="00BD2BAA"/>
    <w:rsid w:val="00BD2C81"/>
    <w:rsid w:val="00BD346B"/>
    <w:rsid w:val="00BD440B"/>
    <w:rsid w:val="00BD46AE"/>
    <w:rsid w:val="00BD46DF"/>
    <w:rsid w:val="00BD4AA0"/>
    <w:rsid w:val="00BD52AE"/>
    <w:rsid w:val="00BD5505"/>
    <w:rsid w:val="00BD5670"/>
    <w:rsid w:val="00BD5A9B"/>
    <w:rsid w:val="00BD5F79"/>
    <w:rsid w:val="00BD625C"/>
    <w:rsid w:val="00BD6838"/>
    <w:rsid w:val="00BD7125"/>
    <w:rsid w:val="00BD7B08"/>
    <w:rsid w:val="00BE0457"/>
    <w:rsid w:val="00BE0B1A"/>
    <w:rsid w:val="00BE10AE"/>
    <w:rsid w:val="00BE2221"/>
    <w:rsid w:val="00BE286C"/>
    <w:rsid w:val="00BE307D"/>
    <w:rsid w:val="00BE43E0"/>
    <w:rsid w:val="00BE47D7"/>
    <w:rsid w:val="00BE546C"/>
    <w:rsid w:val="00BE62FA"/>
    <w:rsid w:val="00BE7C16"/>
    <w:rsid w:val="00BF0084"/>
    <w:rsid w:val="00BF1BC4"/>
    <w:rsid w:val="00BF1BE9"/>
    <w:rsid w:val="00BF2446"/>
    <w:rsid w:val="00BF28F8"/>
    <w:rsid w:val="00BF410C"/>
    <w:rsid w:val="00BF43D1"/>
    <w:rsid w:val="00BF4699"/>
    <w:rsid w:val="00BF489C"/>
    <w:rsid w:val="00BF4BE2"/>
    <w:rsid w:val="00BF4DC7"/>
    <w:rsid w:val="00BF50B6"/>
    <w:rsid w:val="00BF6A26"/>
    <w:rsid w:val="00BF7056"/>
    <w:rsid w:val="00BF7EB7"/>
    <w:rsid w:val="00C000D8"/>
    <w:rsid w:val="00C02E18"/>
    <w:rsid w:val="00C03221"/>
    <w:rsid w:val="00C03BC7"/>
    <w:rsid w:val="00C040B1"/>
    <w:rsid w:val="00C040E6"/>
    <w:rsid w:val="00C05379"/>
    <w:rsid w:val="00C06DD6"/>
    <w:rsid w:val="00C072B5"/>
    <w:rsid w:val="00C07B6A"/>
    <w:rsid w:val="00C1006D"/>
    <w:rsid w:val="00C10572"/>
    <w:rsid w:val="00C12905"/>
    <w:rsid w:val="00C137B4"/>
    <w:rsid w:val="00C144DB"/>
    <w:rsid w:val="00C14BAB"/>
    <w:rsid w:val="00C15175"/>
    <w:rsid w:val="00C157C7"/>
    <w:rsid w:val="00C17BB1"/>
    <w:rsid w:val="00C205D8"/>
    <w:rsid w:val="00C211F4"/>
    <w:rsid w:val="00C22833"/>
    <w:rsid w:val="00C22941"/>
    <w:rsid w:val="00C2306A"/>
    <w:rsid w:val="00C233B4"/>
    <w:rsid w:val="00C23576"/>
    <w:rsid w:val="00C235F1"/>
    <w:rsid w:val="00C24302"/>
    <w:rsid w:val="00C24C7E"/>
    <w:rsid w:val="00C250D2"/>
    <w:rsid w:val="00C26332"/>
    <w:rsid w:val="00C26FAB"/>
    <w:rsid w:val="00C315DB"/>
    <w:rsid w:val="00C33FC0"/>
    <w:rsid w:val="00C35AFB"/>
    <w:rsid w:val="00C36106"/>
    <w:rsid w:val="00C363F0"/>
    <w:rsid w:val="00C36537"/>
    <w:rsid w:val="00C37C7E"/>
    <w:rsid w:val="00C40597"/>
    <w:rsid w:val="00C41004"/>
    <w:rsid w:val="00C420E9"/>
    <w:rsid w:val="00C4233F"/>
    <w:rsid w:val="00C43213"/>
    <w:rsid w:val="00C43D09"/>
    <w:rsid w:val="00C463BB"/>
    <w:rsid w:val="00C464F8"/>
    <w:rsid w:val="00C46D4A"/>
    <w:rsid w:val="00C46ED3"/>
    <w:rsid w:val="00C4795F"/>
    <w:rsid w:val="00C5070C"/>
    <w:rsid w:val="00C51F21"/>
    <w:rsid w:val="00C5276A"/>
    <w:rsid w:val="00C527F6"/>
    <w:rsid w:val="00C53BF8"/>
    <w:rsid w:val="00C54F65"/>
    <w:rsid w:val="00C565B1"/>
    <w:rsid w:val="00C567C6"/>
    <w:rsid w:val="00C56B1A"/>
    <w:rsid w:val="00C57434"/>
    <w:rsid w:val="00C60709"/>
    <w:rsid w:val="00C60789"/>
    <w:rsid w:val="00C6116E"/>
    <w:rsid w:val="00C6216A"/>
    <w:rsid w:val="00C62644"/>
    <w:rsid w:val="00C62F5E"/>
    <w:rsid w:val="00C64722"/>
    <w:rsid w:val="00C64774"/>
    <w:rsid w:val="00C64A10"/>
    <w:rsid w:val="00C66194"/>
    <w:rsid w:val="00C700CD"/>
    <w:rsid w:val="00C7169A"/>
    <w:rsid w:val="00C71A99"/>
    <w:rsid w:val="00C733A5"/>
    <w:rsid w:val="00C73AFE"/>
    <w:rsid w:val="00C73C71"/>
    <w:rsid w:val="00C74D44"/>
    <w:rsid w:val="00C755C9"/>
    <w:rsid w:val="00C75AB5"/>
    <w:rsid w:val="00C766C8"/>
    <w:rsid w:val="00C766F3"/>
    <w:rsid w:val="00C7762F"/>
    <w:rsid w:val="00C80C7C"/>
    <w:rsid w:val="00C80E9E"/>
    <w:rsid w:val="00C819BE"/>
    <w:rsid w:val="00C82847"/>
    <w:rsid w:val="00C83090"/>
    <w:rsid w:val="00C833BF"/>
    <w:rsid w:val="00C83EF2"/>
    <w:rsid w:val="00C84A9E"/>
    <w:rsid w:val="00C84FBD"/>
    <w:rsid w:val="00C85363"/>
    <w:rsid w:val="00C8597B"/>
    <w:rsid w:val="00C85B13"/>
    <w:rsid w:val="00C85FAF"/>
    <w:rsid w:val="00C8647B"/>
    <w:rsid w:val="00C86736"/>
    <w:rsid w:val="00C906E1"/>
    <w:rsid w:val="00C910B9"/>
    <w:rsid w:val="00C92164"/>
    <w:rsid w:val="00C93F5C"/>
    <w:rsid w:val="00C94766"/>
    <w:rsid w:val="00C94A21"/>
    <w:rsid w:val="00C97928"/>
    <w:rsid w:val="00C97D9C"/>
    <w:rsid w:val="00C97E8B"/>
    <w:rsid w:val="00CA02A6"/>
    <w:rsid w:val="00CA04A8"/>
    <w:rsid w:val="00CA0878"/>
    <w:rsid w:val="00CA0E06"/>
    <w:rsid w:val="00CA1341"/>
    <w:rsid w:val="00CA175C"/>
    <w:rsid w:val="00CA26AF"/>
    <w:rsid w:val="00CA29F4"/>
    <w:rsid w:val="00CA339D"/>
    <w:rsid w:val="00CA33C5"/>
    <w:rsid w:val="00CA3987"/>
    <w:rsid w:val="00CA3FF8"/>
    <w:rsid w:val="00CA4151"/>
    <w:rsid w:val="00CA4304"/>
    <w:rsid w:val="00CA4E06"/>
    <w:rsid w:val="00CA57FD"/>
    <w:rsid w:val="00CA6823"/>
    <w:rsid w:val="00CA7129"/>
    <w:rsid w:val="00CA723D"/>
    <w:rsid w:val="00CA7408"/>
    <w:rsid w:val="00CA7B0E"/>
    <w:rsid w:val="00CB1389"/>
    <w:rsid w:val="00CB248D"/>
    <w:rsid w:val="00CB2877"/>
    <w:rsid w:val="00CB4C1E"/>
    <w:rsid w:val="00CB5083"/>
    <w:rsid w:val="00CB5141"/>
    <w:rsid w:val="00CB5E40"/>
    <w:rsid w:val="00CB702E"/>
    <w:rsid w:val="00CC012A"/>
    <w:rsid w:val="00CC0A8F"/>
    <w:rsid w:val="00CC17F2"/>
    <w:rsid w:val="00CC1F40"/>
    <w:rsid w:val="00CC22CE"/>
    <w:rsid w:val="00CC2B75"/>
    <w:rsid w:val="00CC2D10"/>
    <w:rsid w:val="00CC3A0F"/>
    <w:rsid w:val="00CC3A4A"/>
    <w:rsid w:val="00CC3DA0"/>
    <w:rsid w:val="00CC4126"/>
    <w:rsid w:val="00CC470C"/>
    <w:rsid w:val="00CC4CA2"/>
    <w:rsid w:val="00CC4FEF"/>
    <w:rsid w:val="00CC5206"/>
    <w:rsid w:val="00CC5E12"/>
    <w:rsid w:val="00CC5F33"/>
    <w:rsid w:val="00CC7850"/>
    <w:rsid w:val="00CC7AE3"/>
    <w:rsid w:val="00CD02FE"/>
    <w:rsid w:val="00CD0938"/>
    <w:rsid w:val="00CD1848"/>
    <w:rsid w:val="00CD19A8"/>
    <w:rsid w:val="00CD29D0"/>
    <w:rsid w:val="00CD2EA1"/>
    <w:rsid w:val="00CD3700"/>
    <w:rsid w:val="00CD3AD4"/>
    <w:rsid w:val="00CD4438"/>
    <w:rsid w:val="00CD44F2"/>
    <w:rsid w:val="00CD4521"/>
    <w:rsid w:val="00CD607F"/>
    <w:rsid w:val="00CD6C08"/>
    <w:rsid w:val="00CD778D"/>
    <w:rsid w:val="00CE0C55"/>
    <w:rsid w:val="00CE21F7"/>
    <w:rsid w:val="00CE2561"/>
    <w:rsid w:val="00CE27D8"/>
    <w:rsid w:val="00CE2CF7"/>
    <w:rsid w:val="00CE30A9"/>
    <w:rsid w:val="00CE3414"/>
    <w:rsid w:val="00CE3505"/>
    <w:rsid w:val="00CE4686"/>
    <w:rsid w:val="00CE4B8F"/>
    <w:rsid w:val="00CE50D5"/>
    <w:rsid w:val="00CE576E"/>
    <w:rsid w:val="00CE6712"/>
    <w:rsid w:val="00CE686E"/>
    <w:rsid w:val="00CE6ED9"/>
    <w:rsid w:val="00CE6EE9"/>
    <w:rsid w:val="00CE6FD8"/>
    <w:rsid w:val="00CF0E9D"/>
    <w:rsid w:val="00CF0FA5"/>
    <w:rsid w:val="00CF1537"/>
    <w:rsid w:val="00CF2BA8"/>
    <w:rsid w:val="00CF2F00"/>
    <w:rsid w:val="00CF425C"/>
    <w:rsid w:val="00CF5FB5"/>
    <w:rsid w:val="00CF6840"/>
    <w:rsid w:val="00CF71E2"/>
    <w:rsid w:val="00CF73EC"/>
    <w:rsid w:val="00D000A5"/>
    <w:rsid w:val="00D00CF3"/>
    <w:rsid w:val="00D02700"/>
    <w:rsid w:val="00D02CC0"/>
    <w:rsid w:val="00D03CCC"/>
    <w:rsid w:val="00D0449A"/>
    <w:rsid w:val="00D052D2"/>
    <w:rsid w:val="00D05FDB"/>
    <w:rsid w:val="00D06246"/>
    <w:rsid w:val="00D0693F"/>
    <w:rsid w:val="00D06963"/>
    <w:rsid w:val="00D07513"/>
    <w:rsid w:val="00D07ACD"/>
    <w:rsid w:val="00D10237"/>
    <w:rsid w:val="00D1041C"/>
    <w:rsid w:val="00D106E3"/>
    <w:rsid w:val="00D1190A"/>
    <w:rsid w:val="00D11BD6"/>
    <w:rsid w:val="00D120DC"/>
    <w:rsid w:val="00D1242B"/>
    <w:rsid w:val="00D12DF7"/>
    <w:rsid w:val="00D139AE"/>
    <w:rsid w:val="00D178FD"/>
    <w:rsid w:val="00D17C6E"/>
    <w:rsid w:val="00D17EDD"/>
    <w:rsid w:val="00D2015C"/>
    <w:rsid w:val="00D20532"/>
    <w:rsid w:val="00D21B99"/>
    <w:rsid w:val="00D21DFF"/>
    <w:rsid w:val="00D22BBF"/>
    <w:rsid w:val="00D22D3A"/>
    <w:rsid w:val="00D23D3E"/>
    <w:rsid w:val="00D23DB5"/>
    <w:rsid w:val="00D2584D"/>
    <w:rsid w:val="00D25ECB"/>
    <w:rsid w:val="00D25FA6"/>
    <w:rsid w:val="00D2702A"/>
    <w:rsid w:val="00D27203"/>
    <w:rsid w:val="00D30187"/>
    <w:rsid w:val="00D30348"/>
    <w:rsid w:val="00D3065D"/>
    <w:rsid w:val="00D30FDD"/>
    <w:rsid w:val="00D3124A"/>
    <w:rsid w:val="00D31308"/>
    <w:rsid w:val="00D313EB"/>
    <w:rsid w:val="00D31A88"/>
    <w:rsid w:val="00D33754"/>
    <w:rsid w:val="00D34679"/>
    <w:rsid w:val="00D3595B"/>
    <w:rsid w:val="00D35E90"/>
    <w:rsid w:val="00D363A8"/>
    <w:rsid w:val="00D3756D"/>
    <w:rsid w:val="00D4126E"/>
    <w:rsid w:val="00D4167C"/>
    <w:rsid w:val="00D41C05"/>
    <w:rsid w:val="00D41CC0"/>
    <w:rsid w:val="00D42118"/>
    <w:rsid w:val="00D42166"/>
    <w:rsid w:val="00D42201"/>
    <w:rsid w:val="00D43C64"/>
    <w:rsid w:val="00D43F08"/>
    <w:rsid w:val="00D443D6"/>
    <w:rsid w:val="00D45015"/>
    <w:rsid w:val="00D461EF"/>
    <w:rsid w:val="00D47900"/>
    <w:rsid w:val="00D47F84"/>
    <w:rsid w:val="00D523D4"/>
    <w:rsid w:val="00D52CB3"/>
    <w:rsid w:val="00D5310E"/>
    <w:rsid w:val="00D53403"/>
    <w:rsid w:val="00D53A2E"/>
    <w:rsid w:val="00D546A6"/>
    <w:rsid w:val="00D54DD6"/>
    <w:rsid w:val="00D5512B"/>
    <w:rsid w:val="00D5527C"/>
    <w:rsid w:val="00D579F6"/>
    <w:rsid w:val="00D57EFF"/>
    <w:rsid w:val="00D60BD1"/>
    <w:rsid w:val="00D627ED"/>
    <w:rsid w:val="00D63332"/>
    <w:rsid w:val="00D635D1"/>
    <w:rsid w:val="00D65E0B"/>
    <w:rsid w:val="00D665E6"/>
    <w:rsid w:val="00D66D78"/>
    <w:rsid w:val="00D70126"/>
    <w:rsid w:val="00D71487"/>
    <w:rsid w:val="00D72BCD"/>
    <w:rsid w:val="00D74115"/>
    <w:rsid w:val="00D74682"/>
    <w:rsid w:val="00D749B7"/>
    <w:rsid w:val="00D74D2C"/>
    <w:rsid w:val="00D74E87"/>
    <w:rsid w:val="00D826C8"/>
    <w:rsid w:val="00D82BA3"/>
    <w:rsid w:val="00D8422E"/>
    <w:rsid w:val="00D84A8D"/>
    <w:rsid w:val="00D850C0"/>
    <w:rsid w:val="00D85F24"/>
    <w:rsid w:val="00D86F30"/>
    <w:rsid w:val="00D8780B"/>
    <w:rsid w:val="00D90074"/>
    <w:rsid w:val="00D92206"/>
    <w:rsid w:val="00D9370B"/>
    <w:rsid w:val="00D93A68"/>
    <w:rsid w:val="00D93BE5"/>
    <w:rsid w:val="00D94253"/>
    <w:rsid w:val="00D949B7"/>
    <w:rsid w:val="00D949CB"/>
    <w:rsid w:val="00D949F4"/>
    <w:rsid w:val="00D95033"/>
    <w:rsid w:val="00D957F6"/>
    <w:rsid w:val="00D9634F"/>
    <w:rsid w:val="00D96CCE"/>
    <w:rsid w:val="00D96E15"/>
    <w:rsid w:val="00D97A8C"/>
    <w:rsid w:val="00DA1B3B"/>
    <w:rsid w:val="00DA20B7"/>
    <w:rsid w:val="00DA2606"/>
    <w:rsid w:val="00DA2A24"/>
    <w:rsid w:val="00DA3B40"/>
    <w:rsid w:val="00DA44C2"/>
    <w:rsid w:val="00DA72FA"/>
    <w:rsid w:val="00DA7BF4"/>
    <w:rsid w:val="00DB3A7B"/>
    <w:rsid w:val="00DB3EEF"/>
    <w:rsid w:val="00DB4297"/>
    <w:rsid w:val="00DB42D3"/>
    <w:rsid w:val="00DB4779"/>
    <w:rsid w:val="00DB5381"/>
    <w:rsid w:val="00DB54B1"/>
    <w:rsid w:val="00DB5AC5"/>
    <w:rsid w:val="00DB6F76"/>
    <w:rsid w:val="00DB7352"/>
    <w:rsid w:val="00DB7DAE"/>
    <w:rsid w:val="00DC024A"/>
    <w:rsid w:val="00DC1184"/>
    <w:rsid w:val="00DC193F"/>
    <w:rsid w:val="00DC2F4F"/>
    <w:rsid w:val="00DC386C"/>
    <w:rsid w:val="00DC42FA"/>
    <w:rsid w:val="00DC4711"/>
    <w:rsid w:val="00DC4B26"/>
    <w:rsid w:val="00DC619F"/>
    <w:rsid w:val="00DC6360"/>
    <w:rsid w:val="00DC6E8C"/>
    <w:rsid w:val="00DD049E"/>
    <w:rsid w:val="00DD220E"/>
    <w:rsid w:val="00DD22FA"/>
    <w:rsid w:val="00DD31EB"/>
    <w:rsid w:val="00DD3B52"/>
    <w:rsid w:val="00DD6B43"/>
    <w:rsid w:val="00DD71C3"/>
    <w:rsid w:val="00DD71C9"/>
    <w:rsid w:val="00DD766E"/>
    <w:rsid w:val="00DD7E3A"/>
    <w:rsid w:val="00DE1095"/>
    <w:rsid w:val="00DE13D6"/>
    <w:rsid w:val="00DE14FE"/>
    <w:rsid w:val="00DE171F"/>
    <w:rsid w:val="00DE24DE"/>
    <w:rsid w:val="00DE390B"/>
    <w:rsid w:val="00DE3D53"/>
    <w:rsid w:val="00DE5169"/>
    <w:rsid w:val="00DE5F3B"/>
    <w:rsid w:val="00DF1A8E"/>
    <w:rsid w:val="00DF270F"/>
    <w:rsid w:val="00DF2884"/>
    <w:rsid w:val="00DF3B4C"/>
    <w:rsid w:val="00DF4572"/>
    <w:rsid w:val="00DF48FD"/>
    <w:rsid w:val="00DF5643"/>
    <w:rsid w:val="00DF6BBD"/>
    <w:rsid w:val="00DF6CB3"/>
    <w:rsid w:val="00DF6DA8"/>
    <w:rsid w:val="00E0017F"/>
    <w:rsid w:val="00E03289"/>
    <w:rsid w:val="00E04C7F"/>
    <w:rsid w:val="00E04E6B"/>
    <w:rsid w:val="00E051D1"/>
    <w:rsid w:val="00E066A5"/>
    <w:rsid w:val="00E066CF"/>
    <w:rsid w:val="00E06CB7"/>
    <w:rsid w:val="00E07174"/>
    <w:rsid w:val="00E10805"/>
    <w:rsid w:val="00E10BA6"/>
    <w:rsid w:val="00E11241"/>
    <w:rsid w:val="00E12898"/>
    <w:rsid w:val="00E12BEF"/>
    <w:rsid w:val="00E15445"/>
    <w:rsid w:val="00E158BC"/>
    <w:rsid w:val="00E1663F"/>
    <w:rsid w:val="00E16964"/>
    <w:rsid w:val="00E20476"/>
    <w:rsid w:val="00E215B1"/>
    <w:rsid w:val="00E2327F"/>
    <w:rsid w:val="00E25079"/>
    <w:rsid w:val="00E25159"/>
    <w:rsid w:val="00E2559C"/>
    <w:rsid w:val="00E25A24"/>
    <w:rsid w:val="00E26A1E"/>
    <w:rsid w:val="00E27AE7"/>
    <w:rsid w:val="00E27D65"/>
    <w:rsid w:val="00E27F8E"/>
    <w:rsid w:val="00E3092A"/>
    <w:rsid w:val="00E311C3"/>
    <w:rsid w:val="00E31D83"/>
    <w:rsid w:val="00E321AA"/>
    <w:rsid w:val="00E33A3F"/>
    <w:rsid w:val="00E34326"/>
    <w:rsid w:val="00E350E7"/>
    <w:rsid w:val="00E35625"/>
    <w:rsid w:val="00E36682"/>
    <w:rsid w:val="00E40E15"/>
    <w:rsid w:val="00E41033"/>
    <w:rsid w:val="00E41553"/>
    <w:rsid w:val="00E417B3"/>
    <w:rsid w:val="00E41C96"/>
    <w:rsid w:val="00E42801"/>
    <w:rsid w:val="00E43181"/>
    <w:rsid w:val="00E4328A"/>
    <w:rsid w:val="00E444DC"/>
    <w:rsid w:val="00E4481D"/>
    <w:rsid w:val="00E44A00"/>
    <w:rsid w:val="00E44B54"/>
    <w:rsid w:val="00E46F27"/>
    <w:rsid w:val="00E47D5F"/>
    <w:rsid w:val="00E50C1D"/>
    <w:rsid w:val="00E5139E"/>
    <w:rsid w:val="00E5146A"/>
    <w:rsid w:val="00E51E76"/>
    <w:rsid w:val="00E5249F"/>
    <w:rsid w:val="00E53196"/>
    <w:rsid w:val="00E5337A"/>
    <w:rsid w:val="00E533A5"/>
    <w:rsid w:val="00E5375A"/>
    <w:rsid w:val="00E53CCF"/>
    <w:rsid w:val="00E53D02"/>
    <w:rsid w:val="00E53D9A"/>
    <w:rsid w:val="00E541FF"/>
    <w:rsid w:val="00E54939"/>
    <w:rsid w:val="00E558A6"/>
    <w:rsid w:val="00E55AF6"/>
    <w:rsid w:val="00E55F27"/>
    <w:rsid w:val="00E57386"/>
    <w:rsid w:val="00E601A9"/>
    <w:rsid w:val="00E61255"/>
    <w:rsid w:val="00E612DE"/>
    <w:rsid w:val="00E64C8D"/>
    <w:rsid w:val="00E64DC8"/>
    <w:rsid w:val="00E64F06"/>
    <w:rsid w:val="00E664FD"/>
    <w:rsid w:val="00E66985"/>
    <w:rsid w:val="00E6781A"/>
    <w:rsid w:val="00E67C3E"/>
    <w:rsid w:val="00E7052E"/>
    <w:rsid w:val="00E7070D"/>
    <w:rsid w:val="00E724DC"/>
    <w:rsid w:val="00E73699"/>
    <w:rsid w:val="00E7392D"/>
    <w:rsid w:val="00E74084"/>
    <w:rsid w:val="00E7489C"/>
    <w:rsid w:val="00E74AE0"/>
    <w:rsid w:val="00E74F2C"/>
    <w:rsid w:val="00E763B1"/>
    <w:rsid w:val="00E76D1E"/>
    <w:rsid w:val="00E775E7"/>
    <w:rsid w:val="00E80E12"/>
    <w:rsid w:val="00E81033"/>
    <w:rsid w:val="00E81629"/>
    <w:rsid w:val="00E82174"/>
    <w:rsid w:val="00E82664"/>
    <w:rsid w:val="00E834E0"/>
    <w:rsid w:val="00E83C50"/>
    <w:rsid w:val="00E84398"/>
    <w:rsid w:val="00E86DE9"/>
    <w:rsid w:val="00E86DFB"/>
    <w:rsid w:val="00E87169"/>
    <w:rsid w:val="00E87403"/>
    <w:rsid w:val="00E8761B"/>
    <w:rsid w:val="00E876D1"/>
    <w:rsid w:val="00E9027B"/>
    <w:rsid w:val="00E902B5"/>
    <w:rsid w:val="00E90651"/>
    <w:rsid w:val="00E90C1F"/>
    <w:rsid w:val="00E93B00"/>
    <w:rsid w:val="00E93B8C"/>
    <w:rsid w:val="00E93E13"/>
    <w:rsid w:val="00E93E1F"/>
    <w:rsid w:val="00E940A8"/>
    <w:rsid w:val="00E953A7"/>
    <w:rsid w:val="00E975F8"/>
    <w:rsid w:val="00E97B82"/>
    <w:rsid w:val="00E97EA1"/>
    <w:rsid w:val="00EA0B72"/>
    <w:rsid w:val="00EA109D"/>
    <w:rsid w:val="00EA1DC3"/>
    <w:rsid w:val="00EA320F"/>
    <w:rsid w:val="00EA334E"/>
    <w:rsid w:val="00EA4330"/>
    <w:rsid w:val="00EA439B"/>
    <w:rsid w:val="00EA4F48"/>
    <w:rsid w:val="00EA4FA0"/>
    <w:rsid w:val="00EA51E6"/>
    <w:rsid w:val="00EA53DD"/>
    <w:rsid w:val="00EA5D85"/>
    <w:rsid w:val="00EA674A"/>
    <w:rsid w:val="00EA679F"/>
    <w:rsid w:val="00EA7734"/>
    <w:rsid w:val="00EB04BF"/>
    <w:rsid w:val="00EB213A"/>
    <w:rsid w:val="00EB42CC"/>
    <w:rsid w:val="00EB438C"/>
    <w:rsid w:val="00EB735F"/>
    <w:rsid w:val="00EB7C75"/>
    <w:rsid w:val="00EB7E39"/>
    <w:rsid w:val="00EC0146"/>
    <w:rsid w:val="00EC1118"/>
    <w:rsid w:val="00EC1E6B"/>
    <w:rsid w:val="00EC2487"/>
    <w:rsid w:val="00EC2C1C"/>
    <w:rsid w:val="00EC42E2"/>
    <w:rsid w:val="00EC4FF1"/>
    <w:rsid w:val="00EC53F6"/>
    <w:rsid w:val="00EC5F4D"/>
    <w:rsid w:val="00EC63E8"/>
    <w:rsid w:val="00EC6527"/>
    <w:rsid w:val="00EC7FA6"/>
    <w:rsid w:val="00ED011F"/>
    <w:rsid w:val="00ED061F"/>
    <w:rsid w:val="00ED0F2C"/>
    <w:rsid w:val="00ED1747"/>
    <w:rsid w:val="00ED1777"/>
    <w:rsid w:val="00ED52AA"/>
    <w:rsid w:val="00ED5565"/>
    <w:rsid w:val="00ED55DA"/>
    <w:rsid w:val="00ED65BD"/>
    <w:rsid w:val="00ED71A7"/>
    <w:rsid w:val="00ED7750"/>
    <w:rsid w:val="00EE0653"/>
    <w:rsid w:val="00EE0C93"/>
    <w:rsid w:val="00EE12B6"/>
    <w:rsid w:val="00EE1C49"/>
    <w:rsid w:val="00EE1EE6"/>
    <w:rsid w:val="00EE2505"/>
    <w:rsid w:val="00EE335F"/>
    <w:rsid w:val="00EE45B4"/>
    <w:rsid w:val="00EE4A38"/>
    <w:rsid w:val="00EE4CEA"/>
    <w:rsid w:val="00EE4D5E"/>
    <w:rsid w:val="00EE5675"/>
    <w:rsid w:val="00EE5A6A"/>
    <w:rsid w:val="00EE65F4"/>
    <w:rsid w:val="00EE6768"/>
    <w:rsid w:val="00EE6A82"/>
    <w:rsid w:val="00EE7202"/>
    <w:rsid w:val="00EE7FD8"/>
    <w:rsid w:val="00EF0638"/>
    <w:rsid w:val="00EF0755"/>
    <w:rsid w:val="00EF0DB4"/>
    <w:rsid w:val="00EF1265"/>
    <w:rsid w:val="00EF1394"/>
    <w:rsid w:val="00EF2027"/>
    <w:rsid w:val="00EF307E"/>
    <w:rsid w:val="00EF3BC0"/>
    <w:rsid w:val="00EF3FBD"/>
    <w:rsid w:val="00EF4A66"/>
    <w:rsid w:val="00EF5969"/>
    <w:rsid w:val="00EF59EF"/>
    <w:rsid w:val="00EF6387"/>
    <w:rsid w:val="00EF6BF2"/>
    <w:rsid w:val="00EF6EDB"/>
    <w:rsid w:val="00EF70EB"/>
    <w:rsid w:val="00EF7E49"/>
    <w:rsid w:val="00F00146"/>
    <w:rsid w:val="00F001BC"/>
    <w:rsid w:val="00F008E6"/>
    <w:rsid w:val="00F0180A"/>
    <w:rsid w:val="00F01FE1"/>
    <w:rsid w:val="00F02231"/>
    <w:rsid w:val="00F0257F"/>
    <w:rsid w:val="00F048AD"/>
    <w:rsid w:val="00F060D8"/>
    <w:rsid w:val="00F06887"/>
    <w:rsid w:val="00F07297"/>
    <w:rsid w:val="00F0797A"/>
    <w:rsid w:val="00F1167D"/>
    <w:rsid w:val="00F11992"/>
    <w:rsid w:val="00F12B48"/>
    <w:rsid w:val="00F12BED"/>
    <w:rsid w:val="00F13442"/>
    <w:rsid w:val="00F1372D"/>
    <w:rsid w:val="00F145F1"/>
    <w:rsid w:val="00F15371"/>
    <w:rsid w:val="00F16865"/>
    <w:rsid w:val="00F17DDA"/>
    <w:rsid w:val="00F205BD"/>
    <w:rsid w:val="00F20B1D"/>
    <w:rsid w:val="00F21422"/>
    <w:rsid w:val="00F21520"/>
    <w:rsid w:val="00F216E9"/>
    <w:rsid w:val="00F224DB"/>
    <w:rsid w:val="00F23217"/>
    <w:rsid w:val="00F23B60"/>
    <w:rsid w:val="00F23D1B"/>
    <w:rsid w:val="00F240BF"/>
    <w:rsid w:val="00F2415F"/>
    <w:rsid w:val="00F24F7E"/>
    <w:rsid w:val="00F25068"/>
    <w:rsid w:val="00F262B0"/>
    <w:rsid w:val="00F26643"/>
    <w:rsid w:val="00F26FD8"/>
    <w:rsid w:val="00F305E3"/>
    <w:rsid w:val="00F31D10"/>
    <w:rsid w:val="00F31EBC"/>
    <w:rsid w:val="00F322D2"/>
    <w:rsid w:val="00F32B12"/>
    <w:rsid w:val="00F3383B"/>
    <w:rsid w:val="00F33D3E"/>
    <w:rsid w:val="00F33EE3"/>
    <w:rsid w:val="00F3428C"/>
    <w:rsid w:val="00F3491A"/>
    <w:rsid w:val="00F35373"/>
    <w:rsid w:val="00F3653F"/>
    <w:rsid w:val="00F3664E"/>
    <w:rsid w:val="00F36821"/>
    <w:rsid w:val="00F368F9"/>
    <w:rsid w:val="00F3698D"/>
    <w:rsid w:val="00F369F9"/>
    <w:rsid w:val="00F37F95"/>
    <w:rsid w:val="00F415A7"/>
    <w:rsid w:val="00F4273F"/>
    <w:rsid w:val="00F42CD0"/>
    <w:rsid w:val="00F43733"/>
    <w:rsid w:val="00F43B3B"/>
    <w:rsid w:val="00F44ABA"/>
    <w:rsid w:val="00F45065"/>
    <w:rsid w:val="00F4514F"/>
    <w:rsid w:val="00F45A3C"/>
    <w:rsid w:val="00F45BBB"/>
    <w:rsid w:val="00F45D38"/>
    <w:rsid w:val="00F45D5C"/>
    <w:rsid w:val="00F45F1B"/>
    <w:rsid w:val="00F477E5"/>
    <w:rsid w:val="00F47E00"/>
    <w:rsid w:val="00F504DF"/>
    <w:rsid w:val="00F511FC"/>
    <w:rsid w:val="00F5154D"/>
    <w:rsid w:val="00F51D31"/>
    <w:rsid w:val="00F52C56"/>
    <w:rsid w:val="00F53E61"/>
    <w:rsid w:val="00F56B77"/>
    <w:rsid w:val="00F5789D"/>
    <w:rsid w:val="00F608F1"/>
    <w:rsid w:val="00F60AE5"/>
    <w:rsid w:val="00F62539"/>
    <w:rsid w:val="00F638EE"/>
    <w:rsid w:val="00F647D2"/>
    <w:rsid w:val="00F6494A"/>
    <w:rsid w:val="00F65DD3"/>
    <w:rsid w:val="00F662B5"/>
    <w:rsid w:val="00F664BD"/>
    <w:rsid w:val="00F669EC"/>
    <w:rsid w:val="00F67194"/>
    <w:rsid w:val="00F675A6"/>
    <w:rsid w:val="00F704E7"/>
    <w:rsid w:val="00F70C1F"/>
    <w:rsid w:val="00F717CA"/>
    <w:rsid w:val="00F729DF"/>
    <w:rsid w:val="00F7355C"/>
    <w:rsid w:val="00F746E0"/>
    <w:rsid w:val="00F7641B"/>
    <w:rsid w:val="00F76986"/>
    <w:rsid w:val="00F76E33"/>
    <w:rsid w:val="00F7742B"/>
    <w:rsid w:val="00F776BA"/>
    <w:rsid w:val="00F77744"/>
    <w:rsid w:val="00F80902"/>
    <w:rsid w:val="00F821EF"/>
    <w:rsid w:val="00F82A5D"/>
    <w:rsid w:val="00F835E4"/>
    <w:rsid w:val="00F83C5A"/>
    <w:rsid w:val="00F84598"/>
    <w:rsid w:val="00F84602"/>
    <w:rsid w:val="00F848F6"/>
    <w:rsid w:val="00F8607A"/>
    <w:rsid w:val="00F860F9"/>
    <w:rsid w:val="00F86C49"/>
    <w:rsid w:val="00F871DB"/>
    <w:rsid w:val="00F879F0"/>
    <w:rsid w:val="00F87F39"/>
    <w:rsid w:val="00F9027E"/>
    <w:rsid w:val="00F90709"/>
    <w:rsid w:val="00F90BD3"/>
    <w:rsid w:val="00F92A50"/>
    <w:rsid w:val="00F92E19"/>
    <w:rsid w:val="00F93ADF"/>
    <w:rsid w:val="00F94021"/>
    <w:rsid w:val="00F946BC"/>
    <w:rsid w:val="00F94A05"/>
    <w:rsid w:val="00F957B5"/>
    <w:rsid w:val="00F970A7"/>
    <w:rsid w:val="00F9714B"/>
    <w:rsid w:val="00F97654"/>
    <w:rsid w:val="00F97965"/>
    <w:rsid w:val="00FA0130"/>
    <w:rsid w:val="00FA2406"/>
    <w:rsid w:val="00FA2843"/>
    <w:rsid w:val="00FA2B0D"/>
    <w:rsid w:val="00FA38B4"/>
    <w:rsid w:val="00FA4800"/>
    <w:rsid w:val="00FA4BFA"/>
    <w:rsid w:val="00FA5D4E"/>
    <w:rsid w:val="00FA6754"/>
    <w:rsid w:val="00FA6984"/>
    <w:rsid w:val="00FA74F2"/>
    <w:rsid w:val="00FA7C0D"/>
    <w:rsid w:val="00FA7C42"/>
    <w:rsid w:val="00FA7FED"/>
    <w:rsid w:val="00FB011D"/>
    <w:rsid w:val="00FB0BD5"/>
    <w:rsid w:val="00FB1517"/>
    <w:rsid w:val="00FB1681"/>
    <w:rsid w:val="00FB2AEF"/>
    <w:rsid w:val="00FB34CE"/>
    <w:rsid w:val="00FB3BFF"/>
    <w:rsid w:val="00FB43A6"/>
    <w:rsid w:val="00FB4ACC"/>
    <w:rsid w:val="00FB56D2"/>
    <w:rsid w:val="00FB70DE"/>
    <w:rsid w:val="00FB77EF"/>
    <w:rsid w:val="00FB7AAB"/>
    <w:rsid w:val="00FC28D3"/>
    <w:rsid w:val="00FC38E5"/>
    <w:rsid w:val="00FC46C4"/>
    <w:rsid w:val="00FC554E"/>
    <w:rsid w:val="00FC6997"/>
    <w:rsid w:val="00FC6BD2"/>
    <w:rsid w:val="00FC7248"/>
    <w:rsid w:val="00FC738C"/>
    <w:rsid w:val="00FC73B6"/>
    <w:rsid w:val="00FC77C2"/>
    <w:rsid w:val="00FC7CBF"/>
    <w:rsid w:val="00FD1574"/>
    <w:rsid w:val="00FD18E3"/>
    <w:rsid w:val="00FD19EF"/>
    <w:rsid w:val="00FD19F8"/>
    <w:rsid w:val="00FD1A2B"/>
    <w:rsid w:val="00FD2555"/>
    <w:rsid w:val="00FD2712"/>
    <w:rsid w:val="00FD355F"/>
    <w:rsid w:val="00FD36E2"/>
    <w:rsid w:val="00FD3860"/>
    <w:rsid w:val="00FD550E"/>
    <w:rsid w:val="00FD58A3"/>
    <w:rsid w:val="00FD5F2A"/>
    <w:rsid w:val="00FD611E"/>
    <w:rsid w:val="00FD7149"/>
    <w:rsid w:val="00FD7D84"/>
    <w:rsid w:val="00FE00C4"/>
    <w:rsid w:val="00FE0B0A"/>
    <w:rsid w:val="00FE12B1"/>
    <w:rsid w:val="00FE1852"/>
    <w:rsid w:val="00FE1A28"/>
    <w:rsid w:val="00FE1E0B"/>
    <w:rsid w:val="00FE1EC5"/>
    <w:rsid w:val="00FE31DE"/>
    <w:rsid w:val="00FE3C71"/>
    <w:rsid w:val="00FE3F30"/>
    <w:rsid w:val="00FE4092"/>
    <w:rsid w:val="00FE40F9"/>
    <w:rsid w:val="00FE4135"/>
    <w:rsid w:val="00FE439D"/>
    <w:rsid w:val="00FE4732"/>
    <w:rsid w:val="00FE49AC"/>
    <w:rsid w:val="00FE5780"/>
    <w:rsid w:val="00FE694F"/>
    <w:rsid w:val="00FE6B68"/>
    <w:rsid w:val="00FE6BDB"/>
    <w:rsid w:val="00FF0AB9"/>
    <w:rsid w:val="00FF0B00"/>
    <w:rsid w:val="00FF1BDA"/>
    <w:rsid w:val="00FF2873"/>
    <w:rsid w:val="00FF2952"/>
    <w:rsid w:val="00FF2DA5"/>
    <w:rsid w:val="00FF2E42"/>
    <w:rsid w:val="00FF386B"/>
    <w:rsid w:val="00FF51BC"/>
    <w:rsid w:val="00FF5249"/>
    <w:rsid w:val="00FF5B4A"/>
    <w:rsid w:val="00FF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B6BF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D3756D"/>
    <w:pPr>
      <w:ind w:left="720"/>
      <w:contextualSpacing/>
    </w:pPr>
  </w:style>
  <w:style w:type="table" w:styleId="TableGrid">
    <w:name w:val="Table Grid"/>
    <w:basedOn w:val="TableNormal"/>
    <w:uiPriority w:val="99"/>
    <w:rsid w:val="001A35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96DAC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D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84A8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4A8D"/>
    <w:rPr>
      <w:rFonts w:cs="Times New Roman"/>
    </w:rPr>
  </w:style>
  <w:style w:type="character" w:styleId="Hyperlink">
    <w:name w:val="Hyperlink"/>
    <w:basedOn w:val="DefaultParagraphFont"/>
    <w:uiPriority w:val="99"/>
    <w:rsid w:val="007F148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2704</TotalTime>
  <Pages>1</Pages>
  <Words>258</Words>
  <Characters>1472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Валерьевна</dc:creator>
  <cp:keywords/>
  <dc:description/>
  <cp:lastModifiedBy>Озерова</cp:lastModifiedBy>
  <cp:revision>90</cp:revision>
  <cp:lastPrinted>2019-02-20T12:57:00Z</cp:lastPrinted>
  <dcterms:created xsi:type="dcterms:W3CDTF">2015-04-02T08:14:00Z</dcterms:created>
  <dcterms:modified xsi:type="dcterms:W3CDTF">2019-02-20T12:57:00Z</dcterms:modified>
</cp:coreProperties>
</file>