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BBA" w:rsidRDefault="00F67BBA">
      <w:r w:rsidRPr="006C2D7D">
        <w:t xml:space="preserve">По вопросу замещения вакантных должностей обращаться по телефону 8 (47134) </w:t>
      </w:r>
      <w:bookmarkStart w:id="0" w:name="_GoBack"/>
      <w:bookmarkEnd w:id="0"/>
      <w:r>
        <w:t>31519</w:t>
      </w:r>
    </w:p>
    <w:sectPr w:rsidR="00F67BBA" w:rsidSect="00C32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6F0"/>
    <w:rsid w:val="0041302C"/>
    <w:rsid w:val="0041668D"/>
    <w:rsid w:val="006C2D7D"/>
    <w:rsid w:val="00A35E8B"/>
    <w:rsid w:val="00C322E2"/>
    <w:rsid w:val="00C676F0"/>
    <w:rsid w:val="00F6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2E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12</Words>
  <Characters>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Озерова</cp:lastModifiedBy>
  <cp:revision>3</cp:revision>
  <dcterms:created xsi:type="dcterms:W3CDTF">2018-05-06T09:52:00Z</dcterms:created>
  <dcterms:modified xsi:type="dcterms:W3CDTF">2018-06-14T10:39:00Z</dcterms:modified>
</cp:coreProperties>
</file>