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974" w:rsidRDefault="005A4974">
      <w:r w:rsidRPr="00604D3D">
        <w:t xml:space="preserve">На 01.01.2018г вакантных должностей муниципальной службы в Администрации </w:t>
      </w:r>
      <w:r>
        <w:t xml:space="preserve">Среднеольшанского </w:t>
      </w:r>
      <w:r w:rsidRPr="00604D3D">
        <w:t>сельсовета не имеется</w:t>
      </w:r>
      <w:bookmarkStart w:id="0" w:name="_GoBack"/>
      <w:bookmarkEnd w:id="0"/>
    </w:p>
    <w:sectPr w:rsidR="005A4974" w:rsidSect="008231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5F3E"/>
    <w:rsid w:val="00275F3E"/>
    <w:rsid w:val="005A4974"/>
    <w:rsid w:val="00604D3D"/>
    <w:rsid w:val="00726AAD"/>
    <w:rsid w:val="008231CE"/>
    <w:rsid w:val="00857D69"/>
    <w:rsid w:val="00C15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1CE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16</Words>
  <Characters>97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Озерова</cp:lastModifiedBy>
  <cp:revision>3</cp:revision>
  <dcterms:created xsi:type="dcterms:W3CDTF">2018-05-06T09:48:00Z</dcterms:created>
  <dcterms:modified xsi:type="dcterms:W3CDTF">2018-06-14T10:38:00Z</dcterms:modified>
</cp:coreProperties>
</file>